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94E59" w14:textId="0774C6A8" w:rsidR="00A10B6F" w:rsidRDefault="00A10B6F" w:rsidP="00A10B6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A10B6F">
        <w:rPr>
          <w:rFonts w:ascii="Arial" w:hAnsi="Arial" w:cs="Arial"/>
          <w:sz w:val="20"/>
          <w:szCs w:val="20"/>
        </w:rPr>
        <w:t>…………………………………….</w:t>
      </w:r>
    </w:p>
    <w:p w14:paraId="5E425F87" w14:textId="26D65E94" w:rsidR="00A10B6F" w:rsidRPr="00AD4BBC" w:rsidRDefault="00A10B6F" w:rsidP="00A10B6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A10B6F">
        <w:rPr>
          <w:rFonts w:ascii="Arial" w:hAnsi="Arial" w:cs="Arial"/>
          <w:sz w:val="20"/>
          <w:szCs w:val="20"/>
        </w:rPr>
        <w:t xml:space="preserve">…………………………………….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</w:t>
      </w:r>
      <w:r w:rsidR="00AD4BBC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</w:t>
      </w:r>
      <w:r w:rsidRPr="00A10B6F">
        <w:rPr>
          <w:rFonts w:ascii="Arial" w:hAnsi="Arial" w:cs="Arial"/>
          <w:sz w:val="20"/>
          <w:szCs w:val="20"/>
        </w:rPr>
        <w:t xml:space="preserve"> </w:t>
      </w:r>
      <w:r w:rsidRPr="00AD4BBC">
        <w:rPr>
          <w:rFonts w:ascii="Arial" w:hAnsi="Arial" w:cs="Arial"/>
          <w:sz w:val="16"/>
          <w:szCs w:val="16"/>
        </w:rPr>
        <w:t>(miejscowość, data)</w:t>
      </w:r>
    </w:p>
    <w:p w14:paraId="26925FE6" w14:textId="77777777" w:rsidR="00A10B6F" w:rsidRDefault="00A10B6F" w:rsidP="00A10B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571E576" w14:textId="351370B7" w:rsidR="00A10B6F" w:rsidRPr="00A10B6F" w:rsidRDefault="00A10B6F" w:rsidP="00A10B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10B6F">
        <w:rPr>
          <w:rFonts w:ascii="Arial" w:hAnsi="Arial" w:cs="Arial"/>
          <w:sz w:val="20"/>
          <w:szCs w:val="20"/>
        </w:rPr>
        <w:t xml:space="preserve">…………………………………….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</w:t>
      </w:r>
      <w:r w:rsidRPr="00A10B6F">
        <w:rPr>
          <w:rFonts w:ascii="Arial" w:hAnsi="Arial" w:cs="Arial"/>
          <w:sz w:val="20"/>
          <w:szCs w:val="20"/>
        </w:rPr>
        <w:t xml:space="preserve">  </w:t>
      </w:r>
    </w:p>
    <w:p w14:paraId="448F9212" w14:textId="77777777" w:rsidR="00A10B6F" w:rsidRPr="00A10B6F" w:rsidRDefault="00A10B6F" w:rsidP="00A10B6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7CD32F" w14:textId="3357A632" w:rsidR="00A10B6F" w:rsidRPr="00A10B6F" w:rsidRDefault="00A10B6F" w:rsidP="00A10B6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10B6F">
        <w:rPr>
          <w:rFonts w:ascii="Arial" w:hAnsi="Arial" w:cs="Arial"/>
          <w:sz w:val="20"/>
          <w:szCs w:val="20"/>
        </w:rPr>
        <w:t>…………………………………….</w:t>
      </w:r>
    </w:p>
    <w:p w14:paraId="08084820" w14:textId="246B1A5C" w:rsidR="00A10B6F" w:rsidRPr="00AD4BBC" w:rsidRDefault="00AD4BBC" w:rsidP="00A10B6F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A10B6F" w:rsidRPr="00A10B6F">
        <w:rPr>
          <w:rFonts w:ascii="Arial" w:hAnsi="Arial" w:cs="Arial"/>
          <w:sz w:val="20"/>
          <w:szCs w:val="20"/>
        </w:rPr>
        <w:t xml:space="preserve"> </w:t>
      </w:r>
      <w:r w:rsidR="00A10B6F" w:rsidRPr="00AD4BBC">
        <w:rPr>
          <w:rFonts w:ascii="Arial" w:hAnsi="Arial" w:cs="Arial"/>
          <w:sz w:val="16"/>
          <w:szCs w:val="16"/>
        </w:rPr>
        <w:t>(nazwa i adres wnioskodawcy)</w:t>
      </w:r>
    </w:p>
    <w:p w14:paraId="011398B8" w14:textId="77777777" w:rsidR="00A10B6F" w:rsidRPr="00A10B6F" w:rsidRDefault="00A10B6F" w:rsidP="00A10B6F">
      <w:pPr>
        <w:rPr>
          <w:rFonts w:ascii="Arial" w:hAnsi="Arial" w:cs="Arial"/>
        </w:rPr>
      </w:pPr>
    </w:p>
    <w:p w14:paraId="117690AE" w14:textId="69A61CFC" w:rsidR="008A7BE6" w:rsidRPr="00D42C65" w:rsidRDefault="00A10B6F" w:rsidP="008A7B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sz w:val="23"/>
          <w:szCs w:val="23"/>
          <w:lang w:eastAsia="pl-PL"/>
        </w:rPr>
      </w:pPr>
      <w:r w:rsidRPr="00D42C65">
        <w:rPr>
          <w:rFonts w:ascii="Arial" w:eastAsia="Times New Roman" w:hAnsi="Arial" w:cs="Arial"/>
          <w:b/>
          <w:iCs/>
          <w:sz w:val="23"/>
          <w:szCs w:val="23"/>
          <w:lang w:eastAsia="pl-PL"/>
        </w:rPr>
        <w:t>WNIOSEK</w:t>
      </w:r>
    </w:p>
    <w:p w14:paraId="7CE14A3C" w14:textId="77777777" w:rsidR="008A7BE6" w:rsidRPr="00D42C65" w:rsidRDefault="00A10B6F" w:rsidP="008A7BE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iCs/>
          <w:sz w:val="23"/>
          <w:szCs w:val="23"/>
          <w:lang w:eastAsia="pl-PL"/>
        </w:rPr>
      </w:pPr>
      <w:r w:rsidRPr="00D42C65">
        <w:rPr>
          <w:rFonts w:ascii="Arial" w:eastAsia="Times New Roman" w:hAnsi="Arial" w:cs="Arial"/>
          <w:b/>
          <w:iCs/>
          <w:sz w:val="23"/>
          <w:szCs w:val="23"/>
          <w:lang w:eastAsia="pl-PL"/>
        </w:rPr>
        <w:t>O REFUNDACJĘ KOSZTÓW WYPOSAŻENIA LUB DOPOSAŻENIA</w:t>
      </w:r>
      <w:r w:rsidR="008A7BE6" w:rsidRPr="00D42C65">
        <w:rPr>
          <w:rFonts w:ascii="Arial" w:eastAsia="Times New Roman" w:hAnsi="Arial" w:cs="Arial"/>
          <w:b/>
          <w:iCs/>
          <w:sz w:val="23"/>
          <w:szCs w:val="23"/>
          <w:lang w:eastAsia="pl-PL"/>
        </w:rPr>
        <w:t xml:space="preserve"> </w:t>
      </w:r>
      <w:r w:rsidRPr="00D42C65">
        <w:rPr>
          <w:rFonts w:ascii="Arial" w:eastAsia="Times New Roman" w:hAnsi="Arial" w:cs="Arial"/>
          <w:b/>
          <w:iCs/>
          <w:sz w:val="23"/>
          <w:szCs w:val="23"/>
          <w:lang w:eastAsia="pl-PL"/>
        </w:rPr>
        <w:t>STANOWISKA PRACY</w:t>
      </w:r>
      <w:r w:rsidRPr="00D42C65">
        <w:rPr>
          <w:rFonts w:ascii="Arial" w:eastAsia="Times New Roman" w:hAnsi="Arial" w:cs="Arial"/>
          <w:bCs/>
          <w:iCs/>
          <w:sz w:val="23"/>
          <w:szCs w:val="23"/>
          <w:lang w:eastAsia="pl-PL"/>
        </w:rPr>
        <w:t xml:space="preserve"> </w:t>
      </w:r>
    </w:p>
    <w:p w14:paraId="0E54358D" w14:textId="77777777" w:rsidR="008A7BE6" w:rsidRDefault="008A7BE6" w:rsidP="008A7BE6">
      <w:pPr>
        <w:autoSpaceDE w:val="0"/>
        <w:autoSpaceDN w:val="0"/>
        <w:spacing w:after="0" w:line="240" w:lineRule="auto"/>
        <w:ind w:hanging="14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A7BE6">
        <w:rPr>
          <w:rFonts w:ascii="Arial" w:eastAsia="Times New Roman" w:hAnsi="Arial" w:cs="Arial"/>
          <w:sz w:val="20"/>
          <w:szCs w:val="20"/>
          <w:lang w:eastAsia="pl-PL"/>
        </w:rPr>
        <w:t>(dla podmiotów prowadzących działalność gospodarczą, niepublicznych przedszkoli, niepublicznych szkół)</w:t>
      </w:r>
    </w:p>
    <w:p w14:paraId="75BEFCE3" w14:textId="77777777" w:rsidR="008A7BE6" w:rsidRDefault="008A7BE6" w:rsidP="008A7BE6">
      <w:pPr>
        <w:autoSpaceDE w:val="0"/>
        <w:autoSpaceDN w:val="0"/>
        <w:spacing w:after="0" w:line="240" w:lineRule="auto"/>
        <w:ind w:hanging="14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E3A416" w14:textId="77777777" w:rsidR="008A7BE6" w:rsidRDefault="008A7BE6" w:rsidP="008A7BE6">
      <w:pPr>
        <w:autoSpaceDE w:val="0"/>
        <w:autoSpaceDN w:val="0"/>
        <w:spacing w:after="0" w:line="240" w:lineRule="auto"/>
        <w:ind w:hanging="14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BE2887" w14:textId="77777777" w:rsidR="008A7BE6" w:rsidRPr="008A7BE6" w:rsidRDefault="008A7BE6" w:rsidP="008A7BE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A7BE6">
        <w:rPr>
          <w:rFonts w:ascii="Arial" w:eastAsia="Times New Roman" w:hAnsi="Arial" w:cs="Arial"/>
          <w:b/>
          <w:sz w:val="18"/>
          <w:szCs w:val="18"/>
          <w:lang w:eastAsia="pl-PL"/>
        </w:rPr>
        <w:t>Podstawa prawna:</w:t>
      </w:r>
    </w:p>
    <w:p w14:paraId="0625A461" w14:textId="661C79FA" w:rsidR="008A7BE6" w:rsidRPr="00D0244E" w:rsidRDefault="008A7BE6" w:rsidP="008A7BE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iCs/>
          <w:sz w:val="18"/>
          <w:szCs w:val="18"/>
          <w:lang w:eastAsia="pl-PL"/>
        </w:rPr>
      </w:pPr>
      <w:r w:rsidRPr="00D0244E">
        <w:rPr>
          <w:rFonts w:ascii="Arial" w:eastAsia="Times New Roman" w:hAnsi="Arial" w:cs="Arial"/>
          <w:iCs/>
          <w:sz w:val="18"/>
          <w:szCs w:val="18"/>
          <w:lang w:eastAsia="pl-PL"/>
        </w:rPr>
        <w:t>art. 46 ust.</w:t>
      </w:r>
      <w:r w:rsidR="002E7913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</w:t>
      </w:r>
      <w:r w:rsidRPr="00D0244E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ustawy z dnia 20 kwietnia 2004 r. o promocji zatrudnienia i instytucjach rynku pracy  </w:t>
      </w:r>
      <w:r w:rsidRPr="00D0244E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(</w:t>
      </w:r>
      <w:r w:rsidRPr="00D0244E">
        <w:rPr>
          <w:rFonts w:ascii="Arial" w:hAnsi="Arial" w:cs="Arial"/>
          <w:bCs/>
          <w:iCs/>
          <w:sz w:val="18"/>
          <w:szCs w:val="18"/>
        </w:rPr>
        <w:t>Dz. U. z 202</w:t>
      </w:r>
      <w:r w:rsidR="00A82F81">
        <w:rPr>
          <w:rFonts w:ascii="Arial" w:hAnsi="Arial" w:cs="Arial"/>
          <w:bCs/>
          <w:iCs/>
          <w:sz w:val="18"/>
          <w:szCs w:val="18"/>
        </w:rPr>
        <w:t>4</w:t>
      </w:r>
      <w:r w:rsidRPr="00D0244E">
        <w:rPr>
          <w:rFonts w:ascii="Arial" w:hAnsi="Arial" w:cs="Arial"/>
          <w:bCs/>
          <w:iCs/>
          <w:sz w:val="18"/>
          <w:szCs w:val="18"/>
        </w:rPr>
        <w:t>, poz.</w:t>
      </w:r>
      <w:r w:rsidR="00A82F81">
        <w:rPr>
          <w:rFonts w:ascii="Arial" w:hAnsi="Arial" w:cs="Arial"/>
          <w:bCs/>
          <w:iCs/>
          <w:sz w:val="18"/>
          <w:szCs w:val="18"/>
        </w:rPr>
        <w:t>475</w:t>
      </w:r>
      <w:r w:rsidR="00B56191">
        <w:rPr>
          <w:rFonts w:ascii="Arial" w:hAnsi="Arial" w:cs="Arial"/>
          <w:bCs/>
          <w:iCs/>
          <w:sz w:val="18"/>
          <w:szCs w:val="18"/>
        </w:rPr>
        <w:t xml:space="preserve"> </w:t>
      </w:r>
      <w:r w:rsidR="002E7913">
        <w:rPr>
          <w:rFonts w:ascii="Arial" w:hAnsi="Arial" w:cs="Arial"/>
          <w:bCs/>
          <w:iCs/>
          <w:sz w:val="18"/>
          <w:szCs w:val="18"/>
        </w:rPr>
        <w:br/>
      </w:r>
      <w:r w:rsidR="00B56191">
        <w:rPr>
          <w:rFonts w:ascii="Arial" w:hAnsi="Arial" w:cs="Arial"/>
          <w:bCs/>
          <w:iCs/>
          <w:sz w:val="18"/>
          <w:szCs w:val="18"/>
        </w:rPr>
        <w:t>ze zm.</w:t>
      </w:r>
      <w:r w:rsidRPr="00D0244E">
        <w:rPr>
          <w:rFonts w:ascii="Arial" w:hAnsi="Arial" w:cs="Arial"/>
          <w:bCs/>
          <w:iCs/>
          <w:sz w:val="18"/>
          <w:szCs w:val="18"/>
        </w:rPr>
        <w:t>),</w:t>
      </w:r>
    </w:p>
    <w:p w14:paraId="6D1FCED7" w14:textId="69AC617F" w:rsidR="008A7BE6" w:rsidRPr="005A7AC2" w:rsidRDefault="008A7BE6" w:rsidP="0025601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iCs/>
          <w:sz w:val="18"/>
          <w:szCs w:val="18"/>
          <w:lang w:eastAsia="pl-PL"/>
        </w:rPr>
      </w:pPr>
      <w:r w:rsidRPr="00D0244E">
        <w:rPr>
          <w:rFonts w:ascii="Arial" w:eastAsia="Times New Roman" w:hAnsi="Arial" w:cs="Arial"/>
          <w:iCs/>
          <w:sz w:val="18"/>
          <w:szCs w:val="18"/>
          <w:lang w:eastAsia="pl-PL"/>
        </w:rPr>
        <w:t>rozporządzeni</w:t>
      </w:r>
      <w:r w:rsidR="005A3E0A">
        <w:rPr>
          <w:rFonts w:ascii="Arial" w:eastAsia="Times New Roman" w:hAnsi="Arial" w:cs="Arial"/>
          <w:iCs/>
          <w:sz w:val="18"/>
          <w:szCs w:val="18"/>
          <w:lang w:eastAsia="pl-PL"/>
        </w:rPr>
        <w:t>e</w:t>
      </w:r>
      <w:r w:rsidRPr="00D0244E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Ministra Rodziny Pracy i Polityki Społecznej z dnia 14 lipca 2017 r. w sprawie dokonywania z Funduszu Pracy refundacji  kosztów wyposażenia lub doposażenia stanowiska pracy oraz przyznawania środków na podjęcie działalności gospodarczej (Dz. U. z 2022 r., poz. 243</w:t>
      </w:r>
      <w:r w:rsidR="00B56191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ze zm.</w:t>
      </w:r>
      <w:r w:rsidRPr="00D0244E">
        <w:rPr>
          <w:rFonts w:ascii="Arial" w:eastAsia="Times New Roman" w:hAnsi="Arial" w:cs="Arial"/>
          <w:iCs/>
          <w:sz w:val="18"/>
          <w:szCs w:val="18"/>
          <w:lang w:eastAsia="pl-PL"/>
        </w:rPr>
        <w:t>)</w:t>
      </w:r>
      <w:r w:rsidR="00553641" w:rsidRPr="00D0244E">
        <w:rPr>
          <w:rFonts w:ascii="Arial" w:eastAsia="Times New Roman" w:hAnsi="Arial" w:cs="Arial"/>
          <w:iCs/>
          <w:sz w:val="18"/>
          <w:szCs w:val="18"/>
          <w:lang w:eastAsia="pl-PL"/>
        </w:rPr>
        <w:t>,</w:t>
      </w:r>
    </w:p>
    <w:p w14:paraId="37A5968F" w14:textId="56340D14" w:rsidR="005A7AC2" w:rsidRPr="005A7AC2" w:rsidRDefault="005A7AC2" w:rsidP="005A7AC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iCs/>
          <w:sz w:val="18"/>
          <w:szCs w:val="18"/>
          <w:lang w:eastAsia="pl-PL"/>
        </w:rPr>
      </w:pPr>
      <w:r w:rsidRPr="00D0244E">
        <w:rPr>
          <w:rFonts w:ascii="Arial" w:hAnsi="Arial" w:cs="Arial"/>
          <w:sz w:val="18"/>
          <w:szCs w:val="18"/>
        </w:rPr>
        <w:t>rozporządzeni</w:t>
      </w:r>
      <w:r>
        <w:rPr>
          <w:rFonts w:ascii="Arial" w:hAnsi="Arial" w:cs="Arial"/>
          <w:sz w:val="18"/>
          <w:szCs w:val="18"/>
        </w:rPr>
        <w:t>e</w:t>
      </w:r>
      <w:r w:rsidRPr="00D0244E">
        <w:rPr>
          <w:rFonts w:ascii="Arial" w:hAnsi="Arial" w:cs="Arial"/>
          <w:sz w:val="18"/>
          <w:szCs w:val="18"/>
        </w:rPr>
        <w:t xml:space="preserve"> Komisji (UE) 2023/2831 z dnia 13 grudnia 2023 r. w sprawie stosowania art. 107 i 108 Traktatu</w:t>
      </w:r>
      <w:r>
        <w:rPr>
          <w:rFonts w:ascii="Arial" w:hAnsi="Arial" w:cs="Arial"/>
          <w:sz w:val="18"/>
          <w:szCs w:val="18"/>
        </w:rPr>
        <w:t xml:space="preserve">                                       </w:t>
      </w:r>
      <w:r w:rsidRPr="00D0244E">
        <w:rPr>
          <w:rFonts w:ascii="Arial" w:hAnsi="Arial" w:cs="Arial"/>
          <w:sz w:val="18"/>
          <w:szCs w:val="18"/>
        </w:rPr>
        <w:t xml:space="preserve"> o funkcjonowaniu Unii Europejskiej do pomocy de </w:t>
      </w:r>
      <w:proofErr w:type="spellStart"/>
      <w:r w:rsidRPr="00D0244E">
        <w:rPr>
          <w:rFonts w:ascii="Arial" w:hAnsi="Arial" w:cs="Arial"/>
          <w:sz w:val="18"/>
          <w:szCs w:val="18"/>
        </w:rPr>
        <w:t>minimis</w:t>
      </w:r>
      <w:proofErr w:type="spellEnd"/>
      <w:r w:rsidRPr="00D0244E">
        <w:rPr>
          <w:rFonts w:ascii="Arial" w:hAnsi="Arial" w:cs="Arial"/>
          <w:sz w:val="18"/>
          <w:szCs w:val="18"/>
        </w:rPr>
        <w:t xml:space="preserve"> (Dz. U. UE.L.2023.2831 z dnia 15.12.2023 r.)</w:t>
      </w:r>
      <w:r>
        <w:rPr>
          <w:rFonts w:ascii="Arial" w:hAnsi="Arial" w:cs="Arial"/>
          <w:sz w:val="18"/>
          <w:szCs w:val="18"/>
        </w:rPr>
        <w:t>.</w:t>
      </w:r>
    </w:p>
    <w:p w14:paraId="6AA35CBA" w14:textId="48D9A018" w:rsidR="008A7BE6" w:rsidRPr="004073A1" w:rsidRDefault="008A7BE6" w:rsidP="004073A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A7BE6">
        <w:rPr>
          <w:rFonts w:ascii="Arial" w:eastAsia="Times New Roman" w:hAnsi="Arial" w:cs="Arial"/>
          <w:sz w:val="18"/>
          <w:szCs w:val="18"/>
          <w:lang w:eastAsia="pl-PL"/>
        </w:rPr>
        <w:t>__________________________________________________________________________________________</w:t>
      </w:r>
    </w:p>
    <w:p w14:paraId="1B3F520E" w14:textId="525BB6A5" w:rsidR="008A7BE6" w:rsidRPr="004073A1" w:rsidRDefault="008A7BE6" w:rsidP="008A7B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4073A1">
        <w:rPr>
          <w:rFonts w:ascii="Arial" w:eastAsia="Times New Roman" w:hAnsi="Arial" w:cs="Arial"/>
          <w:b/>
          <w:sz w:val="18"/>
          <w:szCs w:val="18"/>
          <w:lang w:eastAsia="pl-PL"/>
        </w:rPr>
        <w:t>Uwaga:</w:t>
      </w:r>
    </w:p>
    <w:p w14:paraId="37F43572" w14:textId="77777777" w:rsidR="00553641" w:rsidRPr="004073A1" w:rsidRDefault="00553641" w:rsidP="008A7B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673B96A2" w14:textId="68F8F9AA" w:rsidR="008A7BE6" w:rsidRPr="004073A1" w:rsidRDefault="008A7BE6" w:rsidP="008A7BE6">
      <w:pPr>
        <w:numPr>
          <w:ilvl w:val="2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073A1">
        <w:rPr>
          <w:rFonts w:ascii="Arial" w:eastAsia="Times New Roman" w:hAnsi="Arial" w:cs="Arial"/>
          <w:sz w:val="18"/>
          <w:szCs w:val="18"/>
          <w:lang w:eastAsia="pl-PL"/>
        </w:rPr>
        <w:t xml:space="preserve">W celu właściwego wypełnienia wniosku </w:t>
      </w:r>
      <w:r w:rsidRPr="004073A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prosimy o zapoznanie się z </w:t>
      </w:r>
      <w:r w:rsidR="00D42C65" w:rsidRPr="004073A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Z</w:t>
      </w:r>
      <w:r w:rsidRPr="004073A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asadami dokonywania refundacji kosztów wyposażenia lub doposażenia stanowisk pracy</w:t>
      </w:r>
      <w:r w:rsidRPr="004073A1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hyperlink r:id="rId7" w:history="1">
        <w:r w:rsidRPr="004073A1">
          <w:rPr>
            <w:rFonts w:ascii="Arial" w:eastAsia="Times New Roman" w:hAnsi="Arial" w:cs="Arial"/>
            <w:b/>
            <w:i/>
            <w:iCs/>
            <w:sz w:val="18"/>
            <w:szCs w:val="18"/>
            <w:u w:val="single"/>
            <w:lang w:eastAsia="pl-PL"/>
          </w:rPr>
          <w:t>www.</w:t>
        </w:r>
        <w:r w:rsidRPr="004073A1">
          <w:rPr>
            <w:rFonts w:ascii="Arial" w:eastAsia="Times New Roman" w:hAnsi="Arial" w:cs="Arial"/>
            <w:b/>
            <w:i/>
            <w:iCs/>
            <w:sz w:val="18"/>
            <w:szCs w:val="18"/>
            <w:u w:val="single"/>
            <w:shd w:val="clear" w:color="auto" w:fill="FFFFFF"/>
            <w:lang w:eastAsia="pl-PL"/>
          </w:rPr>
          <w:t>leszno.praca.gov.pl</w:t>
        </w:r>
      </w:hyperlink>
    </w:p>
    <w:p w14:paraId="27863BA8" w14:textId="77777777" w:rsidR="004073A1" w:rsidRPr="005A7AC2" w:rsidRDefault="004073A1" w:rsidP="004073A1">
      <w:pPr>
        <w:spacing w:after="0" w:line="240" w:lineRule="auto"/>
        <w:ind w:left="426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p w14:paraId="757C7DD3" w14:textId="54D0FD92" w:rsidR="008A7BE6" w:rsidRPr="004073A1" w:rsidRDefault="008A7BE6" w:rsidP="008A7BE6">
      <w:pPr>
        <w:numPr>
          <w:ilvl w:val="2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073A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Wniosek </w:t>
      </w:r>
      <w:r w:rsidR="00CF7A0B" w:rsidRPr="004073A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należy wypełnić w sposób czytelny</w:t>
      </w:r>
      <w:r w:rsidR="00CF7A0B" w:rsidRPr="004073A1">
        <w:rPr>
          <w:rFonts w:ascii="Arial" w:eastAsia="Times New Roman" w:hAnsi="Arial" w:cs="Arial"/>
          <w:sz w:val="18"/>
          <w:szCs w:val="18"/>
          <w:lang w:eastAsia="pl-PL"/>
        </w:rPr>
        <w:t xml:space="preserve">, wpisując treść w każdym punkcie do tego celu wyznaczonym. Jeżeli poszczególne rubryki nie znajdą zastosowania, należy wpisać ,,nie dotyczy’’, ,,brak’’ lub ,,nie posiadam’’. </w:t>
      </w:r>
      <w:r w:rsidR="00CF7A0B" w:rsidRPr="004073A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Wszelkich poprawek należy dokonywać poprzez skreślenie i zaparafowanie.</w:t>
      </w:r>
      <w:r w:rsidR="00CF7A0B" w:rsidRPr="004073A1">
        <w:rPr>
          <w:rFonts w:ascii="Arial" w:eastAsia="Times New Roman" w:hAnsi="Arial" w:cs="Arial"/>
          <w:sz w:val="18"/>
          <w:szCs w:val="18"/>
          <w:lang w:eastAsia="pl-PL"/>
        </w:rPr>
        <w:t xml:space="preserve"> Nie należy modyfikować i usuwać elementów wniosku</w:t>
      </w:r>
    </w:p>
    <w:p w14:paraId="4074849C" w14:textId="77777777" w:rsidR="004073A1" w:rsidRPr="005A7AC2" w:rsidRDefault="004073A1" w:rsidP="004073A1">
      <w:pPr>
        <w:spacing w:after="0" w:line="240" w:lineRule="auto"/>
        <w:ind w:left="426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p w14:paraId="1DB3F271" w14:textId="7F9C6959" w:rsidR="00CF7A0B" w:rsidRPr="004073A1" w:rsidRDefault="00CF7A0B" w:rsidP="008A7BE6">
      <w:pPr>
        <w:numPr>
          <w:ilvl w:val="2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4073A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Wniosek może być uwzględniony, gdy jest kompletny i prawidłowo sporządzony</w:t>
      </w:r>
    </w:p>
    <w:p w14:paraId="76AF73EB" w14:textId="77777777" w:rsidR="004073A1" w:rsidRPr="005A7AC2" w:rsidRDefault="004073A1" w:rsidP="004073A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8"/>
          <w:szCs w:val="8"/>
          <w:lang w:eastAsia="pl-PL"/>
        </w:rPr>
      </w:pPr>
    </w:p>
    <w:p w14:paraId="3CEE0EE0" w14:textId="2E8268BB" w:rsidR="008A7BE6" w:rsidRPr="004073A1" w:rsidRDefault="008A7BE6" w:rsidP="008A7BE6">
      <w:pPr>
        <w:numPr>
          <w:ilvl w:val="2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073A1">
        <w:rPr>
          <w:rFonts w:ascii="Arial" w:eastAsia="Times New Roman" w:hAnsi="Arial" w:cs="Arial"/>
          <w:sz w:val="18"/>
          <w:szCs w:val="18"/>
          <w:lang w:eastAsia="pl-PL"/>
        </w:rPr>
        <w:t>Przedkładający niniejszy wniosek zapewnia udostępnienie przedstawicielom PUP dokumentacji przedsięwzięcia na każdym etapie działalności w okresie przed przyznaniem refundacji oraz w okresie trwania umowy</w:t>
      </w:r>
    </w:p>
    <w:p w14:paraId="70D18C45" w14:textId="77777777" w:rsidR="004073A1" w:rsidRPr="005A7AC2" w:rsidRDefault="004073A1" w:rsidP="004073A1">
      <w:pPr>
        <w:spacing w:after="0" w:line="240" w:lineRule="auto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p w14:paraId="68E7BA15" w14:textId="5BF888E7" w:rsidR="008A7BE6" w:rsidRPr="004073A1" w:rsidRDefault="008A7BE6" w:rsidP="00CF7A0B">
      <w:pPr>
        <w:numPr>
          <w:ilvl w:val="2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073A1">
        <w:rPr>
          <w:rFonts w:ascii="Arial" w:eastAsia="Times New Roman" w:hAnsi="Arial" w:cs="Arial"/>
          <w:sz w:val="18"/>
          <w:szCs w:val="18"/>
          <w:lang w:eastAsia="pl-PL"/>
        </w:rPr>
        <w:t>Korekta wniosku lub uzupełnienie złożonego wniosku o dokumenty mające wpływ na jego ocenę zarówno pod względem formalnym jak i merytorycznym skutkuje przesunięciem terminu rozpatrzenia wniosku</w:t>
      </w:r>
    </w:p>
    <w:p w14:paraId="297D6E13" w14:textId="77777777" w:rsidR="004073A1" w:rsidRPr="005A7AC2" w:rsidRDefault="004073A1" w:rsidP="004073A1">
      <w:pPr>
        <w:spacing w:after="0" w:line="240" w:lineRule="auto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p w14:paraId="238D3779" w14:textId="34BA0D5D" w:rsidR="005A7AC2" w:rsidRDefault="008A7BE6" w:rsidP="005A7AC2">
      <w:pPr>
        <w:numPr>
          <w:ilvl w:val="2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073A1">
        <w:rPr>
          <w:rFonts w:ascii="Arial" w:eastAsia="Times New Roman" w:hAnsi="Arial" w:cs="Arial"/>
          <w:sz w:val="18"/>
          <w:szCs w:val="18"/>
          <w:lang w:eastAsia="pl-PL"/>
        </w:rPr>
        <w:t>Złożony wniosek nie podlega zwrotowi</w:t>
      </w:r>
    </w:p>
    <w:p w14:paraId="5F2887A4" w14:textId="77777777" w:rsidR="000E3321" w:rsidRPr="000E3321" w:rsidRDefault="000E3321" w:rsidP="000E3321">
      <w:pPr>
        <w:spacing w:after="0" w:line="240" w:lineRule="auto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p w14:paraId="0CA8E51E" w14:textId="77777777" w:rsidR="008A7BE6" w:rsidRPr="005A7AC2" w:rsidRDefault="008A7BE6" w:rsidP="005A7AC2">
      <w:pPr>
        <w:numPr>
          <w:ilvl w:val="2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A7AC2">
        <w:rPr>
          <w:rFonts w:ascii="Arial" w:eastAsia="Times New Roman" w:hAnsi="Arial" w:cs="Arial"/>
          <w:sz w:val="18"/>
          <w:szCs w:val="18"/>
          <w:lang w:eastAsia="pl-PL"/>
        </w:rPr>
        <w:t xml:space="preserve">Sam fakt złożenia wniosku nie gwarantuje otrzymania refundacji kosztów wyposażenia lub doposażenia stanowiska pracy </w:t>
      </w:r>
    </w:p>
    <w:p w14:paraId="788E948C" w14:textId="77777777" w:rsidR="004073A1" w:rsidRPr="005A7AC2" w:rsidRDefault="004073A1" w:rsidP="004073A1">
      <w:pPr>
        <w:spacing w:after="0" w:line="240" w:lineRule="auto"/>
        <w:jc w:val="both"/>
        <w:rPr>
          <w:rFonts w:ascii="Arial" w:eastAsia="Times New Roman" w:hAnsi="Arial" w:cs="Arial"/>
          <w:strike/>
          <w:sz w:val="8"/>
          <w:szCs w:val="8"/>
          <w:lang w:eastAsia="pl-PL"/>
        </w:rPr>
      </w:pPr>
    </w:p>
    <w:p w14:paraId="79849647" w14:textId="01090716" w:rsidR="008A7BE6" w:rsidRPr="004073A1" w:rsidRDefault="008A7BE6" w:rsidP="008A7BE6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425" w:hanging="35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4073A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Refundacja jest wypłacana po zawarciu umowy </w:t>
      </w:r>
      <w:r w:rsidR="00D42C65" w:rsidRPr="004073A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oraz po przedłożeniu</w:t>
      </w:r>
      <w:r w:rsidR="00D42C65" w:rsidRPr="004073A1">
        <w:rPr>
          <w:rFonts w:ascii="Arial" w:eastAsia="Times New Roman" w:hAnsi="Arial" w:cs="Arial"/>
          <w:sz w:val="18"/>
          <w:szCs w:val="18"/>
          <w:lang w:eastAsia="pl-PL"/>
        </w:rPr>
        <w:t xml:space="preserve"> przez podmiot prowadzący działalność gospodarczą (niepubliczne przedszkole lub niepubliczną szkołę) </w:t>
      </w:r>
      <w:r w:rsidR="00D42C65" w:rsidRPr="004073A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rozliczenia wraz z udokumentowaniem poniesionych kosztów </w:t>
      </w:r>
      <w:r w:rsidR="00D42C65" w:rsidRPr="004073A1">
        <w:rPr>
          <w:rFonts w:ascii="Arial" w:eastAsia="Times New Roman" w:hAnsi="Arial" w:cs="Arial"/>
          <w:sz w:val="18"/>
          <w:szCs w:val="18"/>
          <w:lang w:eastAsia="pl-PL"/>
        </w:rPr>
        <w:t xml:space="preserve">związanych z wyposażonym lub doposażonym stanowiskiem pracy </w:t>
      </w:r>
      <w:r w:rsidR="00D42C65" w:rsidRPr="004073A1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oraz po zatrudnieniu na tym stanowisku skierowanego bezrobotnego</w:t>
      </w:r>
      <w:r w:rsidR="00D42C65" w:rsidRPr="004073A1">
        <w:rPr>
          <w:rFonts w:ascii="Arial" w:eastAsia="Times New Roman" w:hAnsi="Arial" w:cs="Arial"/>
          <w:sz w:val="18"/>
          <w:szCs w:val="18"/>
          <w:lang w:eastAsia="pl-PL"/>
        </w:rPr>
        <w:t xml:space="preserve"> lub skierowanego opiekuna i spełnieniu innych warunków określonych w zawartej umowie (</w:t>
      </w:r>
      <w:r w:rsidRPr="004073A1">
        <w:rPr>
          <w:rFonts w:ascii="Arial" w:eastAsia="Times New Roman" w:hAnsi="Arial" w:cs="Arial"/>
          <w:sz w:val="18"/>
          <w:szCs w:val="18"/>
          <w:lang w:eastAsia="pl-PL"/>
        </w:rPr>
        <w:t>zgodnie z § 4 rozporządzenia  Ministra Rodziny Pracy i Polityki Społecznej z dnia 14 lipca 2017 r. w sprawie dokonywania z Funduszu Pracy refundacji kosztów wyposażenia lub doposażenia stanowiska pracy oraz przyznawania środków na podjęcie działalności gospodarczej (Dz. U. z 2022 r., poz. 243</w:t>
      </w:r>
      <w:r w:rsidR="00D42C65" w:rsidRPr="004073A1">
        <w:rPr>
          <w:rFonts w:ascii="Arial" w:eastAsia="Times New Roman" w:hAnsi="Arial" w:cs="Arial"/>
          <w:sz w:val="18"/>
          <w:szCs w:val="18"/>
          <w:lang w:eastAsia="pl-PL"/>
        </w:rPr>
        <w:t xml:space="preserve"> ze zm.</w:t>
      </w:r>
      <w:r w:rsidRPr="004073A1">
        <w:rPr>
          <w:rFonts w:ascii="Arial" w:eastAsia="Times New Roman" w:hAnsi="Arial" w:cs="Arial"/>
          <w:sz w:val="18"/>
          <w:szCs w:val="18"/>
          <w:lang w:eastAsia="pl-PL"/>
        </w:rPr>
        <w:t xml:space="preserve">) </w:t>
      </w:r>
    </w:p>
    <w:p w14:paraId="6B997009" w14:textId="77777777" w:rsidR="008A7BE6" w:rsidRPr="008A7BE6" w:rsidRDefault="008A7BE6" w:rsidP="00553641">
      <w:pPr>
        <w:autoSpaceDE w:val="0"/>
        <w:autoSpaceDN w:val="0"/>
        <w:spacing w:after="0" w:line="240" w:lineRule="auto"/>
        <w:ind w:hanging="14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34"/>
      </w:tblGrid>
      <w:tr w:rsidR="004073A1" w14:paraId="0288AA91" w14:textId="77777777">
        <w:trPr>
          <w:trHeight w:val="834"/>
        </w:trPr>
        <w:tc>
          <w:tcPr>
            <w:tcW w:w="9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50EC5D" w14:textId="77777777" w:rsidR="004073A1" w:rsidRDefault="004073A1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WNIOSEK NIEUZUPEŁNIONY W WYZNACZONYM TERMINIE SKUTKUJE POZOSTAWIENIEM GO BEZ ROZPATRZENIA !</w:t>
            </w:r>
          </w:p>
        </w:tc>
      </w:tr>
    </w:tbl>
    <w:p w14:paraId="23F1FFFC" w14:textId="77777777" w:rsidR="00D42C65" w:rsidRPr="007D3A90" w:rsidRDefault="00D42C65" w:rsidP="00E8647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CBC27F" w14:textId="5DCF7915" w:rsidR="00233F27" w:rsidRDefault="00233F2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90ABD">
        <w:rPr>
          <w:rFonts w:ascii="Arial" w:hAnsi="Arial" w:cs="Arial"/>
          <w:b/>
          <w:bCs/>
          <w:sz w:val="20"/>
          <w:szCs w:val="20"/>
        </w:rPr>
        <w:lastRenderedPageBreak/>
        <w:t>DANE DOTYCZĄCE WNIOSKODAWCY</w:t>
      </w:r>
      <w:r w:rsidRPr="00F90ABD">
        <w:rPr>
          <w:rFonts w:ascii="Arial" w:hAnsi="Arial" w:cs="Arial"/>
          <w:sz w:val="20"/>
          <w:szCs w:val="20"/>
        </w:rPr>
        <w:t xml:space="preserve"> (</w:t>
      </w:r>
      <w:r w:rsidR="00115B19">
        <w:rPr>
          <w:rFonts w:ascii="Arial" w:hAnsi="Arial" w:cs="Arial"/>
          <w:sz w:val="20"/>
          <w:szCs w:val="20"/>
        </w:rPr>
        <w:t>odpowiednie podkreślić)</w:t>
      </w:r>
    </w:p>
    <w:p w14:paraId="6A9ED5CA" w14:textId="076513BA" w:rsidR="00115B19" w:rsidRDefault="00115B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prowadzący działalność gospodarczą</w:t>
      </w:r>
    </w:p>
    <w:p w14:paraId="7A302AB9" w14:textId="376FF164" w:rsidR="00115B19" w:rsidRDefault="00115B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szkoła</w:t>
      </w:r>
    </w:p>
    <w:p w14:paraId="60B91140" w14:textId="5C8C58D3" w:rsidR="00115B19" w:rsidRDefault="00115B1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przedszkole </w:t>
      </w:r>
    </w:p>
    <w:p w14:paraId="2FF17467" w14:textId="77777777" w:rsidR="00233F27" w:rsidRDefault="00233F27" w:rsidP="00233F27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5D0B6D68" w14:textId="00A7B3CD" w:rsidR="00233F27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</w:t>
      </w:r>
      <w:r w:rsidR="00C349B0">
        <w:rPr>
          <w:rFonts w:ascii="Arial" w:hAnsi="Arial" w:cs="Arial"/>
          <w:sz w:val="20"/>
          <w:szCs w:val="20"/>
        </w:rPr>
        <w:t xml:space="preserve">lub </w:t>
      </w:r>
      <w:r>
        <w:rPr>
          <w:rFonts w:ascii="Arial" w:hAnsi="Arial" w:cs="Arial"/>
          <w:sz w:val="20"/>
          <w:szCs w:val="20"/>
        </w:rPr>
        <w:t>imię i nazwisko w przypadku osoby fizycznej</w:t>
      </w:r>
    </w:p>
    <w:p w14:paraId="1A710E64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7E41E379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40C08E4C" w14:textId="77777777" w:rsidR="00233F27" w:rsidRPr="003E16DC" w:rsidRDefault="00233F27" w:rsidP="00233F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1FBE78" w14:textId="77777777" w:rsidR="00233F27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siedziby wnioskodawcy</w:t>
      </w:r>
    </w:p>
    <w:p w14:paraId="7ADAD8A8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38B6A7C8" w14:textId="77777777" w:rsidR="00233F27" w:rsidRPr="003E16DC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24F7C25" w14:textId="77777777" w:rsidR="00233F27" w:rsidRDefault="00233F27" w:rsidP="00233F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5A8523" w14:textId="77777777" w:rsidR="00233F27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miejsca zamieszkania wnioskodawcy (w przypadku osoby fizycznej)</w:t>
      </w:r>
    </w:p>
    <w:p w14:paraId="01B26690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3415436F" w14:textId="77777777" w:rsidR="00233F27" w:rsidRPr="003E16DC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  <w:bookmarkStart w:id="0" w:name="_Hlk154738780"/>
    </w:p>
    <w:bookmarkEnd w:id="0"/>
    <w:p w14:paraId="2EC8B7BE" w14:textId="77777777" w:rsidR="00233F27" w:rsidRDefault="00233F27" w:rsidP="00233F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3DCA44" w14:textId="77777777" w:rsidR="00233F27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PESEL w przypadku osoby fizycznej (jeżeli został nadany)</w:t>
      </w:r>
    </w:p>
    <w:p w14:paraId="0E856F2B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30067DA5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040EDF30" w14:textId="77777777" w:rsidR="00233F27" w:rsidRDefault="00233F27" w:rsidP="00233F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02ECDB" w14:textId="77777777" w:rsidR="00115B19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Oznaczenie formy prawnej prowadzonej działalności</w:t>
      </w:r>
      <w:r w:rsidR="00115B19">
        <w:rPr>
          <w:rFonts w:ascii="Arial" w:hAnsi="Arial" w:cs="Arial"/>
          <w:sz w:val="20"/>
          <w:szCs w:val="20"/>
        </w:rPr>
        <w:t xml:space="preserve"> (odpowiednie podkreślić)</w:t>
      </w:r>
    </w:p>
    <w:p w14:paraId="3D22ED9F" w14:textId="7364CCC2" w:rsidR="00115B19" w:rsidRDefault="00115B1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spółka z o. o. </w:t>
      </w:r>
    </w:p>
    <w:p w14:paraId="7171143B" w14:textId="15C8BCA8" w:rsidR="00115B19" w:rsidRDefault="00115B1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spółka jawna</w:t>
      </w:r>
    </w:p>
    <w:p w14:paraId="1361E6D6" w14:textId="0FDCBA92" w:rsidR="00115B19" w:rsidRDefault="00115B1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spółka cywilna</w:t>
      </w:r>
    </w:p>
    <w:p w14:paraId="2BBD840B" w14:textId="0727224C" w:rsidR="00115B19" w:rsidRDefault="00115B1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prowadząca działalność gospodarczą</w:t>
      </w:r>
    </w:p>
    <w:p w14:paraId="63D22466" w14:textId="19DF1CAB" w:rsidR="00115B19" w:rsidRDefault="00115B1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niepubliczne przedszkole lub niepubliczna szkoła</w:t>
      </w:r>
    </w:p>
    <w:p w14:paraId="66C6DA65" w14:textId="5DD62DD1" w:rsidR="00115B19" w:rsidRDefault="0045638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 ……………………………………………………………………………………………………...</w:t>
      </w:r>
    </w:p>
    <w:p w14:paraId="7B18D74C" w14:textId="77777777" w:rsidR="00233F27" w:rsidRDefault="00233F27" w:rsidP="00233F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179766" w14:textId="77777777" w:rsidR="00115B19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Wielkość wnioskodawcy</w:t>
      </w:r>
      <w:r w:rsidR="00115B19">
        <w:rPr>
          <w:rFonts w:ascii="Arial" w:hAnsi="Arial" w:cs="Arial"/>
          <w:sz w:val="20"/>
          <w:szCs w:val="20"/>
        </w:rPr>
        <w:t xml:space="preserve"> (odpowiednie podkreślić)</w:t>
      </w:r>
    </w:p>
    <w:p w14:paraId="03E15ACB" w14:textId="6DD8ED3F" w:rsidR="00115B19" w:rsidRDefault="001509E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mikroprzedsiębiorca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14:paraId="2D4C9410" w14:textId="05646382" w:rsidR="001509E4" w:rsidRDefault="001509E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mały przedsiębiorca</w:t>
      </w:r>
    </w:p>
    <w:p w14:paraId="749D84A7" w14:textId="47F36785" w:rsidR="001509E4" w:rsidRDefault="001509E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średni przedsiębiorca</w:t>
      </w:r>
    </w:p>
    <w:p w14:paraId="5334041D" w14:textId="77A0809B" w:rsidR="001509E4" w:rsidRDefault="001509E4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inny przedsiębiorca</w:t>
      </w:r>
    </w:p>
    <w:p w14:paraId="2992DA83" w14:textId="77777777" w:rsidR="00233F27" w:rsidRDefault="00233F27" w:rsidP="00233F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D59DB3" w14:textId="77777777" w:rsidR="00233F27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identyfikacji podatkowej NIP …………………………………………………………………………..</w:t>
      </w:r>
    </w:p>
    <w:p w14:paraId="7B0F81CA" w14:textId="77777777" w:rsidR="00233F27" w:rsidRDefault="00233F27" w:rsidP="00233F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F31135" w14:textId="77777777" w:rsidR="00233F27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identyfikacyjny w krajowym rejestrze urzędowym podmiotów gospodarki narodowej REGON</w:t>
      </w:r>
    </w:p>
    <w:p w14:paraId="256C4D92" w14:textId="77777777" w:rsidR="007D3A90" w:rsidRPr="007D3A90" w:rsidRDefault="007D3A90" w:rsidP="007D3A9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E7DB2C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(jeżeli został nadany) ……………………………………………………………………………………………</w:t>
      </w:r>
    </w:p>
    <w:p w14:paraId="60CFF44F" w14:textId="77777777" w:rsidR="00233F27" w:rsidRDefault="00233F27" w:rsidP="00233F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DC65EC" w14:textId="77777777" w:rsidR="00233F27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rozpoczęcia działalności gospodarczej …………………………………………………………………</w:t>
      </w:r>
    </w:p>
    <w:p w14:paraId="363EE5CD" w14:textId="77777777" w:rsidR="00233F27" w:rsidRDefault="00233F27" w:rsidP="00233F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02C5DC" w14:textId="77777777" w:rsidR="00233F27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Symbol podklasy rodzaju prowadzonej działalności gospodarczej określony zgodnie z Polską Klasyfikacją Działalności</w:t>
      </w:r>
    </w:p>
    <w:p w14:paraId="536D6156" w14:textId="77777777" w:rsidR="00233F27" w:rsidRPr="00225F09" w:rsidRDefault="00233F27" w:rsidP="00233F27">
      <w:pPr>
        <w:pStyle w:val="Akapitzlist"/>
        <w:rPr>
          <w:rFonts w:ascii="Arial" w:hAnsi="Arial" w:cs="Arial"/>
          <w:sz w:val="20"/>
          <w:szCs w:val="20"/>
        </w:rPr>
      </w:pPr>
    </w:p>
    <w:p w14:paraId="263C06F9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 działalności: ………………………………………………………………………………………………</w:t>
      </w:r>
    </w:p>
    <w:p w14:paraId="67E4330E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symbol PKD: ……………………………………………………………………………………………………..</w:t>
      </w:r>
    </w:p>
    <w:p w14:paraId="3F5F33E5" w14:textId="77777777" w:rsidR="001509E4" w:rsidRDefault="001509E4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1B96D263" w14:textId="47759F35" w:rsidR="00E86477" w:rsidRDefault="001509E4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symbol </w:t>
      </w:r>
      <w:r w:rsidR="00E86477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i</w:t>
      </w:r>
      <w:r w:rsidR="00E864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E864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rodzaj </w:t>
      </w:r>
      <w:r w:rsidR="00E86477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PKD</w:t>
      </w:r>
      <w:r w:rsidR="00E864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E864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wykonywanej </w:t>
      </w:r>
      <w:r w:rsidR="00E86477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działalności</w:t>
      </w:r>
      <w:r w:rsidR="00E864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E864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gospodarczej</w:t>
      </w:r>
      <w:r w:rsidR="00E86477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związanej</w:t>
      </w:r>
      <w:r w:rsidR="00E86477">
        <w:rPr>
          <w:rFonts w:ascii="Arial" w:hAnsi="Arial" w:cs="Arial"/>
          <w:sz w:val="20"/>
          <w:szCs w:val="20"/>
        </w:rPr>
        <w:t xml:space="preserve">   z   wnioskowanym </w:t>
      </w:r>
    </w:p>
    <w:p w14:paraId="120FD90E" w14:textId="0411D325" w:rsidR="001509E4" w:rsidRDefault="00E8647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wyposażeniem stanowiska pracy ………………………………………………………………………………</w:t>
      </w:r>
    </w:p>
    <w:p w14:paraId="38878D8F" w14:textId="77777777" w:rsidR="00233F27" w:rsidRDefault="00233F27" w:rsidP="00233F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4E68E3" w14:textId="1E1878CB" w:rsidR="00233F27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i stawka opodatkowania (</w:t>
      </w:r>
      <w:r w:rsidR="00E86477">
        <w:rPr>
          <w:rFonts w:ascii="Arial" w:hAnsi="Arial" w:cs="Arial"/>
          <w:sz w:val="20"/>
          <w:szCs w:val="20"/>
        </w:rPr>
        <w:t>odpowiednie podkreślić</w:t>
      </w:r>
      <w:r>
        <w:rPr>
          <w:rFonts w:ascii="Arial" w:hAnsi="Arial" w:cs="Arial"/>
          <w:sz w:val="20"/>
          <w:szCs w:val="20"/>
        </w:rPr>
        <w:t>)</w:t>
      </w:r>
    </w:p>
    <w:p w14:paraId="18215B8D" w14:textId="6CFAE018" w:rsidR="00E86477" w:rsidRDefault="00E8647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karta podatkowa</w:t>
      </w:r>
    </w:p>
    <w:p w14:paraId="72B1E766" w14:textId="4B448AE6" w:rsidR="00E86477" w:rsidRDefault="00E8647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księga przychodów i rozchodów</w:t>
      </w:r>
    </w:p>
    <w:p w14:paraId="60C61CDF" w14:textId="28558EC4" w:rsidR="00E86477" w:rsidRDefault="00E8647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pełna księgowość</w:t>
      </w:r>
    </w:p>
    <w:p w14:paraId="072071A7" w14:textId="3447CF0A" w:rsidR="00E86477" w:rsidRDefault="00E8647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ryczałt od przychodów ewidencjonowanych</w:t>
      </w:r>
    </w:p>
    <w:p w14:paraId="4F9699A8" w14:textId="69A6EC0E" w:rsidR="00233F27" w:rsidRDefault="00E8647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 ……………………………………………………………………………………………………...</w:t>
      </w:r>
    </w:p>
    <w:p w14:paraId="3AC87CFD" w14:textId="77777777" w:rsidR="005A7AC2" w:rsidRDefault="005A7AC2" w:rsidP="005A7AC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B0AE63" w14:textId="77777777" w:rsidR="005A7AC2" w:rsidRPr="005A7AC2" w:rsidRDefault="005A7AC2" w:rsidP="005A7AC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9199B2" w14:textId="77777777" w:rsidR="00233F27" w:rsidRDefault="00233F2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Imiona i nazwiska oraz stanowiska służbowe osób uprawnionych do reprezentowania wnioskodawcy:</w:t>
      </w:r>
    </w:p>
    <w:p w14:paraId="6FC22F6E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07A29323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 ………………………………………… stanowisko …………………………………………</w:t>
      </w:r>
    </w:p>
    <w:p w14:paraId="7C18787D" w14:textId="77777777" w:rsidR="007D3A90" w:rsidRPr="003E16DC" w:rsidRDefault="007D3A90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02F36914" w14:textId="77777777" w:rsidR="00233F27" w:rsidRPr="003E16DC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 ………………………………………… stanowisko …………………………………………</w:t>
      </w:r>
    </w:p>
    <w:p w14:paraId="4F967539" w14:textId="77777777" w:rsidR="0045638C" w:rsidRPr="0045638C" w:rsidRDefault="0045638C" w:rsidP="0045638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A457F6" w14:textId="299DEDA8" w:rsidR="00233F27" w:rsidRPr="00233F27" w:rsidRDefault="00233F2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233F27">
        <w:rPr>
          <w:rFonts w:ascii="Arial" w:hAnsi="Arial" w:cs="Arial"/>
          <w:b/>
          <w:bCs/>
          <w:sz w:val="20"/>
          <w:szCs w:val="20"/>
        </w:rPr>
        <w:t>DODATKOWE DANE DOTYCZĄCE WNIOSKODAWCY</w:t>
      </w:r>
    </w:p>
    <w:p w14:paraId="0FD6FB41" w14:textId="77777777" w:rsidR="00233F27" w:rsidRDefault="00233F27" w:rsidP="00233F27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456A5CB7" w14:textId="53E04E1D" w:rsidR="00233F27" w:rsidRDefault="00233F2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Krótki opis prowadzonej działalności gospodarczej</w:t>
      </w:r>
    </w:p>
    <w:p w14:paraId="25FDAB17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260A2DE7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76B8AE78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6931B414" w14:textId="77777777" w:rsidR="00233F27" w:rsidRDefault="00233F27" w:rsidP="00233F27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6470D2C0" w14:textId="77777777" w:rsidR="00233F27" w:rsidRDefault="00233F27" w:rsidP="00233F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7B8865" w14:textId="6C07C55F" w:rsidR="00233F27" w:rsidRDefault="00233F27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Dotychczasowa współpraca</w:t>
      </w:r>
      <w:r w:rsidR="0066525A">
        <w:rPr>
          <w:rFonts w:ascii="Arial" w:hAnsi="Arial" w:cs="Arial"/>
          <w:sz w:val="20"/>
          <w:szCs w:val="20"/>
        </w:rPr>
        <w:t xml:space="preserve"> z Urzędem Pracy (korzystanie z aktywnych form przeciwdziałaniu bezrobociu) </w:t>
      </w:r>
    </w:p>
    <w:p w14:paraId="03C58DC1" w14:textId="77777777" w:rsidR="0066525A" w:rsidRDefault="0066525A" w:rsidP="0066525A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26A13217" w14:textId="7CC8701B" w:rsidR="0066525A" w:rsidRDefault="0066525A" w:rsidP="0066525A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78F494D7" w14:textId="77777777" w:rsidR="0066525A" w:rsidRDefault="0066525A" w:rsidP="0066525A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25E5D73D" w14:textId="7D7F09EF" w:rsidR="0066525A" w:rsidRDefault="0066525A" w:rsidP="0066525A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1224086C" w14:textId="77777777" w:rsidR="0066525A" w:rsidRDefault="0066525A" w:rsidP="006652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B90B6C" w14:textId="01F3ACE9" w:rsidR="0066525A" w:rsidRDefault="0066525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Liczba zatrudnionych w przeliczeniu na pełny wymiar czasu pracy pracowników w dniu złożenia wniosku wynosi: (nie należy uwzględniać osób zatrudnionych na umowę zlecenia, umowę o dzieło, w celu przygotowania zawodowego młodocianych)</w:t>
      </w:r>
    </w:p>
    <w:p w14:paraId="304B092F" w14:textId="77777777" w:rsidR="0066525A" w:rsidRDefault="0066525A" w:rsidP="0066525A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045BE998" w14:textId="77777777" w:rsidR="0066525A" w:rsidRDefault="0066525A" w:rsidP="0066525A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59C717F9" w14:textId="77777777" w:rsidR="0066525A" w:rsidRDefault="0066525A" w:rsidP="0066525A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59ABFD74" w14:textId="4495BA69" w:rsidR="0066525A" w:rsidRPr="0066525A" w:rsidRDefault="0066525A" w:rsidP="0066525A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 w:rsidRPr="0066525A">
        <w:rPr>
          <w:rFonts w:ascii="Arial" w:hAnsi="Arial" w:cs="Arial"/>
          <w:b/>
          <w:bCs/>
          <w:sz w:val="20"/>
          <w:szCs w:val="20"/>
        </w:rPr>
        <w:t>Liczba pracowników w okresie ostatnich 6 miesięcy przed złożeniem wniosku:</w:t>
      </w:r>
    </w:p>
    <w:p w14:paraId="008B9EE6" w14:textId="77777777" w:rsidR="0066525A" w:rsidRDefault="0066525A" w:rsidP="006652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8872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1134"/>
        <w:gridCol w:w="1134"/>
        <w:gridCol w:w="1134"/>
        <w:gridCol w:w="1276"/>
        <w:gridCol w:w="1276"/>
        <w:gridCol w:w="1134"/>
      </w:tblGrid>
      <w:tr w:rsidR="0066525A" w:rsidRPr="00480E80" w14:paraId="5E3EBE75" w14:textId="77777777" w:rsidTr="000A3C7A">
        <w:tc>
          <w:tcPr>
            <w:tcW w:w="1784" w:type="dxa"/>
            <w:shd w:val="clear" w:color="auto" w:fill="D9D9D9" w:themeFill="background1" w:themeFillShade="D9"/>
            <w:vAlign w:val="center"/>
          </w:tcPr>
          <w:p w14:paraId="299FB4F4" w14:textId="61D9B0A7" w:rsidR="0066525A" w:rsidRPr="0066525A" w:rsidRDefault="00F951AE">
            <w:pPr>
              <w:tabs>
                <w:tab w:val="left" w:pos="9000"/>
              </w:tabs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M</w:t>
            </w:r>
            <w:r w:rsidR="0066525A" w:rsidRPr="006652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iesiąc/rok</w:t>
            </w:r>
          </w:p>
        </w:tc>
        <w:tc>
          <w:tcPr>
            <w:tcW w:w="1134" w:type="dxa"/>
          </w:tcPr>
          <w:p w14:paraId="6EEDC57C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2BE25E0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3BFD7B8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1C3836A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4953D9E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C69B482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6525A" w:rsidRPr="00480E80" w14:paraId="19DA73C8" w14:textId="77777777" w:rsidTr="000A3C7A">
        <w:tc>
          <w:tcPr>
            <w:tcW w:w="1784" w:type="dxa"/>
            <w:shd w:val="clear" w:color="auto" w:fill="D9D9D9" w:themeFill="background1" w:themeFillShade="D9"/>
            <w:vAlign w:val="center"/>
          </w:tcPr>
          <w:p w14:paraId="281D898A" w14:textId="75BDF1B3" w:rsidR="0066525A" w:rsidRPr="0066525A" w:rsidRDefault="00F951AE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</w:t>
            </w:r>
            <w:r w:rsidR="0066525A" w:rsidRPr="006652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tan zatrudnienia</w:t>
            </w:r>
          </w:p>
          <w:p w14:paraId="1032305A" w14:textId="77777777" w:rsidR="0066525A" w:rsidRPr="0066525A" w:rsidRDefault="0066525A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6652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na koniec miesiąca</w:t>
            </w:r>
          </w:p>
        </w:tc>
        <w:tc>
          <w:tcPr>
            <w:tcW w:w="1134" w:type="dxa"/>
          </w:tcPr>
          <w:p w14:paraId="7075AF87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DDBCF24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4A69715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5FED5F9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C638707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13FDBA7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6525A" w:rsidRPr="00480E80" w14:paraId="6C778F3B" w14:textId="77777777" w:rsidTr="000A3C7A">
        <w:tc>
          <w:tcPr>
            <w:tcW w:w="1784" w:type="dxa"/>
            <w:shd w:val="clear" w:color="auto" w:fill="D9D9D9" w:themeFill="background1" w:themeFillShade="D9"/>
            <w:vAlign w:val="center"/>
          </w:tcPr>
          <w:p w14:paraId="6C987886" w14:textId="5E8F81F0" w:rsidR="0066525A" w:rsidRPr="0066525A" w:rsidRDefault="00F951AE">
            <w:pPr>
              <w:tabs>
                <w:tab w:val="left" w:pos="9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</w:t>
            </w:r>
            <w:r w:rsidR="0066525A" w:rsidRPr="0066525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przeliczeniu na pełen etat</w:t>
            </w:r>
          </w:p>
        </w:tc>
        <w:tc>
          <w:tcPr>
            <w:tcW w:w="1134" w:type="dxa"/>
          </w:tcPr>
          <w:p w14:paraId="3054A7B7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AB2D4D9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799C599A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E2661CD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182F53A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806805F" w14:textId="77777777" w:rsidR="0066525A" w:rsidRPr="00480E80" w:rsidRDefault="0066525A">
            <w:pPr>
              <w:tabs>
                <w:tab w:val="left" w:pos="900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074EE" w14:textId="5BF176F6" w:rsidR="0066525A" w:rsidRPr="0066525A" w:rsidRDefault="0066525A" w:rsidP="0066525A">
      <w:pPr>
        <w:pStyle w:val="Akapitzlist"/>
        <w:spacing w:after="0" w:line="240" w:lineRule="auto"/>
        <w:ind w:left="927"/>
        <w:rPr>
          <w:rFonts w:ascii="Arial" w:hAnsi="Arial" w:cs="Arial"/>
          <w:sz w:val="20"/>
          <w:szCs w:val="20"/>
        </w:rPr>
      </w:pPr>
    </w:p>
    <w:p w14:paraId="4D87BB4D" w14:textId="45EF9541" w:rsidR="0066525A" w:rsidRDefault="0066525A" w:rsidP="0066525A">
      <w:pPr>
        <w:pStyle w:val="Akapitzlist"/>
        <w:spacing w:after="0" w:line="240" w:lineRule="auto"/>
        <w:ind w:left="927"/>
        <w:rPr>
          <w:rFonts w:ascii="Arial" w:hAnsi="Arial" w:cs="Arial"/>
          <w:b/>
          <w:bCs/>
          <w:sz w:val="20"/>
          <w:szCs w:val="20"/>
        </w:rPr>
      </w:pPr>
      <w:r w:rsidRPr="0066525A">
        <w:rPr>
          <w:rFonts w:ascii="Arial" w:hAnsi="Arial" w:cs="Arial"/>
          <w:b/>
          <w:bCs/>
          <w:sz w:val="20"/>
          <w:szCs w:val="20"/>
        </w:rPr>
        <w:t>W przypadku zmniejszenia zatrudnienia należy podać przyczyny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44976C42" w14:textId="77777777" w:rsidR="0066525A" w:rsidRPr="0066525A" w:rsidRDefault="0066525A" w:rsidP="0066525A">
      <w:pPr>
        <w:pStyle w:val="Akapitzlist"/>
        <w:spacing w:after="0" w:line="240" w:lineRule="auto"/>
        <w:ind w:left="927"/>
        <w:rPr>
          <w:rFonts w:ascii="Arial" w:hAnsi="Arial" w:cs="Arial"/>
          <w:b/>
          <w:bCs/>
          <w:sz w:val="20"/>
          <w:szCs w:val="20"/>
        </w:rPr>
      </w:pPr>
    </w:p>
    <w:p w14:paraId="0AD4E758" w14:textId="77777777" w:rsidR="0066525A" w:rsidRDefault="0066525A" w:rsidP="0066525A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2A74D195" w14:textId="77777777" w:rsidR="0066525A" w:rsidRDefault="0066525A" w:rsidP="0066525A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59D12CCF" w14:textId="79E3E5DF" w:rsidR="00233F27" w:rsidRDefault="0066525A" w:rsidP="0066525A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bookmarkStart w:id="1" w:name="_Hlk154747349"/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bookmarkEnd w:id="1"/>
    <w:p w14:paraId="7CCBC5CB" w14:textId="77777777" w:rsidR="00E77449" w:rsidRDefault="00E77449" w:rsidP="00E774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36F776" w14:textId="77777777" w:rsidR="0045638C" w:rsidRPr="00233F27" w:rsidRDefault="0045638C" w:rsidP="00E774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0748A5" w14:textId="7BF9A674" w:rsidR="004E7132" w:rsidRPr="004E7132" w:rsidRDefault="00E77449">
      <w:pPr>
        <w:pStyle w:val="Akapitzlist"/>
        <w:numPr>
          <w:ilvl w:val="0"/>
          <w:numId w:val="3"/>
        </w:numPr>
        <w:spacing w:after="0" w:line="240" w:lineRule="auto"/>
        <w:ind w:left="709" w:hanging="349"/>
        <w:jc w:val="both"/>
        <w:rPr>
          <w:rFonts w:ascii="Arial" w:hAnsi="Arial" w:cs="Arial"/>
          <w:b/>
          <w:bCs/>
          <w:sz w:val="20"/>
          <w:szCs w:val="20"/>
        </w:rPr>
      </w:pPr>
      <w:r w:rsidRPr="0066525A">
        <w:rPr>
          <w:rFonts w:ascii="Arial" w:hAnsi="Arial" w:cs="Arial"/>
          <w:b/>
          <w:bCs/>
          <w:sz w:val="20"/>
          <w:szCs w:val="20"/>
        </w:rPr>
        <w:t>DANE DOTYCZĄCE TWORZONEGO MIEJSCA PRACY, NA KTÓRYM ZOSTANIE ZATRUDNIONY   SKIEROWANY BEZROBOTNY LUB SKIEROWANY OPIEKUN</w:t>
      </w:r>
    </w:p>
    <w:p w14:paraId="37BBEB10" w14:textId="77777777" w:rsidR="009E6FAB" w:rsidRDefault="009E6FAB" w:rsidP="00EB7AB1">
      <w:pPr>
        <w:pStyle w:val="Akapitzlist"/>
        <w:spacing w:after="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20B39413" w14:textId="02F7DFBF" w:rsidR="0045638C" w:rsidRPr="002F0A6F" w:rsidRDefault="00E77449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  <w:r w:rsidRPr="00EB7AB1">
        <w:rPr>
          <w:rFonts w:ascii="Arial" w:hAnsi="Arial" w:cs="Arial"/>
          <w:sz w:val="20"/>
          <w:szCs w:val="20"/>
        </w:rPr>
        <w:t>Wnioskuję o refundację kosztów wyposażenia lub doposażenia stanowiska pracy dla</w:t>
      </w:r>
      <w:r w:rsidR="008C4A9E">
        <w:rPr>
          <w:rFonts w:ascii="Arial" w:hAnsi="Arial" w:cs="Arial"/>
          <w:sz w:val="20"/>
          <w:szCs w:val="20"/>
        </w:rPr>
        <w:t xml:space="preserve"> (odpowiednie podkreślić):</w:t>
      </w:r>
    </w:p>
    <w:p w14:paraId="3BEC2458" w14:textId="64ABB452" w:rsidR="008C4A9E" w:rsidRPr="008C4A9E" w:rsidRDefault="008C4A9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C4A9E">
        <w:rPr>
          <w:rFonts w:ascii="Arial" w:hAnsi="Arial" w:cs="Arial"/>
          <w:sz w:val="20"/>
          <w:szCs w:val="20"/>
        </w:rPr>
        <w:t>skierowanego bezrobotnego</w:t>
      </w:r>
    </w:p>
    <w:p w14:paraId="576FBDC0" w14:textId="0FFB2586" w:rsidR="0045638C" w:rsidRDefault="008C4A9E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C4A9E">
        <w:rPr>
          <w:rFonts w:ascii="Arial" w:hAnsi="Arial" w:cs="Arial"/>
          <w:sz w:val="20"/>
          <w:szCs w:val="20"/>
        </w:rPr>
        <w:t>skierowanego opiekuna</w:t>
      </w:r>
    </w:p>
    <w:p w14:paraId="640D1222" w14:textId="77777777" w:rsidR="002F0A6F" w:rsidRPr="002F0A6F" w:rsidRDefault="002F0A6F" w:rsidP="002F0A6F">
      <w:pPr>
        <w:pStyle w:val="Akapitzlist"/>
        <w:spacing w:after="0" w:line="240" w:lineRule="auto"/>
        <w:ind w:left="2007"/>
        <w:jc w:val="both"/>
        <w:rPr>
          <w:rFonts w:ascii="Arial" w:hAnsi="Arial" w:cs="Arial"/>
          <w:sz w:val="20"/>
          <w:szCs w:val="20"/>
        </w:rPr>
      </w:pPr>
    </w:p>
    <w:p w14:paraId="570AF979" w14:textId="5A2CF4B9" w:rsidR="0045638C" w:rsidRPr="0045638C" w:rsidRDefault="0045638C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dotyczące tworzonego miejsca pracy</w:t>
      </w:r>
    </w:p>
    <w:p w14:paraId="119C521A" w14:textId="77777777" w:rsidR="009656FC" w:rsidRPr="009656FC" w:rsidRDefault="009656FC" w:rsidP="009656FC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65DDE37D" w14:textId="77777777" w:rsidR="00E77449" w:rsidRDefault="00E77449" w:rsidP="00E77449">
      <w:pPr>
        <w:pStyle w:val="Akapitzlist"/>
        <w:spacing w:after="0" w:line="240" w:lineRule="auto"/>
        <w:ind w:left="927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8861" w:type="dxa"/>
        <w:tblInd w:w="915" w:type="dxa"/>
        <w:tblLayout w:type="fixed"/>
        <w:tblLook w:val="04A0" w:firstRow="1" w:lastRow="0" w:firstColumn="1" w:lastColumn="0" w:noHBand="0" w:noVBand="1"/>
      </w:tblPr>
      <w:tblGrid>
        <w:gridCol w:w="2766"/>
        <w:gridCol w:w="850"/>
        <w:gridCol w:w="1134"/>
        <w:gridCol w:w="1134"/>
        <w:gridCol w:w="2977"/>
      </w:tblGrid>
      <w:tr w:rsidR="0045638C" w:rsidRPr="009656FC" w14:paraId="39EF338D" w14:textId="77777777" w:rsidTr="0045638C">
        <w:trPr>
          <w:trHeight w:val="436"/>
        </w:trPr>
        <w:tc>
          <w:tcPr>
            <w:tcW w:w="2766" w:type="dxa"/>
            <w:shd w:val="clear" w:color="auto" w:fill="DBDBDB" w:themeFill="accent3" w:themeFillTint="66"/>
          </w:tcPr>
          <w:p w14:paraId="2A88A710" w14:textId="25F3896E" w:rsidR="0045638C" w:rsidRPr="009656FC" w:rsidRDefault="0045638C" w:rsidP="009656F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2" w:name="_Hlk154745221"/>
            <w:r w:rsidRPr="009656FC">
              <w:rPr>
                <w:rFonts w:ascii="Arial" w:hAnsi="Arial" w:cs="Arial"/>
                <w:sz w:val="16"/>
                <w:szCs w:val="16"/>
              </w:rPr>
              <w:t>Nazwa stanowiska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56FC">
              <w:rPr>
                <w:rFonts w:ascii="Arial" w:hAnsi="Arial" w:cs="Arial"/>
                <w:sz w:val="16"/>
                <w:szCs w:val="16"/>
              </w:rPr>
              <w:t>pracy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</w:t>
            </w:r>
          </w:p>
        </w:tc>
        <w:tc>
          <w:tcPr>
            <w:tcW w:w="850" w:type="dxa"/>
            <w:shd w:val="clear" w:color="auto" w:fill="DBDBDB" w:themeFill="accent3" w:themeFillTint="66"/>
          </w:tcPr>
          <w:p w14:paraId="577DD2AC" w14:textId="56A21366" w:rsidR="0045638C" w:rsidRPr="009656FC" w:rsidRDefault="0045638C" w:rsidP="009656F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osób</w:t>
            </w:r>
          </w:p>
        </w:tc>
        <w:tc>
          <w:tcPr>
            <w:tcW w:w="1134" w:type="dxa"/>
            <w:shd w:val="clear" w:color="auto" w:fill="DBDBDB" w:themeFill="accent3" w:themeFillTint="66"/>
          </w:tcPr>
          <w:p w14:paraId="110803BA" w14:textId="0CF4DBB3" w:rsidR="0045638C" w:rsidRPr="009656FC" w:rsidRDefault="0045638C" w:rsidP="009656F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Zmianowość</w:t>
            </w:r>
          </w:p>
        </w:tc>
        <w:tc>
          <w:tcPr>
            <w:tcW w:w="1134" w:type="dxa"/>
            <w:shd w:val="clear" w:color="auto" w:fill="DBDBDB" w:themeFill="accent3" w:themeFillTint="66"/>
          </w:tcPr>
          <w:p w14:paraId="58607E3D" w14:textId="76B3F099" w:rsidR="0045638C" w:rsidRDefault="0045638C" w:rsidP="009656F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Wymiar czasu pracy</w:t>
            </w:r>
          </w:p>
        </w:tc>
        <w:tc>
          <w:tcPr>
            <w:tcW w:w="2977" w:type="dxa"/>
            <w:shd w:val="clear" w:color="auto" w:fill="DBDBDB" w:themeFill="accent3" w:themeFillTint="66"/>
          </w:tcPr>
          <w:p w14:paraId="3EDCDBF6" w14:textId="6879EB81" w:rsidR="0045638C" w:rsidRPr="009656FC" w:rsidRDefault="0045638C" w:rsidP="009656FC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Lokalizacja stanowiska pracy (adres)</w:t>
            </w:r>
          </w:p>
        </w:tc>
      </w:tr>
      <w:tr w:rsidR="0045638C" w:rsidRPr="009656FC" w14:paraId="067C18E8" w14:textId="77777777" w:rsidTr="0045638C">
        <w:trPr>
          <w:trHeight w:val="684"/>
        </w:trPr>
        <w:tc>
          <w:tcPr>
            <w:tcW w:w="2766" w:type="dxa"/>
          </w:tcPr>
          <w:p w14:paraId="3B66D2D0" w14:textId="77777777" w:rsidR="0045638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DCAF205" w14:textId="77777777" w:rsidR="0045638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8997121" w14:textId="165859E4" w:rsidR="0045638C" w:rsidRPr="009656F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………………………………………..</w:t>
            </w:r>
          </w:p>
        </w:tc>
        <w:tc>
          <w:tcPr>
            <w:tcW w:w="850" w:type="dxa"/>
          </w:tcPr>
          <w:p w14:paraId="3CBEE100" w14:textId="77777777" w:rsidR="0045638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5B014C4" w14:textId="77777777" w:rsidR="0045638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195CEB7" w14:textId="1B6B2F82" w:rsidR="0045638C" w:rsidRPr="009656F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………...</w:t>
            </w:r>
          </w:p>
        </w:tc>
        <w:tc>
          <w:tcPr>
            <w:tcW w:w="1134" w:type="dxa"/>
          </w:tcPr>
          <w:p w14:paraId="247B1242" w14:textId="77777777" w:rsidR="0045638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FDE2051" w14:textId="77777777" w:rsidR="0045638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B280026" w14:textId="27B94E35" w:rsidR="0045638C" w:rsidRPr="009656F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…………......</w:t>
            </w:r>
          </w:p>
        </w:tc>
        <w:tc>
          <w:tcPr>
            <w:tcW w:w="1134" w:type="dxa"/>
          </w:tcPr>
          <w:p w14:paraId="6528B902" w14:textId="77777777" w:rsidR="0045638C" w:rsidRDefault="0045638C" w:rsidP="00192575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800B4F" w14:textId="77777777" w:rsidR="0045638C" w:rsidRDefault="0045638C" w:rsidP="00192575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B66E490" w14:textId="7AC13AFC" w:rsidR="0045638C" w:rsidRDefault="0045638C" w:rsidP="00192575">
            <w:pPr>
              <w:pStyle w:val="Akapitzlist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</w:t>
            </w:r>
          </w:p>
        </w:tc>
        <w:tc>
          <w:tcPr>
            <w:tcW w:w="2977" w:type="dxa"/>
          </w:tcPr>
          <w:p w14:paraId="4D648F77" w14:textId="77777777" w:rsidR="0045638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ABD03B8" w14:textId="3B94645E" w:rsidR="0045638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</w:t>
            </w:r>
          </w:p>
          <w:p w14:paraId="7EAF4E70" w14:textId="77777777" w:rsidR="0045638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B960CF6" w14:textId="433D1FFE" w:rsidR="0045638C" w:rsidRPr="009656FC" w:rsidRDefault="0045638C" w:rsidP="00E77449">
            <w:pPr>
              <w:pStyle w:val="Akapitzlist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</w:t>
            </w:r>
          </w:p>
        </w:tc>
      </w:tr>
      <w:bookmarkEnd w:id="2"/>
    </w:tbl>
    <w:p w14:paraId="4FC935EB" w14:textId="77777777" w:rsidR="00E77449" w:rsidRPr="009656FC" w:rsidRDefault="00E77449" w:rsidP="00E77449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16"/>
          <w:szCs w:val="16"/>
        </w:rPr>
      </w:pPr>
    </w:p>
    <w:p w14:paraId="6F9078D7" w14:textId="77777777" w:rsidR="009656FC" w:rsidRDefault="009656FC" w:rsidP="00E77449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</w:p>
    <w:p w14:paraId="5126F2C3" w14:textId="68EB8AE3" w:rsidR="00875779" w:rsidRPr="00440711" w:rsidRDefault="0045638C">
      <w:pPr>
        <w:pStyle w:val="Akapitzlist"/>
        <w:numPr>
          <w:ilvl w:val="0"/>
          <w:numId w:val="6"/>
        </w:num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bookmarkStart w:id="3" w:name="_Hlk154752846"/>
      <w:r w:rsidRPr="00875779">
        <w:rPr>
          <w:rFonts w:ascii="Arial" w:hAnsi="Arial" w:cs="Arial"/>
          <w:sz w:val="20"/>
          <w:szCs w:val="20"/>
        </w:rPr>
        <w:lastRenderedPageBreak/>
        <w:t>Ustawo</w:t>
      </w:r>
      <w:r w:rsidR="00875779">
        <w:rPr>
          <w:rFonts w:ascii="Arial" w:hAnsi="Arial" w:cs="Arial"/>
          <w:sz w:val="20"/>
          <w:szCs w:val="20"/>
        </w:rPr>
        <w:t xml:space="preserve">wy okres zatrudnienia skierowanej osoby bezrobotnej lub skierowanego opiekuna to 24 miesiące. </w:t>
      </w:r>
      <w:r w:rsidR="00440711">
        <w:rPr>
          <w:rFonts w:ascii="Arial" w:hAnsi="Arial" w:cs="Arial"/>
          <w:sz w:val="20"/>
          <w:szCs w:val="20"/>
        </w:rPr>
        <w:t xml:space="preserve">Po okresie ustawowym tj. 24 miesiącach zatrudnienia </w:t>
      </w:r>
      <w:r w:rsidR="00875779">
        <w:rPr>
          <w:rFonts w:ascii="Arial" w:hAnsi="Arial" w:cs="Arial"/>
          <w:sz w:val="20"/>
          <w:szCs w:val="20"/>
        </w:rPr>
        <w:t>(właściwe podkreślić):</w:t>
      </w:r>
    </w:p>
    <w:p w14:paraId="3952B08E" w14:textId="058C3378" w:rsidR="00875779" w:rsidRDefault="0087577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deklaruję</w:t>
      </w:r>
    </w:p>
    <w:p w14:paraId="2FB2F62B" w14:textId="21686014" w:rsidR="00440711" w:rsidRDefault="0087577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deklaruję </w:t>
      </w:r>
    </w:p>
    <w:p w14:paraId="0142EDC2" w14:textId="6E494B38" w:rsidR="009656FC" w:rsidRPr="00440711" w:rsidRDefault="00440711" w:rsidP="005E3412">
      <w:pPr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dalsze zatrudnianie osoby bezrobotnej lub opiekuna przez okres co najmniej 30 dni. </w:t>
      </w:r>
      <w:bookmarkEnd w:id="3"/>
    </w:p>
    <w:p w14:paraId="38959A9F" w14:textId="77777777" w:rsidR="00233F27" w:rsidRPr="00EF7A57" w:rsidRDefault="00233F27" w:rsidP="00233F2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109A2A" w14:textId="77777777" w:rsidR="009E6FAB" w:rsidRDefault="00EF7A57">
      <w:pPr>
        <w:pStyle w:val="Akapitzlist"/>
        <w:numPr>
          <w:ilvl w:val="0"/>
          <w:numId w:val="3"/>
        </w:numPr>
        <w:spacing w:after="0" w:line="240" w:lineRule="auto"/>
        <w:ind w:left="709" w:hanging="349"/>
        <w:jc w:val="both"/>
        <w:rPr>
          <w:rFonts w:ascii="Arial" w:hAnsi="Arial" w:cs="Arial"/>
          <w:b/>
          <w:bCs/>
          <w:sz w:val="20"/>
          <w:szCs w:val="20"/>
        </w:rPr>
      </w:pPr>
      <w:bookmarkStart w:id="4" w:name="_Hlk154746066"/>
      <w:r w:rsidRPr="00EF7A57">
        <w:rPr>
          <w:rFonts w:ascii="Arial" w:hAnsi="Arial" w:cs="Arial"/>
          <w:b/>
          <w:bCs/>
          <w:sz w:val="20"/>
          <w:szCs w:val="20"/>
        </w:rPr>
        <w:t>KALKULACJA WYDATKÓW NA WYPOSAŻENIE LUB DOPOSAŻENIE DLA POSZCZEGÓLNYCH STANOWISK PRACY I ŹRÓDŁA ICH FINANSOWANIA</w:t>
      </w:r>
    </w:p>
    <w:p w14:paraId="6A608184" w14:textId="057A587D" w:rsidR="00EB7AB1" w:rsidRPr="002F0A6F" w:rsidRDefault="00EB7AB1" w:rsidP="002F0A6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right" w:tblpY="15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43"/>
        <w:gridCol w:w="1843"/>
        <w:gridCol w:w="2688"/>
        <w:gridCol w:w="2835"/>
      </w:tblGrid>
      <w:tr w:rsidR="000C7896" w:rsidRPr="00480E80" w14:paraId="1EABA4EE" w14:textId="77777777">
        <w:trPr>
          <w:cantSplit/>
        </w:trPr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0FEDBB39" w14:textId="653B1392" w:rsidR="000C7896" w:rsidRPr="00EF7A57" w:rsidRDefault="00BF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bookmarkStart w:id="5" w:name="_Hlk155076003"/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Nazwa stanowiska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2E342EAF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Kwota wydatków</w:t>
            </w:r>
          </w:p>
          <w:p w14:paraId="22EFB329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na  wyposażenie</w:t>
            </w:r>
          </w:p>
          <w:p w14:paraId="60B8FF96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lub doposażenie</w:t>
            </w:r>
          </w:p>
          <w:p w14:paraId="34321993" w14:textId="77777777" w:rsidR="000C7896" w:rsidRDefault="000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stanowiska pracy brutto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(PLN)</w:t>
            </w:r>
          </w:p>
          <w:p w14:paraId="010BEE74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5523" w:type="dxa"/>
            <w:gridSpan w:val="2"/>
            <w:shd w:val="clear" w:color="auto" w:fill="D9D9D9" w:themeFill="background1" w:themeFillShade="D9"/>
          </w:tcPr>
          <w:p w14:paraId="41C787A5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Źródła finansowania:</w:t>
            </w:r>
          </w:p>
        </w:tc>
      </w:tr>
      <w:tr w:rsidR="000C7896" w:rsidRPr="00480E80" w14:paraId="0AB67263" w14:textId="77777777">
        <w:trPr>
          <w:cantSplit/>
          <w:trHeight w:val="798"/>
        </w:trPr>
        <w:tc>
          <w:tcPr>
            <w:tcW w:w="1843" w:type="dxa"/>
            <w:vMerge/>
            <w:shd w:val="clear" w:color="auto" w:fill="D9D9D9" w:themeFill="background1" w:themeFillShade="D9"/>
          </w:tcPr>
          <w:p w14:paraId="39E2F130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14:paraId="524B9727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88" w:type="dxa"/>
            <w:shd w:val="clear" w:color="auto" w:fill="D9D9D9" w:themeFill="background1" w:themeFillShade="D9"/>
          </w:tcPr>
          <w:p w14:paraId="38F28F68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C745342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Środki  z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Funduszu Pracy</w:t>
            </w:r>
          </w:p>
          <w:p w14:paraId="25AAF9F3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(wnioskowana kwota refundacji  brutto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B439321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A702723" w14:textId="77777777" w:rsidR="000C7896" w:rsidRDefault="000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Inne środki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b</w:t>
            </w: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rutto</w:t>
            </w:r>
          </w:p>
          <w:p w14:paraId="1B9A54DD" w14:textId="77777777" w:rsidR="000C7896" w:rsidRPr="0034101C" w:rsidRDefault="000C7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(PLN)</w:t>
            </w:r>
          </w:p>
        </w:tc>
      </w:tr>
      <w:tr w:rsidR="000C7896" w:rsidRPr="00480E80" w14:paraId="054664CC" w14:textId="77777777">
        <w:trPr>
          <w:cantSplit/>
          <w:trHeight w:val="279"/>
        </w:trPr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144EFA1D" w14:textId="77777777" w:rsidR="000C7896" w:rsidRPr="00EF7A57" w:rsidRDefault="000C78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14:paraId="34DDDC37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vAlign w:val="bottom"/>
          </w:tcPr>
          <w:p w14:paraId="3E55EDDE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019326DC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EF7A5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</w:tr>
      <w:tr w:rsidR="000C7896" w:rsidRPr="00480E80" w14:paraId="7634D82D" w14:textId="77777777" w:rsidTr="009E6FAB">
        <w:trPr>
          <w:cantSplit/>
          <w:trHeight w:val="789"/>
        </w:trPr>
        <w:tc>
          <w:tcPr>
            <w:tcW w:w="1843" w:type="dxa"/>
            <w:tcBorders>
              <w:bottom w:val="single" w:sz="4" w:space="0" w:color="auto"/>
            </w:tcBorders>
          </w:tcPr>
          <w:p w14:paraId="22363343" w14:textId="77777777" w:rsidR="001E560A" w:rsidRDefault="001E560A" w:rsidP="001E560A">
            <w:pP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D363103" w14:textId="28D147A9" w:rsidR="001E560A" w:rsidRPr="001E560A" w:rsidRDefault="001E560A" w:rsidP="001E560A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303180F" w14:textId="62A6DA23" w:rsidR="001E560A" w:rsidRPr="00EF7A57" w:rsidRDefault="001E560A">
            <w:pPr>
              <w:autoSpaceDE w:val="0"/>
              <w:autoSpaceDN w:val="0"/>
              <w:adjustRightInd w:val="0"/>
              <w:spacing w:after="0" w:line="34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18BEB45E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34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71A4779" w14:textId="77777777" w:rsidR="000C7896" w:rsidRPr="00EF7A57" w:rsidRDefault="000C7896">
            <w:pPr>
              <w:autoSpaceDE w:val="0"/>
              <w:autoSpaceDN w:val="0"/>
              <w:adjustRightInd w:val="0"/>
              <w:spacing w:after="0" w:line="340" w:lineRule="atLeas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bookmarkEnd w:id="5"/>
    </w:tbl>
    <w:p w14:paraId="4AAB73C1" w14:textId="77777777" w:rsidR="009E6FAB" w:rsidRPr="009E6FAB" w:rsidRDefault="009E6FAB" w:rsidP="009E6FA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5910C48" w14:textId="77777777" w:rsidR="00EB7AB1" w:rsidRDefault="00EB7AB1" w:rsidP="000C7896">
      <w:pPr>
        <w:pStyle w:val="Akapitzlist"/>
        <w:spacing w:after="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03725105" w14:textId="77777777" w:rsidR="000C7896" w:rsidRPr="000C7896" w:rsidRDefault="000C7896" w:rsidP="000C789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5A9028C" w14:textId="53306857" w:rsidR="000C7896" w:rsidRDefault="000C7896">
      <w:pPr>
        <w:pStyle w:val="Akapitzlist"/>
        <w:numPr>
          <w:ilvl w:val="0"/>
          <w:numId w:val="3"/>
        </w:numPr>
        <w:spacing w:after="0" w:line="240" w:lineRule="auto"/>
        <w:ind w:left="709" w:hanging="34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WNIOSKOWANA KWOTA REFUNDACJI KOSZTÓW WYPOSAŻENIA LUB DOPOSAŻENIA STANOWISKA PRACY</w:t>
      </w:r>
    </w:p>
    <w:p w14:paraId="1FCA2AED" w14:textId="77777777" w:rsidR="00B50873" w:rsidRDefault="00B50873" w:rsidP="00B50873">
      <w:pPr>
        <w:pStyle w:val="Akapitzlist"/>
        <w:spacing w:after="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30CA2B5C" w14:textId="7DE34BC1" w:rsidR="00B50873" w:rsidRDefault="00B50873" w:rsidP="00B50873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50873">
        <w:rPr>
          <w:rFonts w:ascii="Arial" w:hAnsi="Arial" w:cs="Arial"/>
          <w:sz w:val="20"/>
          <w:szCs w:val="20"/>
        </w:rPr>
        <w:t>Wnioskuję o refundację kosztów wyposażenia lub doposażenia stanowiska pracy w wysokości</w:t>
      </w:r>
      <w:r>
        <w:rPr>
          <w:rFonts w:ascii="Arial" w:hAnsi="Arial" w:cs="Arial"/>
          <w:sz w:val="20"/>
          <w:szCs w:val="20"/>
        </w:rPr>
        <w:t xml:space="preserve"> brutto:</w:t>
      </w:r>
    </w:p>
    <w:p w14:paraId="6C01032A" w14:textId="77777777" w:rsidR="00B50873" w:rsidRDefault="00B50873" w:rsidP="00B50873">
      <w:pPr>
        <w:pStyle w:val="Akapitzlist"/>
        <w:ind w:left="709"/>
        <w:rPr>
          <w:rFonts w:ascii="Arial" w:hAnsi="Arial" w:cs="Arial"/>
          <w:sz w:val="20"/>
          <w:szCs w:val="20"/>
        </w:rPr>
      </w:pPr>
    </w:p>
    <w:p w14:paraId="5097AF55" w14:textId="41834B4F" w:rsidR="00B50873" w:rsidRDefault="00B50873" w:rsidP="00B50873">
      <w:pPr>
        <w:pStyle w:val="Akapitzlist"/>
        <w:ind w:left="709"/>
        <w:rPr>
          <w:rFonts w:ascii="Arial" w:hAnsi="Arial" w:cs="Arial"/>
          <w:sz w:val="20"/>
          <w:szCs w:val="20"/>
        </w:rPr>
      </w:pPr>
      <w:r w:rsidRPr="00B50873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zł</w:t>
      </w:r>
    </w:p>
    <w:p w14:paraId="1F46040D" w14:textId="77777777" w:rsidR="00B50873" w:rsidRDefault="00B50873" w:rsidP="00B50873">
      <w:pPr>
        <w:pStyle w:val="Akapitzlist"/>
        <w:ind w:left="709"/>
        <w:rPr>
          <w:rFonts w:ascii="Arial" w:hAnsi="Arial" w:cs="Arial"/>
          <w:sz w:val="20"/>
          <w:szCs w:val="20"/>
        </w:rPr>
      </w:pPr>
    </w:p>
    <w:p w14:paraId="2652F943" w14:textId="2E7AB987" w:rsidR="000C7896" w:rsidRDefault="00EB7AB1" w:rsidP="00EB7AB1">
      <w:pPr>
        <w:pStyle w:val="Akapitzlist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 ……………………………………………………………………………………………………………)</w:t>
      </w:r>
    </w:p>
    <w:p w14:paraId="7F99AF14" w14:textId="77777777" w:rsidR="00EB7AB1" w:rsidRPr="00EB7AB1" w:rsidRDefault="00EB7AB1" w:rsidP="00EB7AB1">
      <w:pPr>
        <w:pStyle w:val="Akapitzlist"/>
        <w:ind w:left="709"/>
        <w:rPr>
          <w:rFonts w:ascii="Arial" w:hAnsi="Arial" w:cs="Arial"/>
          <w:sz w:val="20"/>
          <w:szCs w:val="20"/>
        </w:rPr>
      </w:pPr>
    </w:p>
    <w:p w14:paraId="3DDE1812" w14:textId="77777777" w:rsidR="00F01ECE" w:rsidRDefault="00EB7AB1">
      <w:pPr>
        <w:pStyle w:val="Akapitzlist"/>
        <w:numPr>
          <w:ilvl w:val="0"/>
          <w:numId w:val="3"/>
        </w:numPr>
        <w:spacing w:after="0" w:line="240" w:lineRule="auto"/>
        <w:ind w:left="709" w:hanging="34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RODZAJ PRACY, JAKA BĘDZIE WYKONYWANA PRZEZ SKIEROWANEGO BEZROBOTNEGO</w:t>
      </w:r>
    </w:p>
    <w:p w14:paraId="6A707B64" w14:textId="0C4E36BF" w:rsidR="000C7896" w:rsidRDefault="00EB7AB1" w:rsidP="00F01ECE">
      <w:pPr>
        <w:pStyle w:val="Akapitzlist"/>
        <w:spacing w:after="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LUB SKIEROWANEGO OPIEKUNA </w:t>
      </w:r>
    </w:p>
    <w:p w14:paraId="4EECF013" w14:textId="77777777" w:rsidR="009E6FAB" w:rsidRPr="00183A1C" w:rsidRDefault="009E6FAB" w:rsidP="00183A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DC77CE" w14:textId="77777777" w:rsidR="009E6FAB" w:rsidRDefault="009E6FAB" w:rsidP="009E6FAB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37A9F9E8" w14:textId="77777777" w:rsidR="009E6FAB" w:rsidRDefault="009E6FAB" w:rsidP="009E6FAB">
      <w:pPr>
        <w:pStyle w:val="Akapitzlist"/>
        <w:spacing w:after="0" w:line="240" w:lineRule="auto"/>
        <w:ind w:left="1287"/>
        <w:jc w:val="both"/>
        <w:rPr>
          <w:rFonts w:ascii="Arial" w:hAnsi="Arial" w:cs="Arial"/>
          <w:sz w:val="20"/>
          <w:szCs w:val="20"/>
        </w:rPr>
      </w:pPr>
    </w:p>
    <w:p w14:paraId="5893338F" w14:textId="570B9881" w:rsidR="00F01ECE" w:rsidRPr="0019024F" w:rsidRDefault="009E6FAB" w:rsidP="0019024F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081DB476" w14:textId="77777777" w:rsidR="00F01ECE" w:rsidRPr="00183A1C" w:rsidRDefault="00F01ECE" w:rsidP="00183A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0B51F29" w14:textId="77777777" w:rsidR="00F01ECE" w:rsidRDefault="00F01ECE" w:rsidP="00F01ECE">
      <w:pPr>
        <w:pStyle w:val="Akapitzlist"/>
        <w:spacing w:after="0" w:line="240" w:lineRule="auto"/>
        <w:ind w:left="9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6E01EA7D" w14:textId="77777777" w:rsidR="00EB7AB1" w:rsidRDefault="00EB7AB1" w:rsidP="00EB7AB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6FDD16" w14:textId="04D7974C" w:rsidR="002B22E3" w:rsidRPr="00183A1C" w:rsidRDefault="007D3A90">
      <w:pPr>
        <w:pStyle w:val="Akapitzlist"/>
        <w:numPr>
          <w:ilvl w:val="0"/>
          <w:numId w:val="3"/>
        </w:numPr>
        <w:spacing w:after="0" w:line="240" w:lineRule="auto"/>
        <w:ind w:left="709" w:hanging="34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WYMAGANE KWIALIFIKACJE, UMIEJĘTNOŚCI I DOŚWIADCZENIE ZAWODOWE NIEZBĘDNE DO WYKONYWANIA PRACY, OKREŚLONE W PRZEPISACH WYDANYCH NA PODSTAWIE ART. 35 UST. 5 USTAWY Z DNIA 20 KWIETNIA 2004 R. O PROMOCJI ZATRUDNIENIA I INSTYTUCJACH RYNKU PRACY</w:t>
      </w:r>
      <w:r w:rsidR="00F951AE">
        <w:rPr>
          <w:rFonts w:ascii="Arial" w:hAnsi="Arial" w:cs="Arial"/>
          <w:b/>
          <w:bCs/>
          <w:sz w:val="20"/>
          <w:szCs w:val="20"/>
        </w:rPr>
        <w:t>, JAKIE POWINIEN POSIADAĆ:</w:t>
      </w:r>
    </w:p>
    <w:p w14:paraId="29342E0F" w14:textId="77777777" w:rsidR="00183A1C" w:rsidRDefault="00183A1C" w:rsidP="002B22E3">
      <w:pPr>
        <w:pStyle w:val="Akapitzlist"/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p w14:paraId="63F5F984" w14:textId="690E0664" w:rsidR="002B22E3" w:rsidRPr="00FD1167" w:rsidRDefault="008C6245" w:rsidP="00FD1167">
      <w:pPr>
        <w:pStyle w:val="Akapitzlist"/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  <w:r w:rsidRPr="008C6245">
        <w:rPr>
          <w:rFonts w:ascii="Arial" w:hAnsi="Arial" w:cs="Arial"/>
          <w:sz w:val="20"/>
          <w:szCs w:val="20"/>
        </w:rPr>
        <w:t>(wymagania i nazwa stanowiska pracy są niezbędne do określenia czy celowe jest tworzenie miejsc pracy w danej branży)</w:t>
      </w:r>
    </w:p>
    <w:p w14:paraId="243C4A39" w14:textId="77777777" w:rsidR="00F951AE" w:rsidRDefault="00F951AE" w:rsidP="00F951AE">
      <w:pPr>
        <w:pStyle w:val="Akapitzlist"/>
        <w:spacing w:after="0" w:line="240" w:lineRule="auto"/>
        <w:ind w:left="1069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557"/>
        <w:gridCol w:w="1541"/>
        <w:gridCol w:w="1035"/>
        <w:gridCol w:w="1679"/>
        <w:gridCol w:w="1701"/>
        <w:gridCol w:w="1779"/>
      </w:tblGrid>
      <w:tr w:rsidR="001E560A" w14:paraId="317AF73B" w14:textId="77777777" w:rsidTr="001E560A">
        <w:tc>
          <w:tcPr>
            <w:tcW w:w="1557" w:type="dxa"/>
            <w:shd w:val="clear" w:color="auto" w:fill="D9D9D9" w:themeFill="background1" w:themeFillShade="D9"/>
          </w:tcPr>
          <w:p w14:paraId="097F419E" w14:textId="77777777" w:rsidR="00BF7743" w:rsidRDefault="00BF7743" w:rsidP="00F951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3BF28C" w14:textId="2159B4F1" w:rsidR="00BF7743" w:rsidRDefault="00BF7743" w:rsidP="00F951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951AE">
              <w:rPr>
                <w:rFonts w:ascii="Arial" w:hAnsi="Arial" w:cs="Arial"/>
                <w:sz w:val="16"/>
                <w:szCs w:val="16"/>
              </w:rPr>
              <w:t>Nazwa stanowiska</w:t>
            </w:r>
          </w:p>
          <w:p w14:paraId="14926AAF" w14:textId="54C893E8" w:rsidR="00BF7743" w:rsidRPr="00F951AE" w:rsidRDefault="00BF7743" w:rsidP="00F951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shd w:val="clear" w:color="auto" w:fill="D9D9D9" w:themeFill="background1" w:themeFillShade="D9"/>
          </w:tcPr>
          <w:p w14:paraId="4649D800" w14:textId="77777777" w:rsidR="00BF7743" w:rsidRDefault="00BF7743" w:rsidP="00F951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137FAF" w14:textId="7205097C" w:rsidR="00BF7743" w:rsidRPr="00F951AE" w:rsidRDefault="00BF7743" w:rsidP="00F951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Zawód</w:t>
            </w:r>
          </w:p>
        </w:tc>
        <w:tc>
          <w:tcPr>
            <w:tcW w:w="1035" w:type="dxa"/>
            <w:shd w:val="clear" w:color="auto" w:fill="D9D9D9" w:themeFill="background1" w:themeFillShade="D9"/>
          </w:tcPr>
          <w:p w14:paraId="42993191" w14:textId="75E30592" w:rsidR="00BF7743" w:rsidRDefault="00BF7743" w:rsidP="00F951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 zawodu (zgodnie z klasyfikacją zawodów)*</w:t>
            </w:r>
          </w:p>
        </w:tc>
        <w:tc>
          <w:tcPr>
            <w:tcW w:w="1679" w:type="dxa"/>
            <w:shd w:val="clear" w:color="auto" w:fill="D9D9D9" w:themeFill="background1" w:themeFillShade="D9"/>
          </w:tcPr>
          <w:p w14:paraId="3574A047" w14:textId="77777777" w:rsidR="00BF7743" w:rsidRDefault="00BF7743" w:rsidP="00F951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163AB0" w14:textId="19F05EE1" w:rsidR="00BF7743" w:rsidRPr="00F951AE" w:rsidRDefault="00BF7743" w:rsidP="00F951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Wykształcenie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DE25014" w14:textId="77777777" w:rsidR="00BF7743" w:rsidRDefault="00BF7743" w:rsidP="00F951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AD62ACF" w14:textId="563582A8" w:rsidR="00BF7743" w:rsidRPr="00F951AE" w:rsidRDefault="00BF7743" w:rsidP="00F951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Doświadczenie</w:t>
            </w:r>
          </w:p>
        </w:tc>
        <w:tc>
          <w:tcPr>
            <w:tcW w:w="1779" w:type="dxa"/>
            <w:shd w:val="clear" w:color="auto" w:fill="D9D9D9" w:themeFill="background1" w:themeFillShade="D9"/>
          </w:tcPr>
          <w:p w14:paraId="15351BDF" w14:textId="545971FD" w:rsidR="00BF7743" w:rsidRPr="00F951AE" w:rsidRDefault="00BF7743" w:rsidP="00F951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Specjalne uprawnienia</w:t>
            </w:r>
          </w:p>
        </w:tc>
      </w:tr>
      <w:tr w:rsidR="001E560A" w14:paraId="60445D88" w14:textId="77777777" w:rsidTr="001E560A">
        <w:tc>
          <w:tcPr>
            <w:tcW w:w="1557" w:type="dxa"/>
          </w:tcPr>
          <w:p w14:paraId="6ACDBCCC" w14:textId="77777777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817320C" w14:textId="6590355B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14:paraId="097EEE7F" w14:textId="77777777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99516C5" w14:textId="1BC75248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14:paraId="030FC5AB" w14:textId="77777777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56B5545" w14:textId="305E82E5" w:rsidR="00BF7743" w:rsidRPr="00F951AE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</w:tc>
        <w:tc>
          <w:tcPr>
            <w:tcW w:w="1541" w:type="dxa"/>
          </w:tcPr>
          <w:p w14:paraId="144203A8" w14:textId="77777777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71028FF" w14:textId="77777777" w:rsidR="00BF7743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14:paraId="6F0A571B" w14:textId="77777777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7555C95" w14:textId="77777777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  <w:p w14:paraId="47AA5285" w14:textId="77777777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1B312CF" w14:textId="1FC000EC" w:rsidR="001E560A" w:rsidRPr="00F951AE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…………………….</w:t>
            </w:r>
          </w:p>
        </w:tc>
        <w:tc>
          <w:tcPr>
            <w:tcW w:w="1035" w:type="dxa"/>
          </w:tcPr>
          <w:p w14:paraId="4449A124" w14:textId="77777777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C74F1C8" w14:textId="77777777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8065A31" w14:textId="14785A10" w:rsidR="00BF7743" w:rsidRPr="00F951AE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</w:t>
            </w:r>
          </w:p>
        </w:tc>
        <w:tc>
          <w:tcPr>
            <w:tcW w:w="1679" w:type="dxa"/>
          </w:tcPr>
          <w:p w14:paraId="40268876" w14:textId="77777777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2BDA555" w14:textId="6F79254C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</w:t>
            </w:r>
          </w:p>
          <w:p w14:paraId="251EE517" w14:textId="77777777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9941A27" w14:textId="43D0321A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</w:t>
            </w:r>
          </w:p>
          <w:p w14:paraId="4DFFA162" w14:textId="77777777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DE54167" w14:textId="7B8EBCAB" w:rsidR="001E560A" w:rsidRPr="00F951AE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</w:t>
            </w:r>
          </w:p>
        </w:tc>
        <w:tc>
          <w:tcPr>
            <w:tcW w:w="1701" w:type="dxa"/>
          </w:tcPr>
          <w:p w14:paraId="7C024A15" w14:textId="77777777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9C84A33" w14:textId="66E4AC40" w:rsidR="00BF7743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……………………….</w:t>
            </w:r>
          </w:p>
          <w:p w14:paraId="1EC46A87" w14:textId="77777777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8395645" w14:textId="472254AE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</w:t>
            </w:r>
            <w:r w:rsidR="001E560A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A270A9B" w14:textId="77777777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F0ADAB7" w14:textId="3A2F6429" w:rsidR="001E560A" w:rsidRPr="00F951AE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……………………….</w:t>
            </w:r>
          </w:p>
        </w:tc>
        <w:tc>
          <w:tcPr>
            <w:tcW w:w="1779" w:type="dxa"/>
          </w:tcPr>
          <w:p w14:paraId="02D59E18" w14:textId="77777777" w:rsidR="00BF7743" w:rsidRDefault="00BF7743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3DC9438" w14:textId="77777777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………………………..</w:t>
            </w:r>
          </w:p>
          <w:p w14:paraId="17878A55" w14:textId="77777777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EFAE2E4" w14:textId="77777777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………………………..</w:t>
            </w:r>
          </w:p>
          <w:p w14:paraId="71FB5D2B" w14:textId="77777777" w:rsidR="001E560A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E759790" w14:textId="0B17849C" w:rsidR="001E560A" w:rsidRPr="00F951AE" w:rsidRDefault="001E560A" w:rsidP="00F951A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………………………..</w:t>
            </w:r>
          </w:p>
        </w:tc>
      </w:tr>
    </w:tbl>
    <w:p w14:paraId="607C374D" w14:textId="77777777" w:rsidR="005A7AC2" w:rsidRDefault="005A7AC2" w:rsidP="007D3A9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DD1372D" w14:textId="23A92706" w:rsidR="005A7AC2" w:rsidRPr="005A7AC2" w:rsidRDefault="00FD1167" w:rsidP="00FD1167">
      <w:pPr>
        <w:spacing w:after="0" w:line="240" w:lineRule="auto"/>
        <w:rPr>
          <w:rFonts w:ascii="Arial" w:hAnsi="Arial" w:cs="Arial"/>
          <w:color w:val="0563C1" w:themeColor="hyperlink"/>
          <w:sz w:val="16"/>
          <w:szCs w:val="16"/>
          <w:u w:val="single"/>
        </w:rPr>
      </w:pPr>
      <w:r w:rsidRPr="002B22E3">
        <w:rPr>
          <w:rFonts w:ascii="Arial" w:hAnsi="Arial" w:cs="Arial"/>
          <w:sz w:val="16"/>
          <w:szCs w:val="16"/>
        </w:rPr>
        <w:t>*klasyfikacja zawodów dostępna na stronie internetowej</w:t>
      </w:r>
      <w:r>
        <w:rPr>
          <w:rFonts w:ascii="Arial" w:hAnsi="Arial" w:cs="Arial"/>
          <w:sz w:val="16"/>
          <w:szCs w:val="16"/>
        </w:rPr>
        <w:t xml:space="preserve">: </w:t>
      </w:r>
      <w:hyperlink r:id="rId8" w:history="1">
        <w:r w:rsidR="00F84C46" w:rsidRPr="00F84C46">
          <w:rPr>
            <w:rStyle w:val="Hipercze"/>
            <w:sz w:val="18"/>
            <w:szCs w:val="18"/>
          </w:rPr>
          <w:t>https:</w:t>
        </w:r>
        <w:r w:rsidR="00F84C46" w:rsidRPr="00F84C46">
          <w:rPr>
            <w:rStyle w:val="Hipercze"/>
            <w:sz w:val="18"/>
            <w:szCs w:val="18"/>
          </w:rPr>
          <w:t>/</w:t>
        </w:r>
        <w:r w:rsidR="00F84C46" w:rsidRPr="00F84C46">
          <w:rPr>
            <w:rStyle w:val="Hipercze"/>
            <w:sz w:val="18"/>
            <w:szCs w:val="18"/>
          </w:rPr>
          <w:t>/psz</w:t>
        </w:r>
        <w:r w:rsidR="00F84C46" w:rsidRPr="00F84C46">
          <w:rPr>
            <w:rStyle w:val="Hipercze"/>
            <w:sz w:val="18"/>
            <w:szCs w:val="18"/>
          </w:rPr>
          <w:t>.</w:t>
        </w:r>
        <w:r w:rsidR="00F84C46" w:rsidRPr="00F84C46">
          <w:rPr>
            <w:rStyle w:val="Hipercze"/>
            <w:sz w:val="18"/>
            <w:szCs w:val="18"/>
          </w:rPr>
          <w:t>praca.gov.pl/rynek-pracy/bazy-danych/klasyfikacja-zawodow-i-specjalnosci/wyszukiwarka-opisow-zawodow</w:t>
        </w:r>
      </w:hyperlink>
      <w:r w:rsidR="00F84C46">
        <w:t xml:space="preserve"> </w:t>
      </w:r>
    </w:p>
    <w:p w14:paraId="192E4553" w14:textId="728BE620" w:rsidR="00B46C7A" w:rsidRPr="00B46C7A" w:rsidRDefault="008C624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PROPONOWANE FORMY ZABEZPIECZENIA ZWROTU REFUNDACJI</w:t>
      </w:r>
    </w:p>
    <w:p w14:paraId="7E9EBB37" w14:textId="77777777" w:rsidR="005E3412" w:rsidRDefault="005E3412" w:rsidP="005E3412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04C2B7FB" w14:textId="25352BAA" w:rsidR="00323D50" w:rsidRDefault="005E3412">
      <w:pPr>
        <w:pStyle w:val="Akapitzlist"/>
        <w:numPr>
          <w:ilvl w:val="0"/>
          <w:numId w:val="23"/>
        </w:numPr>
        <w:spacing w:after="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5E3412">
        <w:rPr>
          <w:rFonts w:ascii="Arial" w:hAnsi="Arial" w:cs="Arial"/>
          <w:sz w:val="20"/>
          <w:szCs w:val="20"/>
        </w:rPr>
        <w:t>Jako formę zabezpieczenia wybieram (odpowiednie podkreślić)</w:t>
      </w:r>
    </w:p>
    <w:p w14:paraId="5241920F" w14:textId="3D50409A" w:rsidR="008C6245" w:rsidRDefault="00B46C7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8C6245" w:rsidRPr="005E3412">
        <w:rPr>
          <w:rFonts w:ascii="Arial" w:hAnsi="Arial" w:cs="Arial"/>
          <w:sz w:val="20"/>
          <w:szCs w:val="20"/>
        </w:rPr>
        <w:t>oręczenie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E777668" w14:textId="5B4E5E02" w:rsidR="008C6245" w:rsidRDefault="005E3412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3412">
        <w:rPr>
          <w:rFonts w:ascii="Arial" w:hAnsi="Arial" w:cs="Arial"/>
          <w:sz w:val="20"/>
          <w:szCs w:val="20"/>
        </w:rPr>
        <w:t>weksel in blanco,</w:t>
      </w:r>
    </w:p>
    <w:p w14:paraId="091AC926" w14:textId="5C142864" w:rsidR="008C6245" w:rsidRDefault="008C624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3412">
        <w:rPr>
          <w:rFonts w:ascii="Arial" w:hAnsi="Arial" w:cs="Arial"/>
          <w:sz w:val="20"/>
          <w:szCs w:val="20"/>
        </w:rPr>
        <w:t>weksel z poręczeniem wekslowym (</w:t>
      </w:r>
      <w:proofErr w:type="spellStart"/>
      <w:r w:rsidRPr="005E3412">
        <w:rPr>
          <w:rFonts w:ascii="Arial" w:hAnsi="Arial" w:cs="Arial"/>
          <w:sz w:val="20"/>
          <w:szCs w:val="20"/>
        </w:rPr>
        <w:t>aval</w:t>
      </w:r>
      <w:proofErr w:type="spellEnd"/>
      <w:r w:rsidRPr="005E3412">
        <w:rPr>
          <w:rFonts w:ascii="Arial" w:hAnsi="Arial" w:cs="Arial"/>
          <w:sz w:val="20"/>
          <w:szCs w:val="20"/>
        </w:rPr>
        <w:t>),</w:t>
      </w:r>
    </w:p>
    <w:p w14:paraId="113E9F8F" w14:textId="3A3E9F0F" w:rsidR="005E3412" w:rsidRDefault="005E3412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3412">
        <w:rPr>
          <w:rFonts w:ascii="Arial" w:hAnsi="Arial" w:cs="Arial"/>
          <w:sz w:val="20"/>
          <w:szCs w:val="20"/>
        </w:rPr>
        <w:t>gwarancja bankowa,</w:t>
      </w:r>
    </w:p>
    <w:p w14:paraId="584D5BAD" w14:textId="70D7176D" w:rsidR="008C6245" w:rsidRDefault="008C624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3412">
        <w:rPr>
          <w:rFonts w:ascii="Arial" w:hAnsi="Arial" w:cs="Arial"/>
          <w:sz w:val="20"/>
          <w:szCs w:val="20"/>
        </w:rPr>
        <w:t>zastaw na prawach lub rzeczach,</w:t>
      </w:r>
    </w:p>
    <w:p w14:paraId="15E314D9" w14:textId="48D1EB33" w:rsidR="008C6245" w:rsidRPr="004E7132" w:rsidRDefault="008C624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3412">
        <w:rPr>
          <w:rFonts w:ascii="Arial" w:hAnsi="Arial" w:cs="Arial"/>
          <w:sz w:val="20"/>
          <w:szCs w:val="20"/>
        </w:rPr>
        <w:t xml:space="preserve">blokada środków zgromadzonych na rachunku </w:t>
      </w:r>
      <w:r w:rsidR="005E3412" w:rsidRPr="005E3412">
        <w:rPr>
          <w:rFonts w:ascii="Arial" w:hAnsi="Arial" w:cs="Arial"/>
          <w:sz w:val="20"/>
          <w:szCs w:val="20"/>
        </w:rPr>
        <w:t>płatniczym (</w:t>
      </w:r>
      <w:r w:rsidRPr="005E3412">
        <w:rPr>
          <w:rFonts w:ascii="Arial" w:hAnsi="Arial" w:cs="Arial"/>
          <w:sz w:val="16"/>
          <w:szCs w:val="16"/>
        </w:rPr>
        <w:t>w przypadku wyboru tej formy zabezpieczenia należy złożyć oświadczenie pod rygorem odpowiedzialności karnej wg wzoru PUP)</w:t>
      </w:r>
    </w:p>
    <w:p w14:paraId="2644A76E" w14:textId="344D23BC" w:rsidR="008C6245" w:rsidRPr="004E7132" w:rsidRDefault="008C624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7132">
        <w:rPr>
          <w:rFonts w:ascii="Arial" w:hAnsi="Arial" w:cs="Arial"/>
          <w:sz w:val="20"/>
          <w:szCs w:val="20"/>
        </w:rPr>
        <w:t xml:space="preserve">akt notarialny o poddaniu się egzekucji przez dłużnika </w:t>
      </w:r>
      <w:r w:rsidRPr="004E7132">
        <w:rPr>
          <w:rFonts w:ascii="Arial" w:hAnsi="Arial" w:cs="Arial"/>
          <w:sz w:val="16"/>
          <w:szCs w:val="16"/>
        </w:rPr>
        <w:t>(w przypadku wyboru tej formy zabezpieczenia należy złożyć oświadczenie pod rygorem odpowiedzialności karnej wg wzoru PUP)</w:t>
      </w:r>
    </w:p>
    <w:p w14:paraId="029F9C01" w14:textId="77777777" w:rsidR="005E3412" w:rsidRPr="00323D50" w:rsidRDefault="005E3412" w:rsidP="005E3412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63222F76" w14:textId="3093AAAE" w:rsidR="005E3412" w:rsidRDefault="005E3412" w:rsidP="005E3412">
      <w:pPr>
        <w:spacing w:after="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  <w:r w:rsidRPr="005E3412">
        <w:rPr>
          <w:rFonts w:ascii="Arial" w:hAnsi="Arial" w:cs="Arial"/>
          <w:b/>
          <w:bCs/>
          <w:sz w:val="20"/>
          <w:szCs w:val="20"/>
        </w:rPr>
        <w:t xml:space="preserve">W przypadku wyboru zabezpieczenia w formie weksla in blanco albo aktu notarialnego </w:t>
      </w:r>
      <w:r w:rsidR="00B07746">
        <w:rPr>
          <w:rFonts w:ascii="Arial" w:hAnsi="Arial" w:cs="Arial"/>
          <w:b/>
          <w:bCs/>
          <w:sz w:val="20"/>
          <w:szCs w:val="20"/>
        </w:rPr>
        <w:br/>
      </w:r>
      <w:r w:rsidRPr="005E3412">
        <w:rPr>
          <w:rFonts w:ascii="Arial" w:hAnsi="Arial" w:cs="Arial"/>
          <w:b/>
          <w:bCs/>
          <w:sz w:val="20"/>
          <w:szCs w:val="20"/>
        </w:rPr>
        <w:t>o poddaniu się egzekucji konieczne jest ustanowienie dodatkowego zabezpieczenia.</w:t>
      </w:r>
    </w:p>
    <w:p w14:paraId="4A1ED408" w14:textId="77777777" w:rsidR="004E7132" w:rsidRDefault="004E7132" w:rsidP="005E3412">
      <w:pPr>
        <w:spacing w:after="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17E4DEA1" w14:textId="77777777" w:rsidR="005D3899" w:rsidRDefault="005D3899" w:rsidP="005E3412">
      <w:pPr>
        <w:spacing w:after="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6D976A7C" w14:textId="7D841878" w:rsidR="008C6245" w:rsidRDefault="008C6245">
      <w:pPr>
        <w:pStyle w:val="Akapitzlist"/>
        <w:numPr>
          <w:ilvl w:val="0"/>
          <w:numId w:val="23"/>
        </w:numPr>
        <w:spacing w:after="0" w:line="24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4E7132">
        <w:rPr>
          <w:rFonts w:ascii="Arial" w:hAnsi="Arial" w:cs="Arial"/>
          <w:sz w:val="20"/>
          <w:szCs w:val="20"/>
        </w:rPr>
        <w:t>W przypadku zabezpieczenia w formie poręczenia należy podać następujące dane:</w:t>
      </w:r>
    </w:p>
    <w:p w14:paraId="24880669" w14:textId="77777777" w:rsidR="00B07746" w:rsidRDefault="00B07746" w:rsidP="00B07746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14FD5134" w14:textId="24E9E3FF" w:rsidR="00B07746" w:rsidRDefault="00E93503" w:rsidP="00B07746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07746">
        <w:rPr>
          <w:rFonts w:ascii="Arial" w:hAnsi="Arial" w:cs="Arial"/>
          <w:b/>
          <w:bCs/>
          <w:sz w:val="20"/>
          <w:szCs w:val="20"/>
          <w:u w:val="single"/>
        </w:rPr>
        <w:t>PORĘCZYCIEL</w:t>
      </w:r>
      <w:r w:rsidR="00B74CB7" w:rsidRPr="00B74CB7">
        <w:rPr>
          <w:rFonts w:ascii="Arial" w:hAnsi="Arial" w:cs="Arial"/>
          <w:sz w:val="20"/>
          <w:szCs w:val="20"/>
        </w:rPr>
        <w:t xml:space="preserve"> – osoba fizyczna</w:t>
      </w:r>
      <w:r w:rsidR="00B74CB7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</w:p>
    <w:p w14:paraId="08EAF5AE" w14:textId="77777777" w:rsidR="00B74CB7" w:rsidRDefault="00B74CB7" w:rsidP="00B07746">
      <w:pPr>
        <w:pStyle w:val="Akapitzlist"/>
        <w:spacing w:after="0" w:line="240" w:lineRule="auto"/>
        <w:ind w:left="1070"/>
        <w:jc w:val="both"/>
        <w:rPr>
          <w:rFonts w:ascii="Arial" w:hAnsi="Arial" w:cs="Arial"/>
          <w:sz w:val="20"/>
          <w:szCs w:val="20"/>
        </w:rPr>
      </w:pPr>
    </w:p>
    <w:p w14:paraId="64880C5E" w14:textId="44E7BA82" w:rsidR="002B22E3" w:rsidRPr="00B07746" w:rsidRDefault="00B74CB7" w:rsidP="00B07746">
      <w:pPr>
        <w:pStyle w:val="Akapitzlist"/>
        <w:spacing w:after="0" w:line="240" w:lineRule="auto"/>
        <w:ind w:left="10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Poręczyciel w wieku …………… lat, </w:t>
      </w:r>
      <w:r w:rsidR="002B22E3" w:rsidRPr="00B07746">
        <w:rPr>
          <w:rFonts w:ascii="Arial" w:hAnsi="Arial" w:cs="Arial"/>
          <w:sz w:val="20"/>
          <w:szCs w:val="20"/>
        </w:rPr>
        <w:t>uzyskuje miesięczny dochód netto pomniejszony o miesięczną spłatę zobowiązań finansowych w wysokości:</w:t>
      </w:r>
    </w:p>
    <w:p w14:paraId="7554F63D" w14:textId="77777777" w:rsidR="002B22E3" w:rsidRDefault="002B22E3" w:rsidP="002B22E3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436"/>
        <w:gridCol w:w="4469"/>
        <w:gridCol w:w="3096"/>
      </w:tblGrid>
      <w:tr w:rsidR="002B22E3" w:rsidRPr="00EA3865" w14:paraId="0804209C" w14:textId="77777777">
        <w:tc>
          <w:tcPr>
            <w:tcW w:w="436" w:type="dxa"/>
          </w:tcPr>
          <w:p w14:paraId="7FA59570" w14:textId="77777777" w:rsidR="002B22E3" w:rsidRPr="00F20860" w:rsidRDefault="002B22E3">
            <w:pPr>
              <w:spacing w:before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469" w:type="dxa"/>
            <w:vAlign w:val="center"/>
          </w:tcPr>
          <w:p w14:paraId="0E62DAD5" w14:textId="77777777" w:rsidR="002B22E3" w:rsidRPr="00F20860" w:rsidRDefault="002B22E3">
            <w:pPr>
              <w:spacing w:before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miesięczny dochód netto</w:t>
            </w:r>
          </w:p>
        </w:tc>
        <w:tc>
          <w:tcPr>
            <w:tcW w:w="3096" w:type="dxa"/>
            <w:vAlign w:val="center"/>
          </w:tcPr>
          <w:p w14:paraId="0171DBA6" w14:textId="77777777" w:rsidR="002B22E3" w:rsidRPr="00F20860" w:rsidRDefault="002B22E3">
            <w:pPr>
              <w:numPr>
                <w:ilvl w:val="12"/>
                <w:numId w:val="0"/>
              </w:numPr>
              <w:spacing w:before="240" w:line="36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zł</w:t>
            </w:r>
          </w:p>
        </w:tc>
      </w:tr>
      <w:tr w:rsidR="002B22E3" w:rsidRPr="00EA3865" w14:paraId="31B3447F" w14:textId="77777777">
        <w:tc>
          <w:tcPr>
            <w:tcW w:w="436" w:type="dxa"/>
            <w:tcBorders>
              <w:bottom w:val="single" w:sz="4" w:space="0" w:color="auto"/>
            </w:tcBorders>
          </w:tcPr>
          <w:p w14:paraId="2163C815" w14:textId="77777777" w:rsidR="002B22E3" w:rsidRPr="00F20860" w:rsidRDefault="002B22E3">
            <w:pPr>
              <w:spacing w:before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4469" w:type="dxa"/>
            <w:vAlign w:val="center"/>
          </w:tcPr>
          <w:p w14:paraId="0BFF9095" w14:textId="77777777" w:rsidR="002B22E3" w:rsidRPr="00F20860" w:rsidRDefault="002B22E3">
            <w:pPr>
              <w:spacing w:before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miesięczną spłatę zobowiązań finansowych</w:t>
            </w:r>
            <w:r w:rsidRPr="00F2086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3096" w:type="dxa"/>
            <w:vAlign w:val="center"/>
          </w:tcPr>
          <w:p w14:paraId="665A4FC6" w14:textId="77777777" w:rsidR="002B22E3" w:rsidRPr="00F20860" w:rsidRDefault="002B22E3">
            <w:pPr>
              <w:numPr>
                <w:ilvl w:val="12"/>
                <w:numId w:val="0"/>
              </w:numPr>
              <w:spacing w:before="240" w:line="36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zł</w:t>
            </w:r>
          </w:p>
        </w:tc>
      </w:tr>
      <w:tr w:rsidR="002B22E3" w:rsidRPr="00EA3865" w14:paraId="0E4A6BAE" w14:textId="77777777">
        <w:tc>
          <w:tcPr>
            <w:tcW w:w="436" w:type="dxa"/>
            <w:tcBorders>
              <w:left w:val="nil"/>
              <w:bottom w:val="nil"/>
            </w:tcBorders>
          </w:tcPr>
          <w:p w14:paraId="45578AF6" w14:textId="77777777" w:rsidR="002B22E3" w:rsidRPr="00F20860" w:rsidRDefault="002B22E3">
            <w:pPr>
              <w:numPr>
                <w:ilvl w:val="12"/>
                <w:numId w:val="0"/>
              </w:numPr>
              <w:spacing w:before="2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69" w:type="dxa"/>
            <w:vAlign w:val="center"/>
          </w:tcPr>
          <w:p w14:paraId="4A7ADC81" w14:textId="13C2168E" w:rsidR="002B22E3" w:rsidRPr="00F20860" w:rsidRDefault="002B22E3">
            <w:pPr>
              <w:numPr>
                <w:ilvl w:val="12"/>
                <w:numId w:val="0"/>
              </w:numPr>
              <w:spacing w:before="2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4E7132">
              <w:rPr>
                <w:rFonts w:ascii="Arial" w:hAnsi="Arial" w:cs="Arial"/>
                <w:bCs/>
                <w:sz w:val="20"/>
                <w:szCs w:val="20"/>
              </w:rPr>
              <w:t>poz. 1 minus poz. 2</w:t>
            </w:r>
            <w:r w:rsidRPr="00F2086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666A123C" w14:textId="77777777" w:rsidR="002B22E3" w:rsidRPr="00F20860" w:rsidRDefault="002B22E3">
            <w:pPr>
              <w:numPr>
                <w:ilvl w:val="12"/>
                <w:numId w:val="0"/>
              </w:numPr>
              <w:spacing w:before="240" w:line="36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zł</w:t>
            </w:r>
          </w:p>
        </w:tc>
      </w:tr>
    </w:tbl>
    <w:p w14:paraId="13185433" w14:textId="77777777" w:rsidR="002B22E3" w:rsidRDefault="002B22E3" w:rsidP="002B22E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694A21C" w14:textId="1A7AEF31" w:rsidR="005822AF" w:rsidRDefault="002B22E3" w:rsidP="005822AF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E93503">
        <w:rPr>
          <w:rFonts w:ascii="Arial" w:hAnsi="Arial" w:cs="Arial"/>
          <w:b/>
          <w:bCs/>
          <w:sz w:val="20"/>
          <w:szCs w:val="20"/>
        </w:rPr>
        <w:t>z tytułu</w:t>
      </w:r>
      <w:r w:rsidR="005822AF" w:rsidRPr="00E93503">
        <w:rPr>
          <w:rFonts w:ascii="Arial" w:hAnsi="Arial" w:cs="Arial"/>
          <w:b/>
          <w:bCs/>
          <w:sz w:val="20"/>
          <w:szCs w:val="20"/>
        </w:rPr>
        <w:t>:</w:t>
      </w:r>
      <w:r w:rsidR="005822AF">
        <w:rPr>
          <w:rFonts w:ascii="Arial" w:hAnsi="Arial" w:cs="Arial"/>
          <w:sz w:val="20"/>
          <w:szCs w:val="20"/>
        </w:rPr>
        <w:t xml:space="preserve"> (</w:t>
      </w:r>
      <w:r w:rsidR="00B07746">
        <w:rPr>
          <w:rFonts w:ascii="Arial" w:hAnsi="Arial" w:cs="Arial"/>
          <w:sz w:val="16"/>
          <w:szCs w:val="16"/>
        </w:rPr>
        <w:t>odpowiednie</w:t>
      </w:r>
      <w:r w:rsidR="005822AF" w:rsidRPr="005822AF">
        <w:rPr>
          <w:rFonts w:ascii="Arial" w:hAnsi="Arial" w:cs="Arial"/>
          <w:sz w:val="16"/>
          <w:szCs w:val="16"/>
        </w:rPr>
        <w:t xml:space="preserve"> </w:t>
      </w:r>
      <w:r w:rsidR="005D3899">
        <w:rPr>
          <w:rFonts w:ascii="Arial" w:hAnsi="Arial" w:cs="Arial"/>
          <w:sz w:val="16"/>
          <w:szCs w:val="16"/>
        </w:rPr>
        <w:t xml:space="preserve">podkreślić </w:t>
      </w:r>
      <w:r w:rsidR="005822AF" w:rsidRPr="005822AF">
        <w:rPr>
          <w:rFonts w:ascii="Arial" w:hAnsi="Arial" w:cs="Arial"/>
          <w:sz w:val="16"/>
          <w:szCs w:val="16"/>
        </w:rPr>
        <w:t>i uzupełnić</w:t>
      </w:r>
      <w:r w:rsidR="005822AF">
        <w:rPr>
          <w:rFonts w:ascii="Arial" w:hAnsi="Arial" w:cs="Arial"/>
          <w:sz w:val="20"/>
          <w:szCs w:val="20"/>
        </w:rPr>
        <w:t>)</w:t>
      </w:r>
    </w:p>
    <w:p w14:paraId="2ABC224C" w14:textId="77777777" w:rsidR="005D3899" w:rsidRDefault="005D3899" w:rsidP="005822AF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4F18E17A" w14:textId="20E50B74" w:rsidR="005822AF" w:rsidRPr="005822AF" w:rsidRDefault="005822AF">
      <w:pPr>
        <w:pStyle w:val="Akapitzlist"/>
        <w:numPr>
          <w:ilvl w:val="1"/>
          <w:numId w:val="8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822AF">
        <w:rPr>
          <w:rFonts w:ascii="Arial" w:hAnsi="Arial" w:cs="Arial"/>
          <w:b/>
          <w:bCs/>
          <w:sz w:val="20"/>
          <w:szCs w:val="20"/>
        </w:rPr>
        <w:t>zatrudnienia na podstawie umowy o pracę</w:t>
      </w:r>
    </w:p>
    <w:p w14:paraId="26025182" w14:textId="4FCE019A" w:rsidR="005822AF" w:rsidRDefault="005822AF" w:rsidP="005822AF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zawartej na czas </w:t>
      </w:r>
      <w:r w:rsidRPr="005822AF">
        <w:rPr>
          <w:rFonts w:ascii="Arial" w:hAnsi="Arial" w:cs="Arial"/>
          <w:b/>
          <w:bCs/>
          <w:sz w:val="20"/>
          <w:szCs w:val="20"/>
        </w:rPr>
        <w:t>nieokreślony / określony</w:t>
      </w:r>
      <w:r>
        <w:rPr>
          <w:rFonts w:ascii="Arial" w:hAnsi="Arial" w:cs="Arial"/>
          <w:sz w:val="20"/>
          <w:szCs w:val="20"/>
        </w:rPr>
        <w:t xml:space="preserve">  od dnia ……………………… do dnia ………………..</w:t>
      </w:r>
    </w:p>
    <w:p w14:paraId="2A09FFA3" w14:textId="3511467A" w:rsidR="005822AF" w:rsidRDefault="005822AF" w:rsidP="005822AF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5822AF">
        <w:rPr>
          <w:rFonts w:ascii="Arial" w:hAnsi="Arial" w:cs="Arial"/>
          <w:b/>
          <w:bCs/>
          <w:sz w:val="20"/>
          <w:szCs w:val="20"/>
        </w:rPr>
        <w:t>znajduje się / nie znajduje się</w:t>
      </w:r>
      <w:r>
        <w:rPr>
          <w:rFonts w:ascii="Arial" w:hAnsi="Arial" w:cs="Arial"/>
          <w:sz w:val="20"/>
          <w:szCs w:val="20"/>
        </w:rPr>
        <w:t xml:space="preserve"> w okresie wypowiedzenia</w:t>
      </w:r>
    </w:p>
    <w:p w14:paraId="6402BB47" w14:textId="73667C3E" w:rsidR="005822AF" w:rsidRDefault="005822AF" w:rsidP="005822AF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zakład pracy </w:t>
      </w:r>
      <w:r w:rsidRPr="005822AF">
        <w:rPr>
          <w:rFonts w:ascii="Arial" w:hAnsi="Arial" w:cs="Arial"/>
          <w:b/>
          <w:bCs/>
          <w:sz w:val="20"/>
          <w:szCs w:val="20"/>
        </w:rPr>
        <w:t>jest / nie jest</w:t>
      </w:r>
      <w:r>
        <w:rPr>
          <w:rFonts w:ascii="Arial" w:hAnsi="Arial" w:cs="Arial"/>
          <w:sz w:val="20"/>
          <w:szCs w:val="20"/>
        </w:rPr>
        <w:t xml:space="preserve"> w stanie likwidacji ani upadłości,</w:t>
      </w:r>
    </w:p>
    <w:p w14:paraId="011F5C3D" w14:textId="0B1B657E" w:rsidR="005822AF" w:rsidRDefault="005822AF" w:rsidP="005822AF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wynagrodzenie powyższe </w:t>
      </w:r>
      <w:r w:rsidRPr="005822AF">
        <w:rPr>
          <w:rFonts w:ascii="Arial" w:hAnsi="Arial" w:cs="Arial"/>
          <w:b/>
          <w:bCs/>
          <w:sz w:val="20"/>
          <w:szCs w:val="20"/>
        </w:rPr>
        <w:t>jest / nie jest</w:t>
      </w:r>
      <w:r>
        <w:rPr>
          <w:rFonts w:ascii="Arial" w:hAnsi="Arial" w:cs="Arial"/>
          <w:sz w:val="20"/>
          <w:szCs w:val="20"/>
        </w:rPr>
        <w:t xml:space="preserve"> obciążone</w:t>
      </w:r>
    </w:p>
    <w:p w14:paraId="54A7EE56" w14:textId="1A36BB07" w:rsidR="00E93503" w:rsidRPr="00E93503" w:rsidRDefault="005822AF" w:rsidP="00E93503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tytułu ……………………………………………………………………… w wysokości: ……………… zł</w:t>
      </w:r>
    </w:p>
    <w:p w14:paraId="67EF358D" w14:textId="49B5BFDA" w:rsidR="005822AF" w:rsidRDefault="005822AF">
      <w:pPr>
        <w:pStyle w:val="Akapitzlist"/>
        <w:numPr>
          <w:ilvl w:val="1"/>
          <w:numId w:val="8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C6295">
        <w:rPr>
          <w:rFonts w:ascii="Arial" w:hAnsi="Arial" w:cs="Arial"/>
          <w:b/>
          <w:bCs/>
          <w:sz w:val="20"/>
          <w:szCs w:val="20"/>
        </w:rPr>
        <w:t>prowadzenia działalności gospodarczej</w:t>
      </w:r>
    </w:p>
    <w:p w14:paraId="5E1E9A32" w14:textId="35D532CC" w:rsidR="00DC6295" w:rsidRDefault="00DC6295" w:rsidP="00DC6295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DC6295">
        <w:rPr>
          <w:rFonts w:ascii="Arial" w:hAnsi="Arial" w:cs="Arial"/>
          <w:b/>
          <w:bCs/>
          <w:sz w:val="20"/>
          <w:szCs w:val="20"/>
        </w:rPr>
        <w:t>zalega / nie zalega</w:t>
      </w:r>
      <w:r>
        <w:rPr>
          <w:rFonts w:ascii="Arial" w:hAnsi="Arial" w:cs="Arial"/>
          <w:sz w:val="20"/>
          <w:szCs w:val="20"/>
        </w:rPr>
        <w:t xml:space="preserve"> z opłacaniem składek na ubezpieczenia społeczne, zdrowotne, Fundusz Pracy oraz Fundusz Gwarantowanych Świadczeń Pracowniczych </w:t>
      </w:r>
    </w:p>
    <w:p w14:paraId="07362514" w14:textId="6294EF0E" w:rsidR="00E93503" w:rsidRPr="00E93503" w:rsidRDefault="00DC6295" w:rsidP="00E93503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zalega / nie zalega</w:t>
      </w:r>
      <w:r w:rsidRPr="00DC6295">
        <w:rPr>
          <w:rFonts w:ascii="Arial" w:hAnsi="Arial" w:cs="Arial"/>
          <w:sz w:val="20"/>
          <w:szCs w:val="20"/>
        </w:rPr>
        <w:t xml:space="preserve"> z opłatami z tytułu zobowiązań podatkowych</w:t>
      </w:r>
    </w:p>
    <w:p w14:paraId="01792912" w14:textId="541524F5" w:rsidR="00E93503" w:rsidRPr="00E93503" w:rsidRDefault="00DC6295">
      <w:pPr>
        <w:pStyle w:val="Akapitzlist"/>
        <w:numPr>
          <w:ilvl w:val="1"/>
          <w:numId w:val="8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emerytury / renty stałej</w:t>
      </w:r>
    </w:p>
    <w:p w14:paraId="3675A68D" w14:textId="4354F29F" w:rsidR="00E93503" w:rsidRDefault="00DC6295">
      <w:pPr>
        <w:pStyle w:val="Akapitzlist"/>
        <w:numPr>
          <w:ilvl w:val="1"/>
          <w:numId w:val="8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prowadzenia gospodarstwa rolnego</w:t>
      </w:r>
    </w:p>
    <w:p w14:paraId="3468A3E9" w14:textId="77777777" w:rsidR="00E93503" w:rsidRDefault="00E93503" w:rsidP="00E93503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6CE77F37" w14:textId="77777777" w:rsidR="005D3899" w:rsidRDefault="005D3899" w:rsidP="00E93503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40914758" w14:textId="77777777" w:rsidR="005D3899" w:rsidRDefault="005D3899" w:rsidP="00E93503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2E0B1626" w14:textId="77777777" w:rsidR="005D3899" w:rsidRDefault="005D3899" w:rsidP="005D3899">
      <w:pPr>
        <w:rPr>
          <w:rFonts w:ascii="Arial" w:hAnsi="Arial" w:cs="Arial"/>
          <w:b/>
          <w:bCs/>
          <w:sz w:val="20"/>
          <w:szCs w:val="20"/>
        </w:rPr>
      </w:pPr>
    </w:p>
    <w:p w14:paraId="7D0A202D" w14:textId="77777777" w:rsidR="002C7EB0" w:rsidRPr="005D3899" w:rsidRDefault="002C7EB0" w:rsidP="005D3899">
      <w:pPr>
        <w:rPr>
          <w:rFonts w:ascii="Arial" w:hAnsi="Arial" w:cs="Arial"/>
          <w:b/>
          <w:bCs/>
          <w:sz w:val="20"/>
          <w:szCs w:val="20"/>
        </w:rPr>
      </w:pPr>
    </w:p>
    <w:p w14:paraId="35C22087" w14:textId="08815E1B" w:rsidR="002C7EB0" w:rsidRPr="002C7EB0" w:rsidRDefault="005D3899" w:rsidP="002C7E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** </w:t>
      </w:r>
      <w:r w:rsidRPr="00E93503">
        <w:rPr>
          <w:rFonts w:ascii="Arial" w:hAnsi="Arial" w:cs="Arial"/>
          <w:sz w:val="16"/>
          <w:szCs w:val="16"/>
        </w:rPr>
        <w:t>do typowych zobowiązań finansowych zalicza się: zobowiązania z tytułu zaciągniętych kredytów  i pożyczek,  wyemitowane dłużne papiery wartościowe, zobowiązania z tytułu umów leasingu  finansowego oraz zobowiązania z tytułu instrumentów pochodnych o ujemnej wartości godziwej na dzień wyceny</w:t>
      </w:r>
      <w:r w:rsidRPr="00E93503">
        <w:rPr>
          <w:rFonts w:ascii="Arial" w:hAnsi="Arial" w:cs="Arial"/>
          <w:b/>
          <w:sz w:val="16"/>
          <w:szCs w:val="16"/>
        </w:rPr>
        <w:t xml:space="preserve"> </w:t>
      </w:r>
      <w:r w:rsidRPr="00E93503">
        <w:rPr>
          <w:rFonts w:ascii="Arial" w:hAnsi="Arial" w:cs="Arial"/>
          <w:sz w:val="16"/>
          <w:szCs w:val="16"/>
        </w:rPr>
        <w:t>oraz zobowiązania z tytułu poręczeń za zobowiązania, które stały się wymagalne</w:t>
      </w:r>
    </w:p>
    <w:p w14:paraId="6DA21CB6" w14:textId="7A94B3C9" w:rsidR="005D3899" w:rsidRPr="00B74CB7" w:rsidRDefault="00E93503" w:rsidP="00B74CB7">
      <w:pPr>
        <w:pStyle w:val="Akapitzlist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B46C7A">
        <w:rPr>
          <w:rFonts w:ascii="Arial" w:hAnsi="Arial" w:cs="Arial"/>
          <w:b/>
          <w:bCs/>
          <w:sz w:val="20"/>
          <w:szCs w:val="20"/>
          <w:u w:val="single"/>
        </w:rPr>
        <w:lastRenderedPageBreak/>
        <w:t>PORĘCZYCIEL</w:t>
      </w:r>
      <w:r w:rsidR="00B74CB7" w:rsidRPr="00B74CB7">
        <w:rPr>
          <w:rFonts w:ascii="Arial" w:hAnsi="Arial" w:cs="Arial"/>
          <w:sz w:val="20"/>
          <w:szCs w:val="20"/>
        </w:rPr>
        <w:t xml:space="preserve"> – osoba fizyczna</w:t>
      </w:r>
    </w:p>
    <w:p w14:paraId="2B85BE71" w14:textId="77777777" w:rsidR="00B74CB7" w:rsidRDefault="00B74CB7" w:rsidP="00E93503">
      <w:pPr>
        <w:pStyle w:val="Akapitzlist"/>
        <w:rPr>
          <w:rFonts w:ascii="Arial" w:hAnsi="Arial" w:cs="Arial"/>
          <w:sz w:val="20"/>
          <w:szCs w:val="20"/>
        </w:rPr>
      </w:pPr>
    </w:p>
    <w:p w14:paraId="2D4E34B5" w14:textId="73876049" w:rsidR="00E93503" w:rsidRPr="00E93503" w:rsidRDefault="00B74CB7" w:rsidP="00E93503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Poręczyciel w wieku ………….. lat, </w:t>
      </w:r>
      <w:r w:rsidR="00E93503">
        <w:rPr>
          <w:rFonts w:ascii="Arial" w:hAnsi="Arial" w:cs="Arial"/>
          <w:sz w:val="20"/>
          <w:szCs w:val="20"/>
        </w:rPr>
        <w:t>u</w:t>
      </w:r>
      <w:r w:rsidR="00E93503" w:rsidRPr="002B22E3">
        <w:rPr>
          <w:rFonts w:ascii="Arial" w:hAnsi="Arial" w:cs="Arial"/>
          <w:sz w:val="20"/>
          <w:szCs w:val="20"/>
        </w:rPr>
        <w:t>zyskuje miesięczny dochód netto pomniejszony o miesięczną spłatę zobowiązań finansowych</w:t>
      </w:r>
      <w:r>
        <w:rPr>
          <w:rFonts w:ascii="Arial" w:hAnsi="Arial" w:cs="Arial"/>
          <w:sz w:val="20"/>
          <w:szCs w:val="20"/>
        </w:rPr>
        <w:t xml:space="preserve"> </w:t>
      </w:r>
      <w:r w:rsidR="00E93503" w:rsidRPr="002B22E3">
        <w:rPr>
          <w:rFonts w:ascii="Arial" w:hAnsi="Arial" w:cs="Arial"/>
          <w:sz w:val="20"/>
          <w:szCs w:val="20"/>
        </w:rPr>
        <w:t>w wysokości</w:t>
      </w:r>
    </w:p>
    <w:tbl>
      <w:tblPr>
        <w:tblStyle w:val="Tabela-Siatka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436"/>
        <w:gridCol w:w="4469"/>
        <w:gridCol w:w="3096"/>
      </w:tblGrid>
      <w:tr w:rsidR="00E93503" w:rsidRPr="00EA3865" w14:paraId="7F78FCDB" w14:textId="77777777">
        <w:tc>
          <w:tcPr>
            <w:tcW w:w="436" w:type="dxa"/>
          </w:tcPr>
          <w:p w14:paraId="3F6431BD" w14:textId="77777777" w:rsidR="00E93503" w:rsidRPr="00F20860" w:rsidRDefault="00E93503">
            <w:pPr>
              <w:spacing w:before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469" w:type="dxa"/>
            <w:vAlign w:val="center"/>
          </w:tcPr>
          <w:p w14:paraId="01D4F66E" w14:textId="77777777" w:rsidR="00E93503" w:rsidRPr="00F20860" w:rsidRDefault="00E93503">
            <w:pPr>
              <w:spacing w:before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miesięczny dochód netto</w:t>
            </w:r>
          </w:p>
        </w:tc>
        <w:tc>
          <w:tcPr>
            <w:tcW w:w="3096" w:type="dxa"/>
            <w:vAlign w:val="center"/>
          </w:tcPr>
          <w:p w14:paraId="61FE9A79" w14:textId="77777777" w:rsidR="00E93503" w:rsidRPr="00F20860" w:rsidRDefault="00E93503">
            <w:pPr>
              <w:numPr>
                <w:ilvl w:val="12"/>
                <w:numId w:val="0"/>
              </w:numPr>
              <w:spacing w:before="240" w:line="36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zł</w:t>
            </w:r>
          </w:p>
        </w:tc>
      </w:tr>
      <w:tr w:rsidR="00E93503" w:rsidRPr="00EA3865" w14:paraId="1E95A172" w14:textId="77777777">
        <w:tc>
          <w:tcPr>
            <w:tcW w:w="436" w:type="dxa"/>
            <w:tcBorders>
              <w:bottom w:val="single" w:sz="4" w:space="0" w:color="auto"/>
            </w:tcBorders>
          </w:tcPr>
          <w:p w14:paraId="5F8959CA" w14:textId="77777777" w:rsidR="00E93503" w:rsidRPr="00F20860" w:rsidRDefault="00E93503">
            <w:pPr>
              <w:spacing w:before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4469" w:type="dxa"/>
            <w:vAlign w:val="center"/>
          </w:tcPr>
          <w:p w14:paraId="33467A84" w14:textId="30937532" w:rsidR="00E93503" w:rsidRPr="00F20860" w:rsidRDefault="00E93503">
            <w:pPr>
              <w:spacing w:before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miesięczną spłatę zobowiązań finansowych</w:t>
            </w:r>
          </w:p>
        </w:tc>
        <w:tc>
          <w:tcPr>
            <w:tcW w:w="3096" w:type="dxa"/>
            <w:vAlign w:val="center"/>
          </w:tcPr>
          <w:p w14:paraId="31D6F584" w14:textId="77777777" w:rsidR="00E93503" w:rsidRPr="00F20860" w:rsidRDefault="00E93503">
            <w:pPr>
              <w:numPr>
                <w:ilvl w:val="12"/>
                <w:numId w:val="0"/>
              </w:numPr>
              <w:spacing w:before="240" w:line="36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zł</w:t>
            </w:r>
          </w:p>
        </w:tc>
      </w:tr>
      <w:tr w:rsidR="00E93503" w:rsidRPr="00EA3865" w14:paraId="1C919EBC" w14:textId="77777777">
        <w:tc>
          <w:tcPr>
            <w:tcW w:w="436" w:type="dxa"/>
            <w:tcBorders>
              <w:left w:val="nil"/>
              <w:bottom w:val="nil"/>
            </w:tcBorders>
          </w:tcPr>
          <w:p w14:paraId="6D5F59BE" w14:textId="77777777" w:rsidR="00E93503" w:rsidRPr="00F20860" w:rsidRDefault="00E93503">
            <w:pPr>
              <w:numPr>
                <w:ilvl w:val="12"/>
                <w:numId w:val="0"/>
              </w:numPr>
              <w:spacing w:before="2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69" w:type="dxa"/>
            <w:vAlign w:val="center"/>
          </w:tcPr>
          <w:p w14:paraId="7E02CB3A" w14:textId="66DA56E4" w:rsidR="00E93503" w:rsidRPr="00F20860" w:rsidRDefault="00795D34">
            <w:pPr>
              <w:numPr>
                <w:ilvl w:val="12"/>
                <w:numId w:val="0"/>
              </w:numPr>
              <w:spacing w:before="24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(poz. 1 minus poz. 2)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4C3B5DFD" w14:textId="77777777" w:rsidR="00E93503" w:rsidRPr="00F20860" w:rsidRDefault="00E93503">
            <w:pPr>
              <w:numPr>
                <w:ilvl w:val="12"/>
                <w:numId w:val="0"/>
              </w:numPr>
              <w:spacing w:before="240" w:line="36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F20860">
              <w:rPr>
                <w:rFonts w:ascii="Arial" w:hAnsi="Arial" w:cs="Arial"/>
                <w:bCs/>
                <w:sz w:val="20"/>
                <w:szCs w:val="20"/>
              </w:rPr>
              <w:t>zł</w:t>
            </w:r>
          </w:p>
        </w:tc>
      </w:tr>
    </w:tbl>
    <w:p w14:paraId="2435C699" w14:textId="77777777" w:rsidR="00E93503" w:rsidRPr="00E93503" w:rsidRDefault="00E93503" w:rsidP="00E93503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34AF0F18" w14:textId="175446F6" w:rsidR="00E93503" w:rsidRDefault="00E93503" w:rsidP="00E9350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  <w:r w:rsidRPr="00E93503">
        <w:rPr>
          <w:rFonts w:ascii="Arial" w:hAnsi="Arial" w:cs="Arial"/>
          <w:b/>
          <w:bCs/>
          <w:sz w:val="20"/>
          <w:szCs w:val="20"/>
        </w:rPr>
        <w:t>z tytułu:</w:t>
      </w:r>
      <w:r>
        <w:rPr>
          <w:rFonts w:ascii="Arial" w:hAnsi="Arial" w:cs="Arial"/>
          <w:sz w:val="20"/>
          <w:szCs w:val="20"/>
        </w:rPr>
        <w:t xml:space="preserve"> (</w:t>
      </w:r>
      <w:r w:rsidR="00B07746">
        <w:rPr>
          <w:rFonts w:ascii="Arial" w:hAnsi="Arial" w:cs="Arial"/>
          <w:sz w:val="16"/>
          <w:szCs w:val="16"/>
        </w:rPr>
        <w:t xml:space="preserve">odpowiednie </w:t>
      </w:r>
      <w:r w:rsidR="005D3899">
        <w:rPr>
          <w:rFonts w:ascii="Arial" w:hAnsi="Arial" w:cs="Arial"/>
          <w:sz w:val="16"/>
          <w:szCs w:val="16"/>
        </w:rPr>
        <w:t>podkreślić</w:t>
      </w:r>
      <w:r w:rsidRPr="005822AF">
        <w:rPr>
          <w:rFonts w:ascii="Arial" w:hAnsi="Arial" w:cs="Arial"/>
          <w:sz w:val="16"/>
          <w:szCs w:val="16"/>
        </w:rPr>
        <w:t xml:space="preserve"> i uzupełnić</w:t>
      </w:r>
      <w:r>
        <w:rPr>
          <w:rFonts w:ascii="Arial" w:hAnsi="Arial" w:cs="Arial"/>
          <w:sz w:val="20"/>
          <w:szCs w:val="20"/>
        </w:rPr>
        <w:t>)</w:t>
      </w:r>
    </w:p>
    <w:p w14:paraId="4053D237" w14:textId="77777777" w:rsidR="005D3899" w:rsidRDefault="005D3899" w:rsidP="00E93503">
      <w:pPr>
        <w:spacing w:after="0" w:line="240" w:lineRule="auto"/>
        <w:ind w:left="720"/>
        <w:rPr>
          <w:rFonts w:ascii="Arial" w:hAnsi="Arial" w:cs="Arial"/>
          <w:sz w:val="20"/>
          <w:szCs w:val="20"/>
        </w:rPr>
      </w:pPr>
    </w:p>
    <w:p w14:paraId="3AE2CC9B" w14:textId="77777777" w:rsidR="00E93503" w:rsidRPr="005822AF" w:rsidRDefault="00E93503">
      <w:pPr>
        <w:pStyle w:val="Akapitzlist"/>
        <w:numPr>
          <w:ilvl w:val="1"/>
          <w:numId w:val="8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822AF">
        <w:rPr>
          <w:rFonts w:ascii="Arial" w:hAnsi="Arial" w:cs="Arial"/>
          <w:b/>
          <w:bCs/>
          <w:sz w:val="20"/>
          <w:szCs w:val="20"/>
        </w:rPr>
        <w:t>zatrudnienia na podstawie umowy o pracę</w:t>
      </w:r>
    </w:p>
    <w:p w14:paraId="29D03BB0" w14:textId="3430E32A" w:rsidR="00E93503" w:rsidRDefault="00E93503" w:rsidP="00E93503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zawartej na czas </w:t>
      </w:r>
      <w:r w:rsidRPr="005822AF">
        <w:rPr>
          <w:rFonts w:ascii="Arial" w:hAnsi="Arial" w:cs="Arial"/>
          <w:b/>
          <w:bCs/>
          <w:sz w:val="20"/>
          <w:szCs w:val="20"/>
        </w:rPr>
        <w:t>nieokreślony / określony</w:t>
      </w:r>
      <w:r>
        <w:rPr>
          <w:rFonts w:ascii="Arial" w:hAnsi="Arial" w:cs="Arial"/>
          <w:sz w:val="20"/>
          <w:szCs w:val="20"/>
        </w:rPr>
        <w:t xml:space="preserve"> od dnia ……………………… do dnia ………………..</w:t>
      </w:r>
    </w:p>
    <w:p w14:paraId="348E9F90" w14:textId="346E5FEE" w:rsidR="00E93503" w:rsidRDefault="00E93503" w:rsidP="00E93503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5822AF">
        <w:rPr>
          <w:rFonts w:ascii="Arial" w:hAnsi="Arial" w:cs="Arial"/>
          <w:b/>
          <w:bCs/>
          <w:sz w:val="20"/>
          <w:szCs w:val="20"/>
        </w:rPr>
        <w:t>znajduje się / nie znajduje się</w:t>
      </w:r>
      <w:r>
        <w:rPr>
          <w:rFonts w:ascii="Arial" w:hAnsi="Arial" w:cs="Arial"/>
          <w:sz w:val="20"/>
          <w:szCs w:val="20"/>
        </w:rPr>
        <w:t xml:space="preserve"> w okresie wypowiedzenia</w:t>
      </w:r>
    </w:p>
    <w:p w14:paraId="5E8C1BDF" w14:textId="384C98F0" w:rsidR="00E93503" w:rsidRDefault="00E93503" w:rsidP="00E93503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zakład pracy </w:t>
      </w:r>
      <w:r w:rsidRPr="005822AF">
        <w:rPr>
          <w:rFonts w:ascii="Arial" w:hAnsi="Arial" w:cs="Arial"/>
          <w:b/>
          <w:bCs/>
          <w:sz w:val="20"/>
          <w:szCs w:val="20"/>
        </w:rPr>
        <w:t>jest / nie jest</w:t>
      </w:r>
      <w:r>
        <w:rPr>
          <w:rFonts w:ascii="Arial" w:hAnsi="Arial" w:cs="Arial"/>
          <w:sz w:val="20"/>
          <w:szCs w:val="20"/>
        </w:rPr>
        <w:t xml:space="preserve"> w stanie likwidacji ani upadłości,</w:t>
      </w:r>
    </w:p>
    <w:p w14:paraId="40161B92" w14:textId="60E0BD98" w:rsidR="00E93503" w:rsidRDefault="00E93503" w:rsidP="00E93503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wynagrodzenie powyższe </w:t>
      </w:r>
      <w:r w:rsidRPr="005822AF">
        <w:rPr>
          <w:rFonts w:ascii="Arial" w:hAnsi="Arial" w:cs="Arial"/>
          <w:b/>
          <w:bCs/>
          <w:sz w:val="20"/>
          <w:szCs w:val="20"/>
        </w:rPr>
        <w:t>jest / nie jest</w:t>
      </w:r>
      <w:r>
        <w:rPr>
          <w:rFonts w:ascii="Arial" w:hAnsi="Arial" w:cs="Arial"/>
          <w:sz w:val="20"/>
          <w:szCs w:val="20"/>
        </w:rPr>
        <w:t xml:space="preserve"> obciążone</w:t>
      </w:r>
    </w:p>
    <w:p w14:paraId="0D468A53" w14:textId="2403DE66" w:rsidR="0019024F" w:rsidRPr="005D3899" w:rsidRDefault="00E93503" w:rsidP="005D3899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tytułu ……………………………………………………………………… w wysokości: ……………… zł</w:t>
      </w:r>
      <w:bookmarkStart w:id="6" w:name="_Hlk155079735"/>
    </w:p>
    <w:bookmarkEnd w:id="6"/>
    <w:p w14:paraId="3E8033BE" w14:textId="77777777" w:rsidR="00E93503" w:rsidRDefault="00E93503">
      <w:pPr>
        <w:pStyle w:val="Akapitzlist"/>
        <w:numPr>
          <w:ilvl w:val="1"/>
          <w:numId w:val="8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DC6295">
        <w:rPr>
          <w:rFonts w:ascii="Arial" w:hAnsi="Arial" w:cs="Arial"/>
          <w:b/>
          <w:bCs/>
          <w:sz w:val="20"/>
          <w:szCs w:val="20"/>
        </w:rPr>
        <w:t>prowadzenia działalności gospodarczej</w:t>
      </w:r>
    </w:p>
    <w:p w14:paraId="574DE0AE" w14:textId="4519B71D" w:rsidR="00E93503" w:rsidRDefault="00E93503" w:rsidP="00E93503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DC6295">
        <w:rPr>
          <w:rFonts w:ascii="Arial" w:hAnsi="Arial" w:cs="Arial"/>
          <w:b/>
          <w:bCs/>
          <w:sz w:val="20"/>
          <w:szCs w:val="20"/>
        </w:rPr>
        <w:t>zalega / nie zalega</w:t>
      </w:r>
      <w:r>
        <w:rPr>
          <w:rFonts w:ascii="Arial" w:hAnsi="Arial" w:cs="Arial"/>
          <w:sz w:val="20"/>
          <w:szCs w:val="20"/>
        </w:rPr>
        <w:t xml:space="preserve"> z opłacaniem składek na ubezpieczenia społeczne, zdrowotne, Fundusz Pracy oraz Fundusz Gwarantowanych Świadczeń Pracowniczych </w:t>
      </w:r>
    </w:p>
    <w:p w14:paraId="6BB76871" w14:textId="44E6C3FA" w:rsidR="00E93503" w:rsidRPr="00E93503" w:rsidRDefault="00E93503" w:rsidP="00E93503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zalega / nie zalega</w:t>
      </w:r>
      <w:r w:rsidRPr="00DC6295">
        <w:rPr>
          <w:rFonts w:ascii="Arial" w:hAnsi="Arial" w:cs="Arial"/>
          <w:sz w:val="20"/>
          <w:szCs w:val="20"/>
        </w:rPr>
        <w:t xml:space="preserve"> z opłatami z tytułu zobowiązań podatkowych</w:t>
      </w:r>
    </w:p>
    <w:p w14:paraId="76D7A5C6" w14:textId="68ACCD7A" w:rsidR="00E93503" w:rsidRPr="00E93503" w:rsidRDefault="00E93503">
      <w:pPr>
        <w:pStyle w:val="Akapitzlist"/>
        <w:numPr>
          <w:ilvl w:val="1"/>
          <w:numId w:val="8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emerytury / renty stałej</w:t>
      </w:r>
    </w:p>
    <w:p w14:paraId="49FF9B09" w14:textId="77777777" w:rsidR="00E93503" w:rsidRDefault="00E93503">
      <w:pPr>
        <w:pStyle w:val="Akapitzlist"/>
        <w:numPr>
          <w:ilvl w:val="1"/>
          <w:numId w:val="8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prowadzenia gospodarstwa rolnego</w:t>
      </w:r>
    </w:p>
    <w:p w14:paraId="4F484DF5" w14:textId="77777777" w:rsidR="00795D34" w:rsidRDefault="00795D34" w:rsidP="00795D3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9726047" w14:textId="77777777" w:rsidR="00B07746" w:rsidRDefault="00B07746" w:rsidP="00795D3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8C5E420" w14:textId="5C48E509" w:rsidR="00795D34" w:rsidRPr="00B07746" w:rsidRDefault="00795D34" w:rsidP="00B07746">
      <w:pPr>
        <w:pStyle w:val="Akapitzlist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07746">
        <w:rPr>
          <w:rFonts w:ascii="Arial" w:hAnsi="Arial" w:cs="Arial"/>
          <w:b/>
          <w:bCs/>
          <w:sz w:val="20"/>
          <w:szCs w:val="20"/>
          <w:u w:val="single"/>
        </w:rPr>
        <w:t>PORĘCZYCIEL</w:t>
      </w:r>
      <w:r w:rsidR="00B74CB7">
        <w:rPr>
          <w:rFonts w:ascii="Arial" w:hAnsi="Arial" w:cs="Arial"/>
          <w:sz w:val="20"/>
          <w:szCs w:val="20"/>
        </w:rPr>
        <w:t xml:space="preserve"> – osoba prawna (</w:t>
      </w:r>
      <w:r w:rsidR="00B07746" w:rsidRPr="00B07746">
        <w:rPr>
          <w:rFonts w:ascii="Arial" w:hAnsi="Arial" w:cs="Arial"/>
          <w:sz w:val="16"/>
          <w:szCs w:val="16"/>
        </w:rPr>
        <w:t>odpowiednie podkreślić</w:t>
      </w:r>
      <w:r w:rsidR="00B07746">
        <w:rPr>
          <w:rFonts w:ascii="Arial" w:hAnsi="Arial" w:cs="Arial"/>
          <w:sz w:val="20"/>
          <w:szCs w:val="20"/>
        </w:rPr>
        <w:t>)</w:t>
      </w:r>
    </w:p>
    <w:p w14:paraId="0ED5387C" w14:textId="77777777" w:rsidR="00B07746" w:rsidRDefault="00B07746" w:rsidP="00B46C7A">
      <w:pPr>
        <w:spacing w:after="0" w:line="240" w:lineRule="auto"/>
        <w:ind w:left="851" w:hanging="142"/>
        <w:rPr>
          <w:rFonts w:ascii="Arial" w:hAnsi="Arial" w:cs="Arial"/>
          <w:sz w:val="20"/>
          <w:szCs w:val="20"/>
        </w:rPr>
      </w:pPr>
    </w:p>
    <w:p w14:paraId="4E97B285" w14:textId="1DC81FF8" w:rsidR="00B07746" w:rsidRDefault="00B07746" w:rsidP="00B07746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 w:rsidRPr="00DC6295">
        <w:rPr>
          <w:rFonts w:ascii="Arial" w:hAnsi="Arial" w:cs="Arial"/>
          <w:b/>
          <w:bCs/>
          <w:sz w:val="20"/>
          <w:szCs w:val="20"/>
        </w:rPr>
        <w:t>zalega / nie zalega</w:t>
      </w:r>
      <w:r>
        <w:rPr>
          <w:rFonts w:ascii="Arial" w:hAnsi="Arial" w:cs="Arial"/>
          <w:sz w:val="20"/>
          <w:szCs w:val="20"/>
        </w:rPr>
        <w:t xml:space="preserve"> z opłacaniem składek na ubezpieczenia społeczne, zdrowotne, Fundusz Pracy oraz Fundusz Gwarantowanych Świadczeń Pracowniczych </w:t>
      </w:r>
    </w:p>
    <w:p w14:paraId="2CA870A9" w14:textId="77777777" w:rsidR="00B07746" w:rsidRPr="00E93503" w:rsidRDefault="00B07746" w:rsidP="00B07746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zalega / nie zalega</w:t>
      </w:r>
      <w:r w:rsidRPr="00DC6295">
        <w:rPr>
          <w:rFonts w:ascii="Arial" w:hAnsi="Arial" w:cs="Arial"/>
          <w:sz w:val="20"/>
          <w:szCs w:val="20"/>
        </w:rPr>
        <w:t xml:space="preserve"> z opłatami z tytułu zobowiązań podatkowych</w:t>
      </w:r>
    </w:p>
    <w:p w14:paraId="73679568" w14:textId="54F6BCCA" w:rsidR="00B07746" w:rsidRDefault="00B07746" w:rsidP="00B46C7A">
      <w:pPr>
        <w:spacing w:after="0" w:line="240" w:lineRule="auto"/>
        <w:ind w:left="851" w:hanging="142"/>
        <w:rPr>
          <w:rFonts w:ascii="Arial" w:hAnsi="Arial" w:cs="Arial"/>
          <w:sz w:val="20"/>
          <w:szCs w:val="20"/>
        </w:rPr>
      </w:pPr>
    </w:p>
    <w:p w14:paraId="3AAAF006" w14:textId="7536A7D3" w:rsidR="00E93503" w:rsidRDefault="00B07746" w:rsidP="00B07746">
      <w:pPr>
        <w:spacing w:after="0" w:line="240" w:lineRule="auto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    </w:t>
      </w:r>
    </w:p>
    <w:p w14:paraId="10C3CE12" w14:textId="77777777" w:rsidR="00B07746" w:rsidRDefault="00B07746" w:rsidP="00B07746">
      <w:pPr>
        <w:spacing w:after="0" w:line="240" w:lineRule="auto"/>
        <w:ind w:left="851" w:hanging="142"/>
        <w:rPr>
          <w:rFonts w:ascii="Arial" w:hAnsi="Arial" w:cs="Arial"/>
          <w:sz w:val="20"/>
          <w:szCs w:val="20"/>
        </w:rPr>
      </w:pPr>
    </w:p>
    <w:p w14:paraId="26B2B390" w14:textId="77777777" w:rsidR="00B07746" w:rsidRPr="00B07746" w:rsidRDefault="00B07746" w:rsidP="00B07746">
      <w:pPr>
        <w:spacing w:after="0" w:line="240" w:lineRule="auto"/>
        <w:ind w:left="851" w:hanging="142"/>
        <w:rPr>
          <w:rFonts w:ascii="Arial" w:hAnsi="Arial" w:cs="Arial"/>
          <w:sz w:val="20"/>
          <w:szCs w:val="20"/>
        </w:rPr>
      </w:pPr>
    </w:p>
    <w:p w14:paraId="3493A2E1" w14:textId="77777777" w:rsidR="00E93503" w:rsidRPr="00E93503" w:rsidRDefault="00E93503" w:rsidP="00E93503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503">
        <w:rPr>
          <w:rFonts w:ascii="Arial" w:eastAsia="Times New Roman" w:hAnsi="Arial" w:cs="Arial"/>
          <w:sz w:val="20"/>
          <w:szCs w:val="20"/>
          <w:lang w:eastAsia="pl-PL"/>
        </w:rPr>
        <w:t>Świadomy(a) odpowiedzialności karnej za składanie nieprawdziwych danych /art. 233 KK/ oświadczam, że dane zawarte w niniejszym wniosku są zgodne z prawdą. Wiarygodność podanych we wniosku danych stwierdzam własnoręcznym podpisem.</w:t>
      </w:r>
    </w:p>
    <w:p w14:paraId="63399CCE" w14:textId="77777777" w:rsidR="003F43BD" w:rsidRDefault="003F43BD" w:rsidP="003F43BD">
      <w:pPr>
        <w:tabs>
          <w:tab w:val="left" w:pos="4536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DCA3A0" w14:textId="30D6307B" w:rsidR="003F43BD" w:rsidRPr="003F43BD" w:rsidRDefault="003F43BD" w:rsidP="003F43BD">
      <w:pPr>
        <w:tabs>
          <w:tab w:val="left" w:pos="453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43B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poinformowałem o udostępnieniu danych osobowych osób fizycznych, od których dane osobowe bezpośrednio lub pośrednio pozyskałem w celu złożenia wniosku oraz wypełniłem obowiązek informacyjny przewidziany w art. 13 i 14 Rozporządzenia Parlamentu Europejskiego i Rady (UE) 2016/679 z dnia 27 kwietnia 2016 r. w sprawie ochrony osób fizycznych w związku z przetwarzaniem danych osobowych 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43BD">
        <w:rPr>
          <w:rFonts w:ascii="Arial" w:eastAsia="Times New Roman" w:hAnsi="Arial" w:cs="Arial"/>
          <w:sz w:val="20"/>
          <w:szCs w:val="20"/>
          <w:lang w:eastAsia="pl-PL"/>
        </w:rPr>
        <w:t xml:space="preserve">i w sprawie swobodnego przepływu takich danych oraz uchylenia dyrektywy 95/46/WE (ogólne rozporządzenie o ochronie danych) (Dz. Urz. UE L 119 z 4.05.2016) wobec osób fizycznych, od których dane osobowe bezpośrednio lub pośrednio pozyskałem w celu złożenia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wniosku o refundację kosztów wyposażenia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lub doposażenia stanowiska pracy.</w:t>
      </w:r>
    </w:p>
    <w:p w14:paraId="1BB8EB11" w14:textId="77777777" w:rsidR="00E93503" w:rsidRPr="00E93503" w:rsidRDefault="00E93503" w:rsidP="00E93503">
      <w:pPr>
        <w:tabs>
          <w:tab w:val="left" w:pos="4536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EB49C" w14:textId="77777777" w:rsidR="00E93503" w:rsidRDefault="00E93503" w:rsidP="00E9350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5037872" w14:textId="321E1772" w:rsidR="00E93503" w:rsidRDefault="00E93503" w:rsidP="00E9350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0B59846" w14:textId="6701427A" w:rsidR="00E93503" w:rsidRPr="000B560B" w:rsidRDefault="000B560B" w:rsidP="000B560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bookmarkStart w:id="7" w:name="_Hlk155079288"/>
      <w:r>
        <w:rPr>
          <w:rFonts w:ascii="Arial" w:eastAsia="Times New Roman" w:hAnsi="Arial" w:cs="Arial"/>
          <w:sz w:val="16"/>
          <w:szCs w:val="16"/>
          <w:lang w:eastAsia="pl-PL"/>
        </w:rPr>
        <w:t xml:space="preserve">………………………………………………  </w:t>
      </w:r>
      <w:bookmarkEnd w:id="7"/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………………………………………………                                                                                                                                                                                          </w:t>
      </w:r>
    </w:p>
    <w:p w14:paraId="628AFAE3" w14:textId="01765BC4" w:rsidR="001E560A" w:rsidRPr="008728C7" w:rsidRDefault="000B560B" w:rsidP="008728C7">
      <w:pPr>
        <w:spacing w:after="0" w:line="240" w:lineRule="auto"/>
        <w:rPr>
          <w:rFonts w:ascii="Arial" w:eastAsia="Times New Roman" w:hAnsi="Arial" w:cs="Arial"/>
          <w:bCs/>
          <w:iCs/>
          <w:sz w:val="16"/>
          <w:szCs w:val="16"/>
          <w:lang w:eastAsia="pl-PL"/>
        </w:rPr>
      </w:pPr>
      <w:r w:rsidRPr="000B560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     </w:t>
      </w:r>
      <w:r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         </w:t>
      </w:r>
      <w:r w:rsidRPr="000B560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  (miejscowość i data)                          </w:t>
      </w:r>
      <w:r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                                                  </w:t>
      </w:r>
      <w:r w:rsidRPr="000B560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 xml:space="preserve"> pieczęć i podpis wnioskodawcy (albo osób upoważnionych</w:t>
      </w:r>
      <w:r w:rsidR="008C3E22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>)</w:t>
      </w:r>
    </w:p>
    <w:p w14:paraId="7DE7B2C8" w14:textId="6AC082B2" w:rsidR="007D3A90" w:rsidRDefault="000B560B">
      <w:pPr>
        <w:pStyle w:val="Akapitzlist"/>
        <w:numPr>
          <w:ilvl w:val="0"/>
          <w:numId w:val="3"/>
        </w:numPr>
        <w:spacing w:after="0" w:line="240" w:lineRule="auto"/>
        <w:ind w:left="709" w:hanging="34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DANE KONTAKTOWE WNIOSKODAWCY</w:t>
      </w:r>
    </w:p>
    <w:p w14:paraId="4A53EEED" w14:textId="77777777" w:rsidR="000B560B" w:rsidRDefault="000B560B" w:rsidP="000B560B">
      <w:pPr>
        <w:pStyle w:val="Akapitzlist"/>
        <w:spacing w:after="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722B39F7" w14:textId="08B5C19A" w:rsidR="00414D2A" w:rsidRPr="008728C7" w:rsidRDefault="000B560B" w:rsidP="008728C7">
      <w:pPr>
        <w:pStyle w:val="Akapitzlist"/>
        <w:ind w:left="709"/>
        <w:jc w:val="both"/>
        <w:rPr>
          <w:rFonts w:ascii="Arial" w:hAnsi="Arial" w:cs="Arial"/>
          <w:sz w:val="20"/>
          <w:szCs w:val="20"/>
        </w:rPr>
      </w:pPr>
      <w:r w:rsidRPr="000B560B">
        <w:rPr>
          <w:rFonts w:ascii="Arial" w:hAnsi="Arial" w:cs="Arial"/>
          <w:sz w:val="20"/>
          <w:szCs w:val="20"/>
        </w:rPr>
        <w:t>(podanie danych jest dobrowolne, jednak ich niepodanie uniemożliwi nawiązanie przez administratora mailowego i telefonicznego kontaktu z osobą składającą wniosek w kwestiach związanych z prowadzoną sprawą)</w:t>
      </w:r>
      <w:r>
        <w:rPr>
          <w:rFonts w:ascii="Arial" w:hAnsi="Arial" w:cs="Arial"/>
          <w:sz w:val="20"/>
          <w:szCs w:val="20"/>
        </w:rPr>
        <w:t>:</w:t>
      </w:r>
    </w:p>
    <w:p w14:paraId="1907046A" w14:textId="108BA6DC" w:rsidR="000B560B" w:rsidRDefault="005A7AC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0B560B">
        <w:rPr>
          <w:rFonts w:ascii="Arial" w:hAnsi="Arial" w:cs="Arial"/>
          <w:sz w:val="20"/>
          <w:szCs w:val="20"/>
        </w:rPr>
        <w:t>elefon ……………………………………..</w:t>
      </w:r>
    </w:p>
    <w:p w14:paraId="7C7C2BAD" w14:textId="77777777" w:rsidR="000B560B" w:rsidRDefault="000B560B" w:rsidP="000B560B">
      <w:pPr>
        <w:pStyle w:val="Akapitzlist"/>
        <w:ind w:left="1429"/>
        <w:jc w:val="both"/>
        <w:rPr>
          <w:rFonts w:ascii="Arial" w:hAnsi="Arial" w:cs="Arial"/>
          <w:sz w:val="20"/>
          <w:szCs w:val="20"/>
        </w:rPr>
      </w:pPr>
    </w:p>
    <w:p w14:paraId="6CC9BE38" w14:textId="2531D82E" w:rsidR="000B560B" w:rsidRPr="008728C7" w:rsidRDefault="005A7AC2" w:rsidP="008728C7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</w:t>
      </w:r>
      <w:r w:rsidR="000B560B">
        <w:rPr>
          <w:rFonts w:ascii="Arial" w:hAnsi="Arial" w:cs="Arial"/>
          <w:sz w:val="20"/>
          <w:szCs w:val="20"/>
        </w:rPr>
        <w:t>mail ……………………………………….</w:t>
      </w:r>
    </w:p>
    <w:p w14:paraId="3A436770" w14:textId="23296369" w:rsidR="000B560B" w:rsidRDefault="000B560B" w:rsidP="008728C7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B560B">
        <w:rPr>
          <w:rFonts w:ascii="Arial" w:hAnsi="Arial" w:cs="Arial"/>
          <w:sz w:val="20"/>
          <w:szCs w:val="20"/>
        </w:rPr>
        <w:t>Wyrażam zgodę, aby Powiatowy Urząd Pracy w Lesznie kontaktował się ze mną za pośrednictwem numeru telefonu/adresu email w kwestiach związanych z dotyczącą mnie sprawą i w tym celu podaje swoje dane.</w:t>
      </w:r>
    </w:p>
    <w:p w14:paraId="3B4540A5" w14:textId="77777777" w:rsidR="008C304A" w:rsidRPr="008728C7" w:rsidRDefault="008C304A" w:rsidP="008728C7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057B54EF" w14:textId="46E405A9" w:rsidR="000B560B" w:rsidRDefault="000B560B" w:rsidP="000B560B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0B560B">
        <w:rPr>
          <w:rFonts w:ascii="Arial" w:hAnsi="Arial" w:cs="Arial"/>
          <w:sz w:val="20"/>
          <w:szCs w:val="20"/>
        </w:rPr>
        <w:t xml:space="preserve">Jednocześnie oświadczam, iż w każdej chwili przysługuje mi prawo do cofnięcia zgody na przetwarzanie danych osobowych (numer telefonu, adres e-mail). Cofnięcie zgody nie będzie wpływać na zgodność </w:t>
      </w:r>
      <w:r>
        <w:rPr>
          <w:rFonts w:ascii="Arial" w:hAnsi="Arial" w:cs="Arial"/>
          <w:sz w:val="20"/>
          <w:szCs w:val="20"/>
        </w:rPr>
        <w:br/>
      </w:r>
      <w:r w:rsidRPr="000B560B">
        <w:rPr>
          <w:rFonts w:ascii="Arial" w:hAnsi="Arial" w:cs="Arial"/>
          <w:sz w:val="20"/>
          <w:szCs w:val="20"/>
        </w:rPr>
        <w:t>z prawem przetwarzania, którego dokonano na podstawie mojej zgody przed jej wycofaniem.</w:t>
      </w:r>
    </w:p>
    <w:p w14:paraId="5CB76859" w14:textId="77777777" w:rsidR="000B560B" w:rsidRPr="000B560B" w:rsidRDefault="000B560B" w:rsidP="000B560B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5222C98" w14:textId="77777777" w:rsidR="000B560B" w:rsidRDefault="000B560B" w:rsidP="000B560B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4275111" w14:textId="77777777" w:rsidR="008728C7" w:rsidRPr="008728C7" w:rsidRDefault="000B560B" w:rsidP="008728C7">
      <w:pPr>
        <w:ind w:left="360"/>
        <w:rPr>
          <w:rFonts w:ascii="Arial" w:eastAsia="Calibri" w:hAnsi="Arial" w:cs="Arial"/>
          <w:b/>
          <w:bCs/>
          <w:kern w:val="0"/>
          <w:sz w:val="20"/>
          <w:szCs w:val="20"/>
        </w:rPr>
      </w:pPr>
      <w:r w:rsidRPr="008728C7">
        <w:rPr>
          <w:rFonts w:ascii="Arial" w:hAnsi="Arial" w:cs="Arial"/>
          <w:sz w:val="20"/>
          <w:szCs w:val="20"/>
        </w:rPr>
        <w:t xml:space="preserve">        </w:t>
      </w:r>
      <w:r w:rsidR="008728C7" w:rsidRPr="008728C7">
        <w:rPr>
          <w:rFonts w:ascii="Arial" w:eastAsia="Calibri" w:hAnsi="Arial" w:cs="Arial"/>
          <w:b/>
          <w:bCs/>
          <w:kern w:val="0"/>
          <w:sz w:val="20"/>
          <w:szCs w:val="20"/>
        </w:rPr>
        <w:t>Klauzula informacyjna zgodnie z art. 13 ust 1 i 2 RODO</w:t>
      </w:r>
    </w:p>
    <w:p w14:paraId="635DC274" w14:textId="2EA515E3" w:rsidR="008728C7" w:rsidRPr="008728C7" w:rsidRDefault="008728C7" w:rsidP="008728C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</w:rPr>
      </w:pPr>
      <w:r w:rsidRPr="008728C7">
        <w:rPr>
          <w:rFonts w:ascii="Arial" w:eastAsia="Times New Roman" w:hAnsi="Arial" w:cs="Arial"/>
          <w:kern w:val="0"/>
          <w:sz w:val="20"/>
          <w:szCs w:val="20"/>
        </w:rPr>
        <w:t xml:space="preserve">Administratorem Danych Osobowych jest Powiatowy Urząd Pracy w Lesznie, którego reprezentuje Dyrektor Powiatowego Urzędu Pracy w Lesznie (dalej PUP w Lesznie), dane kontaktowe: numer telefonu 65 529 50 67 fax 65 529 94 33, adres email: </w:t>
      </w:r>
      <w:hyperlink r:id="rId9" w:history="1">
        <w:r w:rsidRPr="008728C7">
          <w:rPr>
            <w:rFonts w:ascii="Arial" w:eastAsia="Times New Roman" w:hAnsi="Arial" w:cs="Arial"/>
            <w:color w:val="0563C1"/>
            <w:kern w:val="0"/>
            <w:sz w:val="20"/>
            <w:szCs w:val="20"/>
            <w:u w:val="single"/>
          </w:rPr>
          <w:t>pole@praca.gov.pl</w:t>
        </w:r>
      </w:hyperlink>
      <w:r w:rsidR="002E7913">
        <w:rPr>
          <w:rFonts w:ascii="Arial" w:eastAsia="Times New Roman" w:hAnsi="Arial" w:cs="Arial"/>
          <w:kern w:val="0"/>
          <w:sz w:val="20"/>
          <w:szCs w:val="20"/>
        </w:rPr>
        <w:t xml:space="preserve"> </w:t>
      </w:r>
    </w:p>
    <w:p w14:paraId="1EF9CEB5" w14:textId="1BDDFFA5" w:rsidR="008728C7" w:rsidRPr="008728C7" w:rsidRDefault="008728C7" w:rsidP="008728C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</w:rPr>
      </w:pPr>
      <w:r w:rsidRPr="008728C7">
        <w:rPr>
          <w:rFonts w:ascii="Arial" w:eastAsia="Times New Roman" w:hAnsi="Arial" w:cs="Arial"/>
          <w:kern w:val="0"/>
          <w:sz w:val="20"/>
          <w:szCs w:val="20"/>
        </w:rPr>
        <w:t xml:space="preserve">Dane kontaktowe Inspektora ochrony danych osobowych: numer telefonu 65 529 94 33, 65 529 50 67, adres email: </w:t>
      </w:r>
      <w:hyperlink r:id="rId10" w:history="1">
        <w:r w:rsidRPr="008728C7">
          <w:rPr>
            <w:rFonts w:ascii="Arial" w:eastAsia="Times New Roman" w:hAnsi="Arial" w:cs="Arial"/>
            <w:color w:val="0563C1"/>
            <w:kern w:val="0"/>
            <w:sz w:val="20"/>
            <w:szCs w:val="20"/>
            <w:u w:val="single"/>
          </w:rPr>
          <w:t>iodo@leszno.praca.gov.pl</w:t>
        </w:r>
      </w:hyperlink>
      <w:r w:rsidRPr="008728C7">
        <w:rPr>
          <w:rFonts w:ascii="Arial" w:eastAsia="Times New Roman" w:hAnsi="Arial" w:cs="Arial"/>
          <w:kern w:val="0"/>
          <w:sz w:val="20"/>
          <w:szCs w:val="20"/>
        </w:rPr>
        <w:t xml:space="preserve"> </w:t>
      </w:r>
    </w:p>
    <w:p w14:paraId="707BC52D" w14:textId="0DD94B6E" w:rsidR="008728C7" w:rsidRPr="008728C7" w:rsidRDefault="008728C7" w:rsidP="008728C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</w:rPr>
      </w:pPr>
      <w:r w:rsidRPr="008728C7">
        <w:rPr>
          <w:rFonts w:ascii="Arial" w:eastAsia="Times New Roman" w:hAnsi="Arial" w:cs="Arial"/>
          <w:kern w:val="0"/>
          <w:sz w:val="20"/>
          <w:szCs w:val="20"/>
        </w:rPr>
        <w:t>Dane takie jak adres e-mail, nr telefonu przetwarzane są na podstawie udzielonej zgody w celu umożliwienia nawiązania przez administratora mailowego i telefonicznego kontaktu w kwestiach związanych z prowadzoną sprawą. Pozostałe dane przetwarzane są na podstawie:</w:t>
      </w:r>
    </w:p>
    <w:p w14:paraId="57483DDE" w14:textId="256E7C8B" w:rsidR="008728C7" w:rsidRPr="008728C7" w:rsidRDefault="008728C7" w:rsidP="008728C7">
      <w:pPr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</w:rPr>
      </w:pPr>
      <w:r w:rsidRPr="008728C7">
        <w:rPr>
          <w:rFonts w:ascii="Arial" w:eastAsia="Times New Roman" w:hAnsi="Arial" w:cs="Arial"/>
          <w:kern w:val="0"/>
          <w:sz w:val="20"/>
          <w:szCs w:val="20"/>
        </w:rPr>
        <w:t xml:space="preserve">art. </w:t>
      </w:r>
      <w:r>
        <w:rPr>
          <w:rFonts w:ascii="Arial" w:eastAsia="Times New Roman" w:hAnsi="Arial" w:cs="Arial"/>
          <w:kern w:val="0"/>
          <w:sz w:val="20"/>
          <w:szCs w:val="20"/>
        </w:rPr>
        <w:t xml:space="preserve">46 </w:t>
      </w:r>
      <w:r w:rsidRPr="008728C7">
        <w:rPr>
          <w:rFonts w:ascii="Arial" w:eastAsia="Times New Roman" w:hAnsi="Arial" w:cs="Arial"/>
          <w:kern w:val="0"/>
          <w:sz w:val="20"/>
          <w:szCs w:val="20"/>
        </w:rPr>
        <w:t xml:space="preserve">ustawy z dnia 20 kwietnia 2004r. o promocji zatrudnienia i instytucjach rynku pracy, </w:t>
      </w:r>
    </w:p>
    <w:p w14:paraId="097A447E" w14:textId="641C7897" w:rsidR="008728C7" w:rsidRPr="008728C7" w:rsidRDefault="002E7913" w:rsidP="008728C7">
      <w:pPr>
        <w:numPr>
          <w:ilvl w:val="0"/>
          <w:numId w:val="27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</w:rPr>
      </w:pPr>
      <w:r>
        <w:rPr>
          <w:rFonts w:ascii="Arial" w:eastAsia="Times New Roman" w:hAnsi="Arial" w:cs="Arial"/>
          <w:kern w:val="0"/>
          <w:sz w:val="20"/>
          <w:szCs w:val="20"/>
        </w:rPr>
        <w:t>R</w:t>
      </w:r>
      <w:r w:rsidR="008728C7" w:rsidRPr="008728C7">
        <w:rPr>
          <w:rFonts w:ascii="Arial" w:eastAsia="Times New Roman" w:hAnsi="Arial" w:cs="Arial"/>
          <w:kern w:val="0"/>
          <w:sz w:val="20"/>
          <w:szCs w:val="20"/>
        </w:rPr>
        <w:t xml:space="preserve">ozporządzenie </w:t>
      </w:r>
      <w:r>
        <w:rPr>
          <w:rFonts w:ascii="Arial" w:eastAsia="Times New Roman" w:hAnsi="Arial" w:cs="Arial"/>
          <w:kern w:val="0"/>
          <w:sz w:val="20"/>
          <w:szCs w:val="20"/>
        </w:rPr>
        <w:t>Ministra Rodziny Pracy i Polityki Społecznej z dnia 14 lipca 2017 r. w sprawie dokonywania z Funduszu Pracy refundacji kosztów wyposażenia lub doposażenia stanowiska pracy oraz przyznawania środków na podjęcie działalności gospodarczej (Dz. U. 2022 r. poz. 243 ze zm.)</w:t>
      </w:r>
    </w:p>
    <w:p w14:paraId="32A25D42" w14:textId="0E83A2C2" w:rsidR="008728C7" w:rsidRPr="008728C7" w:rsidRDefault="008728C7" w:rsidP="002E7913">
      <w:pPr>
        <w:spacing w:after="0" w:line="240" w:lineRule="auto"/>
        <w:ind w:left="709"/>
        <w:jc w:val="both"/>
        <w:rPr>
          <w:rFonts w:ascii="Arial" w:eastAsia="Calibri" w:hAnsi="Arial" w:cs="Arial"/>
          <w:kern w:val="0"/>
          <w:sz w:val="20"/>
          <w:szCs w:val="20"/>
        </w:rPr>
      </w:pPr>
      <w:r w:rsidRPr="008728C7">
        <w:rPr>
          <w:rFonts w:ascii="Arial" w:eastAsia="Calibri" w:hAnsi="Arial" w:cs="Arial"/>
          <w:kern w:val="0"/>
          <w:sz w:val="20"/>
          <w:szCs w:val="20"/>
        </w:rPr>
        <w:t xml:space="preserve">w celu rozpatrzenia złożonego </w:t>
      </w:r>
      <w:r w:rsidR="002E7913">
        <w:rPr>
          <w:rFonts w:ascii="Arial" w:eastAsia="Calibri" w:hAnsi="Arial" w:cs="Arial"/>
          <w:kern w:val="0"/>
          <w:sz w:val="20"/>
          <w:szCs w:val="20"/>
        </w:rPr>
        <w:t>wniosku o refundację kosztów wyposażenia lub doposażenia stanowiska pracy.</w:t>
      </w:r>
    </w:p>
    <w:p w14:paraId="19E06B65" w14:textId="3CE52059" w:rsidR="008728C7" w:rsidRPr="008728C7" w:rsidRDefault="008728C7" w:rsidP="008728C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</w:rPr>
      </w:pPr>
      <w:r w:rsidRPr="008728C7">
        <w:rPr>
          <w:rFonts w:ascii="Arial" w:eastAsia="Times New Roman" w:hAnsi="Arial" w:cs="Arial"/>
          <w:kern w:val="0"/>
          <w:sz w:val="20"/>
          <w:szCs w:val="20"/>
        </w:rPr>
        <w:t xml:space="preserve">Dane osobowe pozyskane w drodze zgody na ich przetwarzanie będą przetwarzane do czasu odwołania dobrowolnie wyrażonej zgody, jednak nie dłużej niż do zakończenia obowiązywania zawartej umowy </w:t>
      </w:r>
      <w:r w:rsidR="002E7913">
        <w:rPr>
          <w:rFonts w:ascii="Arial" w:eastAsia="Times New Roman" w:hAnsi="Arial" w:cs="Arial"/>
          <w:kern w:val="0"/>
          <w:sz w:val="20"/>
          <w:szCs w:val="20"/>
        </w:rPr>
        <w:br/>
      </w:r>
      <w:r w:rsidR="00B5254D">
        <w:rPr>
          <w:rFonts w:ascii="Arial" w:eastAsia="Times New Roman" w:hAnsi="Arial" w:cs="Arial"/>
          <w:kern w:val="0"/>
          <w:sz w:val="20"/>
          <w:szCs w:val="20"/>
        </w:rPr>
        <w:t>w sprawie dokonywania refundacji kosztów wyposażenia lub doposażenia stanowiska pracy</w:t>
      </w:r>
      <w:r w:rsidRPr="008728C7">
        <w:rPr>
          <w:rFonts w:ascii="Arial" w:eastAsia="Times New Roman" w:hAnsi="Arial" w:cs="Arial"/>
          <w:kern w:val="0"/>
          <w:sz w:val="20"/>
          <w:szCs w:val="20"/>
        </w:rPr>
        <w:t>. Zgodę można cofnąć kontaktując się z Inspektorem Ochrony Danych. Pozostałe dane będą przetwarzane przez okres niezbędny do rozpatrzenia złożonego wniosku z uwzględnieniem okresów przechowywania określonych w przepisach szczególnych, w tym przepisów archiwalnych. Kat. arc</w:t>
      </w:r>
      <w:r w:rsidR="002E7913">
        <w:rPr>
          <w:rFonts w:ascii="Arial" w:eastAsia="Times New Roman" w:hAnsi="Arial" w:cs="Arial"/>
          <w:kern w:val="0"/>
          <w:sz w:val="20"/>
          <w:szCs w:val="20"/>
        </w:rPr>
        <w:t>h. B10</w:t>
      </w:r>
    </w:p>
    <w:p w14:paraId="5184C0EE" w14:textId="44D540D2" w:rsidR="008728C7" w:rsidRPr="008728C7" w:rsidRDefault="008728C7" w:rsidP="008728C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</w:rPr>
      </w:pPr>
      <w:r w:rsidRPr="008728C7">
        <w:rPr>
          <w:rFonts w:ascii="Arial" w:eastAsia="Times New Roman" w:hAnsi="Arial" w:cs="Arial"/>
          <w:kern w:val="0"/>
          <w:sz w:val="20"/>
          <w:szCs w:val="20"/>
        </w:rPr>
        <w:t xml:space="preserve">W związku z udzieloną zgoda na przetwarzanie danych posiada Pani/Pan, na zasadach art. 15 – 21 RODO,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cofnięciem. W związku z przetwarzaniem danych podawanych obowiązkowo na podstawie przepisów prawa wymienionych w punkcie </w:t>
      </w:r>
      <w:r w:rsidR="000816EB">
        <w:rPr>
          <w:rFonts w:ascii="Arial" w:eastAsia="Times New Roman" w:hAnsi="Arial" w:cs="Arial"/>
          <w:kern w:val="0"/>
          <w:sz w:val="20"/>
          <w:szCs w:val="20"/>
        </w:rPr>
        <w:t>3</w:t>
      </w:r>
      <w:r w:rsidRPr="008728C7">
        <w:rPr>
          <w:rFonts w:ascii="Arial" w:eastAsia="Times New Roman" w:hAnsi="Arial" w:cs="Arial"/>
          <w:kern w:val="0"/>
          <w:sz w:val="20"/>
          <w:szCs w:val="20"/>
        </w:rPr>
        <w:t xml:space="preserve"> posiada Pani/Pan, na zasadach art. 15 – 21 RODO, prawo dostępu do treści swoich danych oraz prawo ich sprostowania, prawo ograniczenia przetwarzania. Prawa można zrealizować kontaktując się z Inspektorem Ochrony Danych kierując korespondencję na adres Administratora lub adres email </w:t>
      </w:r>
      <w:hyperlink r:id="rId11" w:history="1">
        <w:r w:rsidRPr="008728C7">
          <w:rPr>
            <w:rFonts w:ascii="Arial" w:eastAsia="Times New Roman" w:hAnsi="Arial" w:cs="Arial"/>
            <w:color w:val="0563C1"/>
            <w:kern w:val="0"/>
            <w:sz w:val="20"/>
            <w:szCs w:val="20"/>
            <w:u w:val="single"/>
          </w:rPr>
          <w:t>iodo@leszno.praca.gov.pl</w:t>
        </w:r>
      </w:hyperlink>
    </w:p>
    <w:p w14:paraId="6CEA4FFD" w14:textId="77777777" w:rsidR="008728C7" w:rsidRPr="008728C7" w:rsidRDefault="008728C7" w:rsidP="008728C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</w:rPr>
      </w:pPr>
      <w:r w:rsidRPr="008728C7">
        <w:rPr>
          <w:rFonts w:ascii="Arial" w:eastAsia="Times New Roman" w:hAnsi="Arial" w:cs="Arial"/>
          <w:kern w:val="0"/>
          <w:sz w:val="20"/>
          <w:szCs w:val="20"/>
        </w:rPr>
        <w:t>Administrator nie zamierza udostępniać danych udzielonych na podstawie zgody. Pozostałe dane mogą zostać udostępnione jedynie podmiotom lub organom uprawnionym na podstawie przepisów prawa.</w:t>
      </w:r>
    </w:p>
    <w:p w14:paraId="740B7B78" w14:textId="77777777" w:rsidR="008728C7" w:rsidRPr="008728C7" w:rsidRDefault="008728C7" w:rsidP="008728C7">
      <w:pPr>
        <w:numPr>
          <w:ilvl w:val="0"/>
          <w:numId w:val="26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</w:rPr>
      </w:pPr>
      <w:r w:rsidRPr="008728C7">
        <w:rPr>
          <w:rFonts w:ascii="Arial" w:eastAsia="Times New Roman" w:hAnsi="Arial" w:cs="Arial"/>
          <w:kern w:val="0"/>
          <w:sz w:val="20"/>
          <w:szCs w:val="20"/>
        </w:rPr>
        <w:t>Posiada Pani/Pan prawo wniesienia skargi do Urzędu Ochrony Danych Osobowych, gdy uzna Pani/Pan, że przetwarzanie danych osobowych narusza przepisy ogólnego rozporządzenia o ochronie danych osobowych z dnia 27 kwietnia 2016 r.</w:t>
      </w:r>
    </w:p>
    <w:p w14:paraId="6CE9DACE" w14:textId="2DA1B2BE" w:rsidR="002E7913" w:rsidRDefault="000B560B" w:rsidP="00776359">
      <w:pPr>
        <w:pStyle w:val="Akapitzlist"/>
        <w:ind w:left="709"/>
        <w:rPr>
          <w:rFonts w:ascii="Arial" w:hAnsi="Arial" w:cs="Arial"/>
          <w:sz w:val="20"/>
          <w:szCs w:val="20"/>
        </w:rPr>
      </w:pPr>
      <w:r w:rsidRPr="000B560B">
        <w:rPr>
          <w:rFonts w:ascii="Arial" w:hAnsi="Arial" w:cs="Arial"/>
          <w:sz w:val="20"/>
          <w:szCs w:val="20"/>
        </w:rPr>
        <w:t xml:space="preserve">       </w:t>
      </w:r>
      <w:bookmarkEnd w:id="4"/>
    </w:p>
    <w:p w14:paraId="515F7506" w14:textId="77777777" w:rsidR="00975450" w:rsidRPr="008728C7" w:rsidRDefault="00975450" w:rsidP="009754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1959F8" w14:textId="77777777" w:rsidR="00975450" w:rsidRDefault="00975450" w:rsidP="00975450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……………………………………...</w:t>
      </w:r>
    </w:p>
    <w:p w14:paraId="259D636D" w14:textId="4A16582F" w:rsidR="00975450" w:rsidRPr="000B560B" w:rsidRDefault="00975450" w:rsidP="00975450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 w:rsidRPr="000B560B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>pieczęć i podpis wnioskodawcy (albo osób upoważnionych</w:t>
      </w:r>
      <w:r w:rsidR="00C349B0">
        <w:rPr>
          <w:rFonts w:ascii="Arial" w:eastAsia="Times New Roman" w:hAnsi="Arial" w:cs="Arial"/>
          <w:bCs/>
          <w:iCs/>
          <w:sz w:val="16"/>
          <w:szCs w:val="16"/>
          <w:lang w:eastAsia="pl-PL"/>
        </w:rPr>
        <w:t>)</w:t>
      </w:r>
    </w:p>
    <w:p w14:paraId="24BF1398" w14:textId="4319C189" w:rsidR="00975450" w:rsidRPr="00975450" w:rsidRDefault="00975450" w:rsidP="00975450">
      <w:pPr>
        <w:rPr>
          <w:rFonts w:ascii="Arial" w:hAnsi="Arial" w:cs="Arial"/>
          <w:sz w:val="20"/>
          <w:szCs w:val="20"/>
        </w:rPr>
      </w:pPr>
      <w:r w:rsidRPr="008728C7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</w:p>
    <w:p w14:paraId="0567EA5C" w14:textId="4CA18EA3" w:rsidR="0034101C" w:rsidRPr="00AD4BBC" w:rsidRDefault="00F20860" w:rsidP="0034101C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D4BBC">
        <w:rPr>
          <w:rFonts w:ascii="Arial" w:hAnsi="Arial" w:cs="Arial"/>
          <w:b/>
          <w:bCs/>
          <w:sz w:val="18"/>
          <w:szCs w:val="18"/>
        </w:rPr>
        <w:lastRenderedPageBreak/>
        <w:t>ZAŁĄCZNIKI DO WNIOSKU</w:t>
      </w:r>
    </w:p>
    <w:p w14:paraId="3365967E" w14:textId="77777777" w:rsidR="00F20860" w:rsidRPr="00AD4BBC" w:rsidRDefault="00F20860" w:rsidP="0034101C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45C4EDD0" w14:textId="4AC96C52" w:rsidR="00F20860" w:rsidRPr="00AD4BBC" w:rsidRDefault="00F20860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>Oświadczeni</w:t>
      </w:r>
      <w:r w:rsidR="00BC7DE6">
        <w:rPr>
          <w:rFonts w:ascii="Arial" w:eastAsia="Times New Roman" w:hAnsi="Arial" w:cs="Arial"/>
          <w:iCs/>
          <w:sz w:val="18"/>
          <w:szCs w:val="18"/>
          <w:lang w:eastAsia="pl-PL"/>
        </w:rPr>
        <w:t>e</w:t>
      </w: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wnioskodawcy.</w:t>
      </w:r>
    </w:p>
    <w:p w14:paraId="2EE41C9B" w14:textId="77777777" w:rsidR="00F20860" w:rsidRPr="00AD4BBC" w:rsidRDefault="00F20860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Oświadczenie wnioskodawcy ubiegającego się o pomoc de </w:t>
      </w:r>
      <w:proofErr w:type="spellStart"/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>minimis</w:t>
      </w:r>
      <w:proofErr w:type="spellEnd"/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>.</w:t>
      </w:r>
    </w:p>
    <w:p w14:paraId="002A2A33" w14:textId="77777777" w:rsidR="00F20860" w:rsidRPr="00AD4BBC" w:rsidRDefault="00F20860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Formularz informacji przedstawianych przy ubieganiu się o pomoc de </w:t>
      </w:r>
      <w:proofErr w:type="spellStart"/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>minimis</w:t>
      </w:r>
      <w:proofErr w:type="spellEnd"/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>.</w:t>
      </w:r>
    </w:p>
    <w:p w14:paraId="6CA1895E" w14:textId="77777777" w:rsidR="00F20860" w:rsidRPr="00AD4BBC" w:rsidRDefault="00F20860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>Szczegółowa specyfikacja wydatków.</w:t>
      </w:r>
    </w:p>
    <w:p w14:paraId="0C1FC6C0" w14:textId="77777777" w:rsidR="00F20860" w:rsidRPr="00AD4BBC" w:rsidRDefault="00F20860">
      <w:pPr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>Zgłoszenie oferty pracy.</w:t>
      </w:r>
    </w:p>
    <w:p w14:paraId="3A186F52" w14:textId="3A63FC40" w:rsidR="00F20860" w:rsidRPr="00AD4BBC" w:rsidRDefault="00F20860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Arial" w:hAnsi="Arial" w:cs="Arial"/>
          <w:iCs/>
          <w:color w:val="000000" w:themeColor="text1"/>
          <w:sz w:val="18"/>
          <w:szCs w:val="18"/>
        </w:rPr>
      </w:pPr>
      <w:r w:rsidRPr="00AD4BBC">
        <w:rPr>
          <w:rFonts w:ascii="Arial" w:hAnsi="Arial" w:cs="Arial"/>
          <w:iCs/>
          <w:color w:val="000000" w:themeColor="text1"/>
          <w:sz w:val="18"/>
          <w:szCs w:val="18"/>
        </w:rPr>
        <w:t xml:space="preserve">Oświadczenie </w:t>
      </w:r>
      <w:r w:rsidRPr="00AD4BBC"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o wykluczeniu z postępowania na podstawie art. 7 ust. 1 ustawy z dnia 13 kwietnia 2022 r. </w:t>
      </w:r>
      <w:r w:rsidR="00AD4BBC">
        <w:rPr>
          <w:rFonts w:ascii="Arial" w:hAnsi="Arial" w:cs="Arial"/>
          <w:bCs/>
          <w:iCs/>
          <w:color w:val="000000" w:themeColor="text1"/>
          <w:sz w:val="18"/>
          <w:szCs w:val="18"/>
        </w:rPr>
        <w:br/>
      </w:r>
      <w:r w:rsidRPr="00AD4BBC">
        <w:rPr>
          <w:rFonts w:ascii="Arial" w:hAnsi="Arial" w:cs="Arial"/>
          <w:bCs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 (Dz. U. z 202</w:t>
      </w:r>
      <w:r w:rsidR="00BC7DE6">
        <w:rPr>
          <w:rFonts w:ascii="Arial" w:hAnsi="Arial" w:cs="Arial"/>
          <w:bCs/>
          <w:iCs/>
          <w:color w:val="000000" w:themeColor="text1"/>
          <w:sz w:val="18"/>
          <w:szCs w:val="18"/>
        </w:rPr>
        <w:t>4</w:t>
      </w:r>
      <w:r w:rsidRPr="00AD4BBC"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 r., poz. </w:t>
      </w:r>
      <w:r w:rsidR="00BC7DE6">
        <w:rPr>
          <w:rFonts w:ascii="Arial" w:hAnsi="Arial" w:cs="Arial"/>
          <w:bCs/>
          <w:iCs/>
          <w:color w:val="000000" w:themeColor="text1"/>
          <w:sz w:val="18"/>
          <w:szCs w:val="18"/>
        </w:rPr>
        <w:t>507</w:t>
      </w:r>
      <w:r w:rsidRPr="00AD4BBC">
        <w:rPr>
          <w:rFonts w:ascii="Arial" w:hAnsi="Arial" w:cs="Arial"/>
          <w:bCs/>
          <w:iCs/>
          <w:color w:val="000000" w:themeColor="text1"/>
          <w:sz w:val="18"/>
          <w:szCs w:val="18"/>
        </w:rPr>
        <w:t>).</w:t>
      </w:r>
    </w:p>
    <w:p w14:paraId="0052579A" w14:textId="16D9221E" w:rsidR="00F20860" w:rsidRPr="00E4062C" w:rsidRDefault="00F20860" w:rsidP="00E4062C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bookmarkStart w:id="8" w:name="_Hlk187655443"/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>Kserokopia aktualnego dokumentu poświadczającego prawną formę wnioskodawcy</w:t>
      </w:r>
      <w:r w:rsidR="00731302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, np. </w:t>
      </w:r>
      <w:r w:rsidRPr="00731302">
        <w:rPr>
          <w:rFonts w:ascii="Arial" w:eastAsia="Times New Roman" w:hAnsi="Arial" w:cs="Arial"/>
          <w:iCs/>
          <w:sz w:val="18"/>
          <w:szCs w:val="18"/>
          <w:lang w:eastAsia="pl-PL"/>
        </w:rPr>
        <w:t>aktualny odpis z Krajowego Rejestru Sądowego – w przypadku osób prawnych,</w:t>
      </w:r>
      <w:r w:rsidR="00731302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</w:t>
      </w:r>
      <w:r w:rsidRPr="00731302">
        <w:rPr>
          <w:rFonts w:ascii="Arial" w:eastAsia="Times New Roman" w:hAnsi="Arial" w:cs="Arial"/>
          <w:iCs/>
          <w:sz w:val="18"/>
          <w:szCs w:val="18"/>
          <w:lang w:eastAsia="pl-PL"/>
        </w:rPr>
        <w:t>umowa spółki cywilnej – do wglądu</w:t>
      </w:r>
      <w:r w:rsidR="00731302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, </w:t>
      </w:r>
      <w:r w:rsidRPr="00731302">
        <w:rPr>
          <w:rFonts w:ascii="Arial" w:eastAsia="Times New Roman" w:hAnsi="Arial" w:cs="Arial"/>
          <w:iCs/>
          <w:sz w:val="18"/>
          <w:szCs w:val="18"/>
          <w:lang w:eastAsia="pl-PL"/>
        </w:rPr>
        <w:t>w szczególnych przypadkach aktualna koncesja lub pozwolenie na prowadzenie działalności gospodarczej</w:t>
      </w:r>
      <w:r w:rsidR="00E4062C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, </w:t>
      </w:r>
      <w:r w:rsidR="00E4062C" w:rsidRPr="00E4062C">
        <w:rPr>
          <w:rFonts w:ascii="Arial" w:eastAsia="Times New Roman" w:hAnsi="Arial" w:cs="Arial"/>
          <w:iCs/>
          <w:sz w:val="18"/>
          <w:szCs w:val="18"/>
          <w:lang w:eastAsia="pl-PL"/>
        </w:rPr>
        <w:t>statut podmiotu – gdy odrębne przepisy wymagają działania podmiotu na podstawie niniejszego dokumentu.</w:t>
      </w:r>
    </w:p>
    <w:bookmarkEnd w:id="8"/>
    <w:p w14:paraId="71F74D97" w14:textId="543D47F4" w:rsidR="00F20860" w:rsidRPr="00AD4BBC" w:rsidRDefault="00F2086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Kserokopia dokumentu określającego tytuł prawny do lokalu, w którym mają/ma znajdować się stanowiska/ko pracy </w:t>
      </w:r>
      <w:r w:rsidR="00731302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np. </w:t>
      </w: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>umowa najmu, umowa dzierżawy, akt notarialny lub wypis z księgi wieczystej</w:t>
      </w:r>
      <w:r w:rsidR="00BC7DE6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– do wglądu</w:t>
      </w:r>
      <w:r w:rsidR="00731302">
        <w:rPr>
          <w:rFonts w:ascii="Arial" w:eastAsia="Times New Roman" w:hAnsi="Arial" w:cs="Arial"/>
          <w:iCs/>
          <w:sz w:val="18"/>
          <w:szCs w:val="18"/>
          <w:lang w:eastAsia="pl-PL"/>
        </w:rPr>
        <w:t>.</w:t>
      </w: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</w:t>
      </w:r>
    </w:p>
    <w:p w14:paraId="743EEC14" w14:textId="2664E6F6" w:rsidR="003F43BD" w:rsidRDefault="00F20860" w:rsidP="00F2086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>Pełnomocnictwo do reprezentowania.</w:t>
      </w:r>
    </w:p>
    <w:p w14:paraId="1718F92D" w14:textId="77777777" w:rsidR="002E7913" w:rsidRPr="002E7913" w:rsidRDefault="002E7913" w:rsidP="002E7913">
      <w:pPr>
        <w:pStyle w:val="Akapitzlist"/>
        <w:spacing w:after="0" w:line="360" w:lineRule="auto"/>
        <w:ind w:left="502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598AA74C" w14:textId="4F7C726F" w:rsidR="00F20860" w:rsidRPr="00AD4BBC" w:rsidRDefault="00F20860" w:rsidP="00F20860">
      <w:pPr>
        <w:jc w:val="both"/>
        <w:rPr>
          <w:rFonts w:ascii="Arial" w:hAnsi="Arial" w:cs="Arial"/>
          <w:b/>
          <w:iCs/>
          <w:sz w:val="18"/>
          <w:szCs w:val="18"/>
        </w:rPr>
      </w:pPr>
      <w:r w:rsidRPr="00AD4BBC">
        <w:rPr>
          <w:rFonts w:ascii="Arial" w:hAnsi="Arial" w:cs="Arial"/>
          <w:b/>
          <w:iCs/>
          <w:sz w:val="18"/>
          <w:szCs w:val="18"/>
        </w:rPr>
        <w:t>DOKUMENTY WYMAGANE DO PODPISANIA UMOWY:</w:t>
      </w:r>
    </w:p>
    <w:p w14:paraId="5DEC3C21" w14:textId="66C078F8" w:rsidR="00AD4BBC" w:rsidRPr="00AD4BBC" w:rsidRDefault="00F20860">
      <w:pPr>
        <w:widowControl w:val="0"/>
        <w:numPr>
          <w:ilvl w:val="0"/>
          <w:numId w:val="11"/>
        </w:numPr>
        <w:snapToGrid w:val="0"/>
        <w:spacing w:after="0" w:line="276" w:lineRule="auto"/>
        <w:ind w:left="426"/>
        <w:jc w:val="both"/>
        <w:rPr>
          <w:rFonts w:ascii="Arial" w:hAnsi="Arial" w:cs="Arial"/>
          <w:iCs/>
          <w:sz w:val="18"/>
          <w:szCs w:val="18"/>
          <w:u w:val="single"/>
        </w:rPr>
      </w:pPr>
      <w:r w:rsidRPr="00AD4BBC">
        <w:rPr>
          <w:rFonts w:ascii="Arial" w:hAnsi="Arial" w:cs="Arial"/>
          <w:iCs/>
          <w:sz w:val="18"/>
          <w:szCs w:val="18"/>
        </w:rPr>
        <w:t>Oświadczenie poręczyciela wg wzoru PUP oraz dokumenty dotyczące zabezpieczenia w formie poręczenia:</w:t>
      </w:r>
    </w:p>
    <w:p w14:paraId="4F2B2092" w14:textId="34F6FB5D" w:rsidR="00F20860" w:rsidRPr="00AD4BBC" w:rsidRDefault="00AD4BBC">
      <w:pPr>
        <w:pStyle w:val="Akapitzlist"/>
        <w:widowControl w:val="0"/>
        <w:numPr>
          <w:ilvl w:val="0"/>
          <w:numId w:val="14"/>
        </w:numPr>
        <w:snapToGrid w:val="0"/>
        <w:spacing w:after="0" w:line="276" w:lineRule="auto"/>
        <w:jc w:val="both"/>
        <w:rPr>
          <w:rFonts w:ascii="Arial" w:hAnsi="Arial" w:cs="Arial"/>
          <w:b/>
          <w:iCs/>
          <w:sz w:val="18"/>
          <w:szCs w:val="18"/>
          <w:u w:val="single"/>
        </w:rPr>
      </w:pPr>
      <w:r w:rsidRPr="00AD4BBC">
        <w:rPr>
          <w:rFonts w:ascii="Arial" w:hAnsi="Arial" w:cs="Arial"/>
          <w:iCs/>
          <w:sz w:val="18"/>
          <w:szCs w:val="18"/>
        </w:rPr>
        <w:t>p</w:t>
      </w:r>
      <w:r w:rsidR="00F20860" w:rsidRPr="00AD4BBC">
        <w:rPr>
          <w:rFonts w:ascii="Arial" w:hAnsi="Arial" w:cs="Arial"/>
          <w:iCs/>
          <w:sz w:val="18"/>
          <w:szCs w:val="18"/>
        </w:rPr>
        <w:t>oręczyciel</w:t>
      </w:r>
      <w:r w:rsidRPr="00AD4BBC">
        <w:rPr>
          <w:rFonts w:ascii="Arial" w:hAnsi="Arial" w:cs="Arial"/>
          <w:iCs/>
          <w:sz w:val="18"/>
          <w:szCs w:val="18"/>
        </w:rPr>
        <w:t xml:space="preserve"> </w:t>
      </w:r>
      <w:r w:rsidR="00F20860" w:rsidRPr="00AD4BBC">
        <w:rPr>
          <w:rFonts w:ascii="Arial" w:hAnsi="Arial" w:cs="Arial"/>
          <w:b/>
          <w:iCs/>
          <w:sz w:val="18"/>
          <w:szCs w:val="18"/>
        </w:rPr>
        <w:t>zatrudniony</w:t>
      </w:r>
    </w:p>
    <w:p w14:paraId="448D6392" w14:textId="77777777" w:rsidR="00F20860" w:rsidRPr="00AD4BBC" w:rsidRDefault="00F20860">
      <w:pPr>
        <w:pStyle w:val="Akapitzlist"/>
        <w:widowControl w:val="0"/>
        <w:numPr>
          <w:ilvl w:val="0"/>
          <w:numId w:val="15"/>
        </w:numPr>
        <w:snapToGrid w:val="0"/>
        <w:spacing w:after="0" w:line="276" w:lineRule="auto"/>
        <w:jc w:val="both"/>
        <w:rPr>
          <w:rFonts w:ascii="Arial" w:hAnsi="Arial" w:cs="Arial"/>
          <w:b/>
          <w:iCs/>
          <w:sz w:val="18"/>
          <w:szCs w:val="18"/>
          <w:u w:val="single"/>
        </w:rPr>
      </w:pPr>
      <w:r w:rsidRPr="00AD4BBC">
        <w:rPr>
          <w:rFonts w:ascii="Arial" w:hAnsi="Arial" w:cs="Arial"/>
          <w:iCs/>
          <w:sz w:val="18"/>
          <w:szCs w:val="18"/>
        </w:rPr>
        <w:t xml:space="preserve">zaświadczenie z zakładu pracy zawierające następujące informacje </w:t>
      </w:r>
    </w:p>
    <w:p w14:paraId="7F31AC68" w14:textId="77777777" w:rsidR="00F20860" w:rsidRPr="00AD4BBC" w:rsidRDefault="00F20860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AD4BBC">
        <w:rPr>
          <w:rFonts w:ascii="Arial" w:hAnsi="Arial" w:cs="Arial"/>
          <w:iCs/>
          <w:sz w:val="18"/>
          <w:szCs w:val="18"/>
        </w:rPr>
        <w:t>dane osobowe poręczyciela,</w:t>
      </w:r>
    </w:p>
    <w:p w14:paraId="2FAFFFDA" w14:textId="77777777" w:rsidR="00F20860" w:rsidRPr="00AD4BBC" w:rsidRDefault="00F20860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AD4BBC">
        <w:rPr>
          <w:rFonts w:ascii="Arial" w:hAnsi="Arial" w:cs="Arial"/>
          <w:iCs/>
          <w:sz w:val="18"/>
          <w:szCs w:val="18"/>
        </w:rPr>
        <w:t>nazwę, adres oraz nr telefonu zakładu pracy,</w:t>
      </w:r>
    </w:p>
    <w:p w14:paraId="0DF72198" w14:textId="4E284751" w:rsidR="00F20860" w:rsidRPr="00AD4BBC" w:rsidRDefault="00F20860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AD4BBC">
        <w:rPr>
          <w:rFonts w:ascii="Arial" w:hAnsi="Arial" w:cs="Arial"/>
          <w:iCs/>
          <w:sz w:val="18"/>
          <w:szCs w:val="18"/>
        </w:rPr>
        <w:t>wymiar czasu pracy,</w:t>
      </w:r>
      <w:r w:rsidR="00AD4BBC" w:rsidRPr="00AD4BBC">
        <w:rPr>
          <w:rFonts w:ascii="Arial" w:hAnsi="Arial" w:cs="Arial"/>
          <w:iCs/>
          <w:sz w:val="18"/>
          <w:szCs w:val="18"/>
        </w:rPr>
        <w:t xml:space="preserve"> stanowisko pracy,</w:t>
      </w:r>
    </w:p>
    <w:p w14:paraId="45810E58" w14:textId="77777777" w:rsidR="00F20860" w:rsidRPr="00AD4BBC" w:rsidRDefault="00F20860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AD4BBC">
        <w:rPr>
          <w:rFonts w:ascii="Arial" w:hAnsi="Arial" w:cs="Arial"/>
          <w:iCs/>
          <w:sz w:val="18"/>
          <w:szCs w:val="18"/>
        </w:rPr>
        <w:t>od kiedy i na jaki czas osoba jest zatrudniona,</w:t>
      </w:r>
    </w:p>
    <w:p w14:paraId="03101A58" w14:textId="77777777" w:rsidR="00F20860" w:rsidRPr="00AD4BBC" w:rsidRDefault="00F20860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AD4BBC">
        <w:rPr>
          <w:rFonts w:ascii="Arial" w:hAnsi="Arial" w:cs="Arial"/>
          <w:iCs/>
          <w:sz w:val="18"/>
          <w:szCs w:val="18"/>
        </w:rPr>
        <w:t xml:space="preserve">kwotę stałego miesięcznego wynagrodzenia netto, </w:t>
      </w:r>
    </w:p>
    <w:p w14:paraId="1BCF4350" w14:textId="77777777" w:rsidR="00F20860" w:rsidRPr="00AD4BBC" w:rsidRDefault="00F20860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AD4BBC">
        <w:rPr>
          <w:rFonts w:ascii="Arial" w:hAnsi="Arial" w:cs="Arial"/>
          <w:iCs/>
          <w:sz w:val="18"/>
          <w:szCs w:val="18"/>
        </w:rPr>
        <w:t>czy wynagrodzenie jest obciążone i z jakiego tytułu,</w:t>
      </w:r>
    </w:p>
    <w:p w14:paraId="79562762" w14:textId="77777777" w:rsidR="00F20860" w:rsidRPr="00AD4BBC" w:rsidRDefault="00F20860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AD4BBC">
        <w:rPr>
          <w:rFonts w:ascii="Arial" w:hAnsi="Arial" w:cs="Arial"/>
          <w:iCs/>
          <w:sz w:val="18"/>
          <w:szCs w:val="18"/>
        </w:rPr>
        <w:t xml:space="preserve">czy jest w okresie wypowiedzenia, </w:t>
      </w:r>
    </w:p>
    <w:p w14:paraId="0343112F" w14:textId="4DD65470" w:rsidR="00F20860" w:rsidRDefault="00F20860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AD4BBC">
        <w:rPr>
          <w:rFonts w:ascii="Arial" w:hAnsi="Arial" w:cs="Arial"/>
          <w:iCs/>
          <w:sz w:val="18"/>
          <w:szCs w:val="18"/>
        </w:rPr>
        <w:t>czy zakład jest w stanie likwidacji lub upadłości</w:t>
      </w:r>
    </w:p>
    <w:p w14:paraId="5E4B9116" w14:textId="77777777" w:rsidR="00AD4BBC" w:rsidRPr="00AD4BBC" w:rsidRDefault="00AD4BBC" w:rsidP="00AD4BBC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</w:p>
    <w:p w14:paraId="51A513B8" w14:textId="77777777" w:rsidR="00F20860" w:rsidRPr="00AD4BBC" w:rsidRDefault="00F20860">
      <w:pPr>
        <w:pStyle w:val="Akapitzlist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AD4BBC">
        <w:rPr>
          <w:rFonts w:ascii="Arial" w:hAnsi="Arial" w:cs="Arial"/>
          <w:iCs/>
          <w:sz w:val="18"/>
          <w:szCs w:val="18"/>
        </w:rPr>
        <w:t xml:space="preserve">poręczyciel </w:t>
      </w:r>
      <w:r w:rsidRPr="00AD4BBC">
        <w:rPr>
          <w:rFonts w:ascii="Arial" w:hAnsi="Arial" w:cs="Arial"/>
          <w:b/>
          <w:iCs/>
          <w:sz w:val="18"/>
          <w:szCs w:val="18"/>
        </w:rPr>
        <w:t>prowadzący działalność gospodarczą</w:t>
      </w:r>
      <w:r w:rsidRPr="00AD4BBC">
        <w:rPr>
          <w:rFonts w:ascii="Arial" w:hAnsi="Arial" w:cs="Arial"/>
          <w:iCs/>
          <w:sz w:val="18"/>
          <w:szCs w:val="18"/>
        </w:rPr>
        <w:t xml:space="preserve"> </w:t>
      </w:r>
    </w:p>
    <w:p w14:paraId="44F26A16" w14:textId="1DAA9607" w:rsidR="00F20860" w:rsidRPr="00AD4BBC" w:rsidRDefault="00F20860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AD4BBC">
        <w:rPr>
          <w:rFonts w:ascii="Arial" w:hAnsi="Arial" w:cs="Arial"/>
          <w:iCs/>
          <w:sz w:val="18"/>
          <w:szCs w:val="18"/>
        </w:rPr>
        <w:t>zeznanie podatkowe (z tytułu podatku dochodowego od osób fizycznych) za rok poprzedzający datę przedłożenia dokumentów potwierdzających dochody</w:t>
      </w:r>
    </w:p>
    <w:p w14:paraId="23112B43" w14:textId="77777777" w:rsidR="00AD4BBC" w:rsidRPr="00AD4BBC" w:rsidRDefault="00AD4BBC" w:rsidP="00AD4BBC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276" w:lineRule="auto"/>
        <w:ind w:left="1866"/>
        <w:jc w:val="both"/>
        <w:rPr>
          <w:rFonts w:ascii="Arial" w:hAnsi="Arial" w:cs="Arial"/>
          <w:iCs/>
          <w:sz w:val="18"/>
          <w:szCs w:val="18"/>
        </w:rPr>
      </w:pPr>
    </w:p>
    <w:p w14:paraId="45E4ABFA" w14:textId="77777777" w:rsidR="00AD4BBC" w:rsidRPr="00AD4BBC" w:rsidRDefault="00F20860">
      <w:pPr>
        <w:pStyle w:val="Akapitzlist"/>
        <w:widowControl w:val="0"/>
        <w:numPr>
          <w:ilvl w:val="0"/>
          <w:numId w:val="14"/>
        </w:numPr>
        <w:snapToGrid w:val="0"/>
        <w:spacing w:after="0" w:line="276" w:lineRule="auto"/>
        <w:jc w:val="both"/>
        <w:rPr>
          <w:rFonts w:ascii="Arial" w:hAnsi="Arial" w:cs="Arial"/>
          <w:iCs/>
          <w:sz w:val="18"/>
          <w:szCs w:val="18"/>
          <w:u w:val="single"/>
        </w:rPr>
      </w:pPr>
      <w:r w:rsidRPr="00AD4BBC">
        <w:rPr>
          <w:rFonts w:ascii="Arial" w:hAnsi="Arial" w:cs="Arial"/>
          <w:iCs/>
          <w:sz w:val="18"/>
          <w:szCs w:val="18"/>
        </w:rPr>
        <w:t xml:space="preserve">poręczyciel do 75 r. życia </w:t>
      </w:r>
      <w:r w:rsidRPr="00AD4BBC">
        <w:rPr>
          <w:rFonts w:ascii="Arial" w:hAnsi="Arial" w:cs="Arial"/>
          <w:b/>
          <w:iCs/>
          <w:sz w:val="18"/>
          <w:szCs w:val="18"/>
        </w:rPr>
        <w:t>pobierający emeryturę lub rentę stałą</w:t>
      </w:r>
    </w:p>
    <w:p w14:paraId="07A842A6" w14:textId="77777777" w:rsidR="00F20860" w:rsidRPr="00AD4BBC" w:rsidRDefault="00F20860">
      <w:pPr>
        <w:pStyle w:val="Akapitzlist"/>
        <w:widowControl w:val="0"/>
        <w:numPr>
          <w:ilvl w:val="0"/>
          <w:numId w:val="15"/>
        </w:numPr>
        <w:snapToGrid w:val="0"/>
        <w:spacing w:after="0" w:line="276" w:lineRule="auto"/>
        <w:jc w:val="both"/>
        <w:rPr>
          <w:rFonts w:ascii="Arial" w:hAnsi="Arial" w:cs="Arial"/>
          <w:iCs/>
          <w:sz w:val="18"/>
          <w:szCs w:val="18"/>
          <w:u w:val="single"/>
        </w:rPr>
      </w:pPr>
      <w:r w:rsidRPr="00AD4BBC">
        <w:rPr>
          <w:rFonts w:ascii="Arial" w:hAnsi="Arial" w:cs="Arial"/>
          <w:iCs/>
          <w:sz w:val="18"/>
          <w:szCs w:val="18"/>
        </w:rPr>
        <w:t>decyzja  o przyznaniu lub waloryzacji emerytury do wglądu,</w:t>
      </w:r>
    </w:p>
    <w:p w14:paraId="5D1194E6" w14:textId="77777777" w:rsidR="00F20860" w:rsidRPr="00AD4BBC" w:rsidRDefault="00F20860">
      <w:pPr>
        <w:pStyle w:val="Akapitzlist"/>
        <w:widowControl w:val="0"/>
        <w:numPr>
          <w:ilvl w:val="0"/>
          <w:numId w:val="15"/>
        </w:numPr>
        <w:snapToGrid w:val="0"/>
        <w:spacing w:after="0" w:line="276" w:lineRule="auto"/>
        <w:jc w:val="both"/>
        <w:rPr>
          <w:rFonts w:ascii="Arial" w:hAnsi="Arial" w:cs="Arial"/>
          <w:iCs/>
          <w:sz w:val="18"/>
          <w:szCs w:val="18"/>
          <w:u w:val="single"/>
        </w:rPr>
      </w:pPr>
      <w:r w:rsidRPr="00AD4BBC">
        <w:rPr>
          <w:rFonts w:ascii="Arial" w:hAnsi="Arial" w:cs="Arial"/>
          <w:iCs/>
          <w:sz w:val="18"/>
          <w:szCs w:val="18"/>
        </w:rPr>
        <w:t>decyzja  o przyznaniu renty stałej do wglądu,</w:t>
      </w:r>
    </w:p>
    <w:p w14:paraId="068A170C" w14:textId="78029B70" w:rsidR="00F20860" w:rsidRPr="00AD4BBC" w:rsidRDefault="00F20860">
      <w:pPr>
        <w:pStyle w:val="Akapitzlist"/>
        <w:widowControl w:val="0"/>
        <w:numPr>
          <w:ilvl w:val="0"/>
          <w:numId w:val="15"/>
        </w:numPr>
        <w:snapToGrid w:val="0"/>
        <w:spacing w:after="0" w:line="276" w:lineRule="auto"/>
        <w:jc w:val="both"/>
        <w:rPr>
          <w:rFonts w:ascii="Arial" w:hAnsi="Arial" w:cs="Arial"/>
          <w:iCs/>
          <w:sz w:val="18"/>
          <w:szCs w:val="18"/>
          <w:u w:val="single"/>
        </w:rPr>
      </w:pPr>
      <w:r w:rsidRPr="00AD4BBC">
        <w:rPr>
          <w:rFonts w:ascii="Arial" w:hAnsi="Arial" w:cs="Arial"/>
          <w:iCs/>
          <w:sz w:val="18"/>
          <w:szCs w:val="18"/>
        </w:rPr>
        <w:t>ostatni odcinek emerytury lub renty (dowód wpłaty na konto) do wglądu</w:t>
      </w:r>
    </w:p>
    <w:p w14:paraId="2BB29D02" w14:textId="77777777" w:rsidR="00AD4BBC" w:rsidRPr="00AD4BBC" w:rsidRDefault="00AD4BBC" w:rsidP="00AD4BBC">
      <w:pPr>
        <w:pStyle w:val="Akapitzlist"/>
        <w:widowControl w:val="0"/>
        <w:snapToGrid w:val="0"/>
        <w:spacing w:after="0" w:line="276" w:lineRule="auto"/>
        <w:ind w:left="1866"/>
        <w:jc w:val="both"/>
        <w:rPr>
          <w:rFonts w:ascii="Arial" w:hAnsi="Arial" w:cs="Arial"/>
          <w:iCs/>
          <w:sz w:val="18"/>
          <w:szCs w:val="18"/>
          <w:u w:val="single"/>
        </w:rPr>
      </w:pPr>
    </w:p>
    <w:p w14:paraId="537303C5" w14:textId="2CD5BF34" w:rsidR="00F20860" w:rsidRPr="00AD4BBC" w:rsidRDefault="000B511C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b/>
          <w:iCs/>
          <w:sz w:val="18"/>
          <w:szCs w:val="18"/>
        </w:rPr>
        <w:t xml:space="preserve">poręczyciel będący </w:t>
      </w:r>
      <w:r w:rsidR="00F20860" w:rsidRPr="00AD4BBC">
        <w:rPr>
          <w:rFonts w:ascii="Arial" w:hAnsi="Arial" w:cs="Arial"/>
          <w:b/>
          <w:iCs/>
          <w:sz w:val="18"/>
          <w:szCs w:val="18"/>
        </w:rPr>
        <w:t>rol</w:t>
      </w:r>
      <w:r w:rsidR="00F20860" w:rsidRPr="000B511C">
        <w:rPr>
          <w:rFonts w:ascii="Arial" w:hAnsi="Arial" w:cs="Arial"/>
          <w:b/>
          <w:iCs/>
          <w:sz w:val="18"/>
          <w:szCs w:val="18"/>
        </w:rPr>
        <w:t>nik</w:t>
      </w:r>
      <w:r w:rsidRPr="000B511C">
        <w:rPr>
          <w:rFonts w:ascii="Arial" w:hAnsi="Arial" w:cs="Arial"/>
          <w:b/>
          <w:iCs/>
          <w:sz w:val="18"/>
          <w:szCs w:val="18"/>
        </w:rPr>
        <w:t xml:space="preserve">iem </w:t>
      </w:r>
      <w:r w:rsidR="00F20860" w:rsidRPr="00AD4BBC">
        <w:rPr>
          <w:rFonts w:ascii="Arial" w:hAnsi="Arial" w:cs="Arial"/>
          <w:iCs/>
          <w:sz w:val="18"/>
          <w:szCs w:val="18"/>
        </w:rPr>
        <w:t>- w rozumieniu ustawy o ubezpieczeniu społecznym rolników</w:t>
      </w:r>
    </w:p>
    <w:p w14:paraId="7E64731B" w14:textId="2CF3C0B7" w:rsidR="00F20860" w:rsidRDefault="00F2086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AD4BBC">
        <w:rPr>
          <w:rFonts w:ascii="Arial" w:hAnsi="Arial" w:cs="Arial"/>
          <w:iCs/>
          <w:sz w:val="18"/>
          <w:szCs w:val="18"/>
        </w:rPr>
        <w:t>dokument o ilości hektarów przeliczeniowych</w:t>
      </w:r>
    </w:p>
    <w:p w14:paraId="07F8CE9A" w14:textId="77777777" w:rsidR="003F43BD" w:rsidRDefault="003F43BD" w:rsidP="003F43BD">
      <w:pPr>
        <w:pStyle w:val="Akapitzlist"/>
        <w:spacing w:after="0" w:line="276" w:lineRule="auto"/>
        <w:ind w:left="1866"/>
        <w:jc w:val="both"/>
        <w:rPr>
          <w:rFonts w:ascii="Arial" w:hAnsi="Arial" w:cs="Arial"/>
          <w:iCs/>
          <w:sz w:val="18"/>
          <w:szCs w:val="18"/>
        </w:rPr>
      </w:pPr>
    </w:p>
    <w:p w14:paraId="70662A4F" w14:textId="17ED8C10" w:rsidR="003F43BD" w:rsidRDefault="003F43BD" w:rsidP="003F43B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3F43BD">
        <w:rPr>
          <w:rFonts w:ascii="Arial" w:hAnsi="Arial" w:cs="Arial"/>
          <w:b/>
          <w:bCs/>
          <w:iCs/>
          <w:sz w:val="18"/>
          <w:szCs w:val="18"/>
        </w:rPr>
        <w:t>poręczyciel będący osobą prawną</w:t>
      </w:r>
    </w:p>
    <w:p w14:paraId="4AAA6F3F" w14:textId="1E64D17B" w:rsidR="003F43BD" w:rsidRPr="003F43BD" w:rsidRDefault="003F43BD" w:rsidP="003F43BD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3F43BD">
        <w:rPr>
          <w:rFonts w:ascii="Arial" w:hAnsi="Arial" w:cs="Arial"/>
          <w:iCs/>
          <w:sz w:val="18"/>
          <w:szCs w:val="18"/>
        </w:rPr>
        <w:t xml:space="preserve">dokumenty dotyczące sytuacji finansowej (np. </w:t>
      </w:r>
      <w:r>
        <w:rPr>
          <w:rFonts w:ascii="Arial" w:hAnsi="Arial" w:cs="Arial"/>
          <w:iCs/>
          <w:sz w:val="18"/>
          <w:szCs w:val="18"/>
        </w:rPr>
        <w:t>b</w:t>
      </w:r>
      <w:r w:rsidRPr="003F43BD">
        <w:rPr>
          <w:rFonts w:ascii="Arial" w:hAnsi="Arial" w:cs="Arial"/>
          <w:iCs/>
          <w:sz w:val="18"/>
          <w:szCs w:val="18"/>
        </w:rPr>
        <w:t>ilans, rachunek zysków i strat),</w:t>
      </w:r>
    </w:p>
    <w:p w14:paraId="6EA0CB24" w14:textId="38A27CFC" w:rsidR="00F20860" w:rsidRPr="002E7913" w:rsidRDefault="003F43BD" w:rsidP="002E7913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3F43BD">
        <w:rPr>
          <w:rFonts w:ascii="Arial" w:hAnsi="Arial" w:cs="Arial"/>
          <w:iCs/>
          <w:sz w:val="18"/>
          <w:szCs w:val="18"/>
        </w:rPr>
        <w:t>zaświadczenia z Urzę</w:t>
      </w:r>
      <w:r>
        <w:rPr>
          <w:rFonts w:ascii="Arial" w:hAnsi="Arial" w:cs="Arial"/>
          <w:iCs/>
          <w:sz w:val="18"/>
          <w:szCs w:val="18"/>
        </w:rPr>
        <w:t xml:space="preserve">du </w:t>
      </w:r>
      <w:r w:rsidRPr="003F43BD">
        <w:rPr>
          <w:rFonts w:ascii="Arial" w:hAnsi="Arial" w:cs="Arial"/>
          <w:iCs/>
          <w:sz w:val="18"/>
          <w:szCs w:val="18"/>
        </w:rPr>
        <w:t>Skarbowego oraz ZUS-u o niezaleganiu z płatnościami</w:t>
      </w:r>
    </w:p>
    <w:p w14:paraId="3144C287" w14:textId="74D084A9" w:rsidR="00F20860" w:rsidRPr="00AD4BBC" w:rsidRDefault="00F20860">
      <w:pPr>
        <w:widowControl w:val="0"/>
        <w:numPr>
          <w:ilvl w:val="0"/>
          <w:numId w:val="11"/>
        </w:numPr>
        <w:snapToGrid w:val="0"/>
        <w:spacing w:after="0" w:line="276" w:lineRule="auto"/>
        <w:ind w:left="426" w:hanging="357"/>
        <w:jc w:val="both"/>
        <w:rPr>
          <w:rFonts w:ascii="Arial" w:hAnsi="Arial" w:cs="Arial"/>
          <w:b/>
          <w:iCs/>
          <w:sz w:val="18"/>
          <w:szCs w:val="18"/>
        </w:rPr>
      </w:pPr>
      <w:r w:rsidRPr="00AD4BBC">
        <w:rPr>
          <w:rFonts w:ascii="Arial" w:hAnsi="Arial" w:cs="Arial"/>
          <w:b/>
          <w:iCs/>
          <w:sz w:val="18"/>
          <w:szCs w:val="18"/>
        </w:rPr>
        <w:t>Informację majątkową</w:t>
      </w:r>
      <w:r w:rsidRPr="00AD4BBC">
        <w:rPr>
          <w:rFonts w:ascii="Arial" w:hAnsi="Arial" w:cs="Arial"/>
          <w:iCs/>
          <w:sz w:val="18"/>
          <w:szCs w:val="18"/>
        </w:rPr>
        <w:t xml:space="preserve"> w przypadku wyboru zabezpieczenia zwrotu </w:t>
      </w:r>
      <w:r w:rsidR="00731302">
        <w:rPr>
          <w:rFonts w:ascii="Arial" w:hAnsi="Arial" w:cs="Arial"/>
          <w:iCs/>
          <w:sz w:val="18"/>
          <w:szCs w:val="18"/>
        </w:rPr>
        <w:t>refundacji</w:t>
      </w:r>
      <w:r w:rsidRPr="00AD4BBC">
        <w:rPr>
          <w:rFonts w:ascii="Arial" w:hAnsi="Arial" w:cs="Arial"/>
          <w:iCs/>
          <w:sz w:val="18"/>
          <w:szCs w:val="18"/>
        </w:rPr>
        <w:t xml:space="preserve"> w postaci aktu notarialnego </w:t>
      </w:r>
      <w:r w:rsidR="003F43BD">
        <w:rPr>
          <w:rFonts w:ascii="Arial" w:hAnsi="Arial" w:cs="Arial"/>
          <w:iCs/>
          <w:sz w:val="18"/>
          <w:szCs w:val="18"/>
        </w:rPr>
        <w:br/>
      </w:r>
      <w:r w:rsidRPr="00AD4BBC">
        <w:rPr>
          <w:rFonts w:ascii="Arial" w:hAnsi="Arial" w:cs="Arial"/>
          <w:iCs/>
          <w:sz w:val="18"/>
          <w:szCs w:val="18"/>
        </w:rPr>
        <w:t xml:space="preserve">o poddaniu się egzekucji. </w:t>
      </w:r>
    </w:p>
    <w:p w14:paraId="6D1012F9" w14:textId="06D9C3AC" w:rsidR="00AD4BBC" w:rsidRPr="00AD4BBC" w:rsidRDefault="00F20860">
      <w:pPr>
        <w:widowControl w:val="0"/>
        <w:numPr>
          <w:ilvl w:val="0"/>
          <w:numId w:val="11"/>
        </w:numPr>
        <w:snapToGrid w:val="0"/>
        <w:spacing w:after="0" w:line="276" w:lineRule="auto"/>
        <w:ind w:left="426" w:hanging="357"/>
        <w:jc w:val="both"/>
        <w:rPr>
          <w:rFonts w:ascii="Arial" w:hAnsi="Arial" w:cs="Arial"/>
          <w:b/>
          <w:iCs/>
          <w:sz w:val="18"/>
          <w:szCs w:val="18"/>
        </w:rPr>
      </w:pPr>
      <w:r w:rsidRPr="00AD4BBC">
        <w:rPr>
          <w:rFonts w:ascii="Arial" w:eastAsia="Times New Roman" w:hAnsi="Arial" w:cs="Arial"/>
          <w:b/>
          <w:iCs/>
          <w:sz w:val="18"/>
          <w:szCs w:val="18"/>
          <w:lang w:eastAsia="pl-PL"/>
        </w:rPr>
        <w:t>Dokument potwierdzający zgromadzone środki na rachunku bankowym wnioskodawcy</w:t>
      </w: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– </w:t>
      </w:r>
      <w:r w:rsidR="00AD4BBC"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br/>
      </w:r>
      <w:r w:rsidRPr="00AD4BBC">
        <w:rPr>
          <w:rFonts w:ascii="Arial" w:eastAsia="Times New Roman" w:hAnsi="Arial" w:cs="Arial"/>
          <w:iCs/>
          <w:sz w:val="18"/>
          <w:szCs w:val="18"/>
          <w:lang w:eastAsia="pl-PL"/>
        </w:rPr>
        <w:t>w przypadku  zabezpieczenia zwrotu refundacji w formie blokady środków zgromadzonych na rachunku bankowym.</w:t>
      </w:r>
    </w:p>
    <w:p w14:paraId="07926A52" w14:textId="2FF704FB" w:rsidR="008A7BE6" w:rsidRPr="00AD4BBC" w:rsidRDefault="00F20860">
      <w:pPr>
        <w:widowControl w:val="0"/>
        <w:numPr>
          <w:ilvl w:val="0"/>
          <w:numId w:val="11"/>
        </w:numPr>
        <w:snapToGrid w:val="0"/>
        <w:spacing w:after="0" w:line="276" w:lineRule="auto"/>
        <w:ind w:left="426"/>
        <w:jc w:val="both"/>
        <w:rPr>
          <w:rFonts w:ascii="Arial" w:hAnsi="Arial" w:cs="Arial"/>
          <w:b/>
          <w:iCs/>
          <w:sz w:val="18"/>
          <w:szCs w:val="18"/>
        </w:rPr>
      </w:pPr>
      <w:r w:rsidRPr="00AD4BBC">
        <w:rPr>
          <w:rFonts w:ascii="Arial" w:hAnsi="Arial" w:cs="Arial"/>
          <w:b/>
          <w:bCs/>
          <w:iCs/>
          <w:sz w:val="18"/>
          <w:szCs w:val="18"/>
        </w:rPr>
        <w:t>Dane osobowe i oświadczenia</w:t>
      </w:r>
      <w:r w:rsidRPr="00AD4BBC">
        <w:rPr>
          <w:rFonts w:ascii="Arial" w:hAnsi="Arial" w:cs="Arial"/>
          <w:iCs/>
          <w:sz w:val="18"/>
          <w:szCs w:val="18"/>
        </w:rPr>
        <w:t>: współmałżonka wnioskodawcy (gdy małżonek pozostaje</w:t>
      </w:r>
      <w:r w:rsidR="0019024F">
        <w:rPr>
          <w:rFonts w:ascii="Arial" w:hAnsi="Arial" w:cs="Arial"/>
          <w:iCs/>
          <w:sz w:val="18"/>
          <w:szCs w:val="18"/>
        </w:rPr>
        <w:t xml:space="preserve"> </w:t>
      </w:r>
      <w:r w:rsidRPr="00AD4BBC">
        <w:rPr>
          <w:rFonts w:ascii="Arial" w:hAnsi="Arial" w:cs="Arial"/>
          <w:iCs/>
          <w:sz w:val="18"/>
          <w:szCs w:val="18"/>
        </w:rPr>
        <w:t>we wspólnocie majątkowej) oraz współmałżonka poręczyciela (gdy małżonek poręczyciela pozostaje we wspólnocie majątkowej).</w:t>
      </w:r>
    </w:p>
    <w:sectPr w:rsidR="008A7BE6" w:rsidRPr="00AD4BBC" w:rsidSect="00BD1FA8">
      <w:footerReference w:type="default" r:id="rId12"/>
      <w:headerReference w:type="first" r:id="rId13"/>
      <w:footerReference w:type="first" r:id="rId14"/>
      <w:pgSz w:w="11906" w:h="16838"/>
      <w:pgMar w:top="1135" w:right="1021" w:bottom="1843" w:left="1021" w:header="102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5BEC0" w14:textId="77777777" w:rsidR="004A1915" w:rsidRDefault="004A1915" w:rsidP="0069274D">
      <w:pPr>
        <w:spacing w:after="0" w:line="240" w:lineRule="auto"/>
      </w:pPr>
      <w:r>
        <w:separator/>
      </w:r>
    </w:p>
  </w:endnote>
  <w:endnote w:type="continuationSeparator" w:id="0">
    <w:p w14:paraId="6204F075" w14:textId="77777777" w:rsidR="004A1915" w:rsidRDefault="004A1915" w:rsidP="00692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8910314"/>
      <w:docPartObj>
        <w:docPartGallery w:val="Page Numbers (Bottom of Page)"/>
        <w:docPartUnique/>
      </w:docPartObj>
    </w:sdtPr>
    <w:sdtEndPr/>
    <w:sdtContent>
      <w:p w14:paraId="23CF1846" w14:textId="63464946" w:rsidR="00AD4BBC" w:rsidRDefault="00AD4B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DEC241" w14:textId="77777777" w:rsidR="00AD4BBC" w:rsidRDefault="00AD4B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1958A" w14:textId="77777777" w:rsidR="00D57C15" w:rsidRPr="00F22205" w:rsidRDefault="00D57C15" w:rsidP="00D57C15">
    <w:pPr>
      <w:pStyle w:val="Stopka"/>
      <w:rPr>
        <w:rFonts w:ascii="Arial" w:hAnsi="Arial" w:cs="Arial"/>
        <w:sz w:val="16"/>
        <w:szCs w:val="16"/>
      </w:rPr>
    </w:pPr>
    <w:r w:rsidRPr="008A4CA8">
      <w:rPr>
        <w:rFonts w:ascii="Arial" w:hAnsi="Arial" w:cs="Arial"/>
        <w:sz w:val="14"/>
        <w:szCs w:val="14"/>
      </w:rPr>
      <w:br/>
    </w:r>
    <w:r w:rsidRPr="00F22205">
      <w:rPr>
        <w:rFonts w:ascii="Arial" w:hAnsi="Arial" w:cs="Arial"/>
        <w:sz w:val="16"/>
        <w:szCs w:val="16"/>
      </w:rPr>
      <w:t>ul. Śniadeckich 5, 64-100 Leszno, tel./fax 65 529 94 33, tel. 65 529 50 67, e-mail: pole@praca.gov.pl, www: leszno.praca.gov.pl</w:t>
    </w:r>
  </w:p>
  <w:p w14:paraId="2F5AB5A9" w14:textId="14352362" w:rsidR="005A7AC2" w:rsidRDefault="005A7AC2" w:rsidP="00D57C1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adres doręczeń elektronicznych: AE:PL-81372-36273-ARGUS-25</w:t>
    </w:r>
  </w:p>
  <w:p w14:paraId="1F32895B" w14:textId="51331287" w:rsidR="00D57C15" w:rsidRPr="00F22205" w:rsidRDefault="00D57C15" w:rsidP="00D57C15">
    <w:pPr>
      <w:pStyle w:val="Stopka"/>
      <w:rPr>
        <w:rFonts w:ascii="Arial" w:hAnsi="Arial" w:cs="Arial"/>
        <w:sz w:val="16"/>
        <w:szCs w:val="16"/>
      </w:rPr>
    </w:pPr>
    <w:proofErr w:type="spellStart"/>
    <w:r w:rsidRPr="00F22205">
      <w:rPr>
        <w:rFonts w:ascii="Arial" w:hAnsi="Arial" w:cs="Arial"/>
        <w:sz w:val="16"/>
        <w:szCs w:val="16"/>
      </w:rPr>
      <w:t>ePUAP</w:t>
    </w:r>
    <w:proofErr w:type="spellEnd"/>
    <w:r w:rsidRPr="00F22205">
      <w:rPr>
        <w:rFonts w:ascii="Arial" w:hAnsi="Arial" w:cs="Arial"/>
        <w:sz w:val="16"/>
        <w:szCs w:val="16"/>
      </w:rPr>
      <w:t>: /</w:t>
    </w:r>
    <w:proofErr w:type="spellStart"/>
    <w:r w:rsidRPr="00F22205">
      <w:rPr>
        <w:rFonts w:ascii="Arial" w:hAnsi="Arial" w:cs="Arial"/>
        <w:sz w:val="16"/>
        <w:szCs w:val="16"/>
      </w:rPr>
      <w:t>pupleszno</w:t>
    </w:r>
    <w:proofErr w:type="spellEnd"/>
    <w:r w:rsidRPr="00F22205">
      <w:rPr>
        <w:rFonts w:ascii="Arial" w:hAnsi="Arial" w:cs="Arial"/>
        <w:sz w:val="16"/>
        <w:szCs w:val="16"/>
      </w:rPr>
      <w:t>/</w:t>
    </w:r>
    <w:proofErr w:type="spellStart"/>
    <w:r>
      <w:rPr>
        <w:rFonts w:ascii="Arial" w:hAnsi="Arial" w:cs="Arial"/>
        <w:sz w:val="16"/>
        <w:szCs w:val="16"/>
      </w:rPr>
      <w:t>S</w:t>
    </w:r>
    <w:r w:rsidRPr="00F22205">
      <w:rPr>
        <w:rFonts w:ascii="Arial" w:hAnsi="Arial" w:cs="Arial"/>
        <w:sz w:val="16"/>
        <w:szCs w:val="16"/>
      </w:rPr>
      <w:t>krytka</w:t>
    </w:r>
    <w:r>
      <w:rPr>
        <w:rFonts w:ascii="Arial" w:hAnsi="Arial" w:cs="Arial"/>
        <w:sz w:val="16"/>
        <w:szCs w:val="16"/>
      </w:rPr>
      <w:t>ESP</w:t>
    </w:r>
    <w:proofErr w:type="spellEnd"/>
  </w:p>
  <w:p w14:paraId="70CC20B4" w14:textId="77777777" w:rsidR="00D57C15" w:rsidRDefault="00D57C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80BAF" w14:textId="77777777" w:rsidR="004A1915" w:rsidRDefault="004A1915" w:rsidP="0069274D">
      <w:pPr>
        <w:spacing w:after="0" w:line="240" w:lineRule="auto"/>
      </w:pPr>
      <w:r>
        <w:separator/>
      </w:r>
    </w:p>
  </w:footnote>
  <w:footnote w:type="continuationSeparator" w:id="0">
    <w:p w14:paraId="59175C5A" w14:textId="77777777" w:rsidR="004A1915" w:rsidRDefault="004A1915" w:rsidP="00692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3BF16" w14:textId="77777777" w:rsidR="00D57C15" w:rsidRDefault="00D57C15" w:rsidP="00D57C15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12C4B24" wp14:editId="1B4B5EE6">
              <wp:simplePos x="0" y="0"/>
              <wp:positionH relativeFrom="column">
                <wp:posOffset>1202690</wp:posOffset>
              </wp:positionH>
              <wp:positionV relativeFrom="paragraph">
                <wp:posOffset>11430</wp:posOffset>
              </wp:positionV>
              <wp:extent cx="2360930" cy="619125"/>
              <wp:effectExtent l="0" t="0" r="8890" b="952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06D16E" w14:textId="77777777" w:rsidR="00D57C15" w:rsidRPr="0069274D" w:rsidRDefault="00D57C15" w:rsidP="00D57C15">
                          <w:pPr>
                            <w:rPr>
                              <w:rFonts w:ascii="Arial" w:hAnsi="Arial" w:cs="Arial"/>
                            </w:rPr>
                          </w:pPr>
                          <w:r w:rsidRPr="0069274D">
                            <w:rPr>
                              <w:rFonts w:ascii="Arial" w:hAnsi="Arial" w:cs="Arial"/>
                            </w:rPr>
                            <w:t>Powiatowy</w:t>
                          </w:r>
                          <w:r>
                            <w:rPr>
                              <w:rFonts w:ascii="Arial" w:hAnsi="Arial" w:cs="Arial"/>
                            </w:rPr>
                            <w:br/>
                          </w:r>
                          <w:r w:rsidRPr="0069274D">
                            <w:rPr>
                              <w:rFonts w:ascii="Arial" w:hAnsi="Arial" w:cs="Arial"/>
                            </w:rPr>
                            <w:t>Urząd Pracy</w:t>
                          </w:r>
                          <w:r>
                            <w:rPr>
                              <w:rFonts w:ascii="Arial" w:hAnsi="Arial" w:cs="Arial"/>
                            </w:rPr>
                            <w:br/>
                            <w:t>w</w:t>
                          </w:r>
                          <w:r w:rsidRPr="0069274D">
                            <w:rPr>
                              <w:rFonts w:ascii="Arial" w:hAnsi="Arial" w:cs="Arial"/>
                            </w:rPr>
                            <w:t xml:space="preserve"> Lesznie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2C4B2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4.7pt;margin-top:.9pt;width:185.9pt;height:48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" stroked="f">
              <v:textbox>
                <w:txbxContent>
                  <w:p w14:paraId="5206D16E" w14:textId="77777777" w:rsidR="00D57C15" w:rsidRPr="0069274D" w:rsidRDefault="00D57C15" w:rsidP="00D57C15">
                    <w:pPr>
                      <w:rPr>
                        <w:rFonts w:ascii="Arial" w:hAnsi="Arial" w:cs="Arial"/>
                      </w:rPr>
                    </w:pPr>
                    <w:r w:rsidRPr="0069274D">
                      <w:rPr>
                        <w:rFonts w:ascii="Arial" w:hAnsi="Arial" w:cs="Arial"/>
                      </w:rPr>
                      <w:t>Powiatowy</w:t>
                    </w:r>
                    <w:r>
                      <w:rPr>
                        <w:rFonts w:ascii="Arial" w:hAnsi="Arial" w:cs="Arial"/>
                      </w:rPr>
                      <w:br/>
                    </w:r>
                    <w:r w:rsidRPr="0069274D">
                      <w:rPr>
                        <w:rFonts w:ascii="Arial" w:hAnsi="Arial" w:cs="Arial"/>
                      </w:rPr>
                      <w:t>Urząd Pracy</w:t>
                    </w:r>
                    <w:r>
                      <w:rPr>
                        <w:rFonts w:ascii="Arial" w:hAnsi="Arial" w:cs="Arial"/>
                      </w:rPr>
                      <w:br/>
                      <w:t>w</w:t>
                    </w:r>
                    <w:r w:rsidRPr="0069274D">
                      <w:rPr>
                        <w:rFonts w:ascii="Arial" w:hAnsi="Arial" w:cs="Arial"/>
                      </w:rPr>
                      <w:t xml:space="preserve"> Lesznie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inline distT="0" distB="0" distL="0" distR="0" wp14:anchorId="35846796" wp14:editId="3386B627">
          <wp:extent cx="1036800" cy="648000"/>
          <wp:effectExtent l="0" t="0" r="0" b="0"/>
          <wp:docPr id="2095938084" name="Obraz 20959380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8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968589" w14:textId="77777777" w:rsidR="00D57C15" w:rsidRDefault="00D57C15">
    <w:pPr>
      <w:pStyle w:val="Nagwek"/>
    </w:pPr>
  </w:p>
  <w:p w14:paraId="178DB63F" w14:textId="77777777" w:rsidR="008A4AA3" w:rsidRDefault="008A4AA3">
    <w:pPr>
      <w:pStyle w:val="Nagwek"/>
    </w:pPr>
  </w:p>
  <w:p w14:paraId="32954609" w14:textId="77777777" w:rsidR="008A4AA3" w:rsidRDefault="008A4A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7001"/>
    <w:multiLevelType w:val="hybridMultilevel"/>
    <w:tmpl w:val="60E23E0C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A7B45F5"/>
    <w:multiLevelType w:val="hybridMultilevel"/>
    <w:tmpl w:val="06E26C5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8314E6"/>
    <w:multiLevelType w:val="hybridMultilevel"/>
    <w:tmpl w:val="EEBEA962"/>
    <w:lvl w:ilvl="0" w:tplc="0415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0DF236CB"/>
    <w:multiLevelType w:val="hybridMultilevel"/>
    <w:tmpl w:val="7C7E56B8"/>
    <w:lvl w:ilvl="0" w:tplc="2710E4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5512D"/>
    <w:multiLevelType w:val="hybridMultilevel"/>
    <w:tmpl w:val="F1EEBFFA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 w15:restartNumberingAfterBreak="0">
    <w:nsid w:val="128104E5"/>
    <w:multiLevelType w:val="hybridMultilevel"/>
    <w:tmpl w:val="DF182BE0"/>
    <w:lvl w:ilvl="0" w:tplc="9074217A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7727F"/>
    <w:multiLevelType w:val="hybridMultilevel"/>
    <w:tmpl w:val="96D02C94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1EC648D6"/>
    <w:multiLevelType w:val="hybridMultilevel"/>
    <w:tmpl w:val="7A6C2006"/>
    <w:lvl w:ilvl="0" w:tplc="BBAEA644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sz w:val="48"/>
        <w:vertAlign w:val="baseline"/>
      </w:rPr>
    </w:lvl>
    <w:lvl w:ilvl="1" w:tplc="955A27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sz w:val="36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8408D"/>
    <w:multiLevelType w:val="hybridMultilevel"/>
    <w:tmpl w:val="7570D54A"/>
    <w:lvl w:ilvl="0" w:tplc="1F9AAAE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3A16CE1"/>
    <w:multiLevelType w:val="hybridMultilevel"/>
    <w:tmpl w:val="DE38A2BA"/>
    <w:lvl w:ilvl="0" w:tplc="01D820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C1B0F0F"/>
    <w:multiLevelType w:val="hybridMultilevel"/>
    <w:tmpl w:val="E164332A"/>
    <w:lvl w:ilvl="0" w:tplc="FFFFFFFF">
      <w:numFmt w:val="bullet"/>
      <w:lvlText w:val=""/>
      <w:lvlJc w:val="left"/>
      <w:pPr>
        <w:ind w:left="2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1" w15:restartNumberingAfterBreak="0">
    <w:nsid w:val="44CB56C3"/>
    <w:multiLevelType w:val="hybridMultilevel"/>
    <w:tmpl w:val="8B522F78"/>
    <w:lvl w:ilvl="0" w:tplc="0415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469347FC"/>
    <w:multiLevelType w:val="hybridMultilevel"/>
    <w:tmpl w:val="8C2C1110"/>
    <w:lvl w:ilvl="0" w:tplc="1472A804">
      <w:start w:val="1"/>
      <w:numFmt w:val="upperRoman"/>
      <w:lvlText w:val="%1."/>
      <w:lvlJc w:val="left"/>
      <w:pPr>
        <w:ind w:left="567" w:hanging="20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42132"/>
    <w:multiLevelType w:val="hybridMultilevel"/>
    <w:tmpl w:val="5A62C4F4"/>
    <w:lvl w:ilvl="0" w:tplc="0415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 w15:restartNumberingAfterBreak="0">
    <w:nsid w:val="4C923986"/>
    <w:multiLevelType w:val="hybridMultilevel"/>
    <w:tmpl w:val="FE968656"/>
    <w:lvl w:ilvl="0" w:tplc="0415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5" w15:restartNumberingAfterBreak="0">
    <w:nsid w:val="4CD670EC"/>
    <w:multiLevelType w:val="hybridMultilevel"/>
    <w:tmpl w:val="E9169E82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 w15:restartNumberingAfterBreak="0">
    <w:nsid w:val="4DCB2878"/>
    <w:multiLevelType w:val="hybridMultilevel"/>
    <w:tmpl w:val="E5E64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551993"/>
    <w:multiLevelType w:val="hybridMultilevel"/>
    <w:tmpl w:val="A83A2F50"/>
    <w:lvl w:ilvl="0" w:tplc="189EBD0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C085A"/>
    <w:multiLevelType w:val="hybridMultilevel"/>
    <w:tmpl w:val="451CADBA"/>
    <w:lvl w:ilvl="0" w:tplc="0415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 w15:restartNumberingAfterBreak="0">
    <w:nsid w:val="66215EEA"/>
    <w:multiLevelType w:val="hybridMultilevel"/>
    <w:tmpl w:val="EA600570"/>
    <w:lvl w:ilvl="0" w:tplc="0415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66771D56"/>
    <w:multiLevelType w:val="hybridMultilevel"/>
    <w:tmpl w:val="BE846BD4"/>
    <w:lvl w:ilvl="0" w:tplc="0415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8A5555D"/>
    <w:multiLevelType w:val="hybridMultilevel"/>
    <w:tmpl w:val="54E8C9A4"/>
    <w:lvl w:ilvl="0" w:tplc="2B40C3FE">
      <w:start w:val="1"/>
      <w:numFmt w:val="lowerLetter"/>
      <w:lvlText w:val="%1)"/>
      <w:lvlJc w:val="left"/>
      <w:pPr>
        <w:ind w:left="1146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F3D41DE"/>
    <w:multiLevelType w:val="hybridMultilevel"/>
    <w:tmpl w:val="FC585A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40296"/>
    <w:multiLevelType w:val="hybridMultilevel"/>
    <w:tmpl w:val="45C88322"/>
    <w:lvl w:ilvl="0" w:tplc="21BA579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8F11A90"/>
    <w:multiLevelType w:val="hybridMultilevel"/>
    <w:tmpl w:val="76E21DEA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B634D0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26" w15:restartNumberingAfterBreak="0">
    <w:nsid w:val="7CF75B96"/>
    <w:multiLevelType w:val="hybridMultilevel"/>
    <w:tmpl w:val="CF0443D2"/>
    <w:lvl w:ilvl="0" w:tplc="4440B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944399">
    <w:abstractNumId w:val="22"/>
  </w:num>
  <w:num w:numId="2" w16cid:durableId="306782480">
    <w:abstractNumId w:val="3"/>
  </w:num>
  <w:num w:numId="3" w16cid:durableId="728387119">
    <w:abstractNumId w:val="12"/>
  </w:num>
  <w:num w:numId="4" w16cid:durableId="45761816">
    <w:abstractNumId w:val="23"/>
  </w:num>
  <w:num w:numId="5" w16cid:durableId="1764715760">
    <w:abstractNumId w:val="9"/>
  </w:num>
  <w:num w:numId="6" w16cid:durableId="2132698813">
    <w:abstractNumId w:val="8"/>
  </w:num>
  <w:num w:numId="7" w16cid:durableId="1864441338">
    <w:abstractNumId w:val="12"/>
    <w:lvlOverride w:ilvl="0">
      <w:lvl w:ilvl="0" w:tplc="1472A804">
        <w:start w:val="1"/>
        <w:numFmt w:val="upperRoman"/>
        <w:suff w:val="space"/>
        <w:lvlText w:val="%1."/>
        <w:lvlJc w:val="left"/>
        <w:pPr>
          <w:ind w:left="0" w:firstLine="36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8" w16cid:durableId="134105753">
    <w:abstractNumId w:val="7"/>
  </w:num>
  <w:num w:numId="9" w16cid:durableId="1719041899">
    <w:abstractNumId w:val="1"/>
  </w:num>
  <w:num w:numId="10" w16cid:durableId="1529247560">
    <w:abstractNumId w:val="17"/>
  </w:num>
  <w:num w:numId="11" w16cid:durableId="1844737657">
    <w:abstractNumId w:val="5"/>
  </w:num>
  <w:num w:numId="12" w16cid:durableId="1231773870">
    <w:abstractNumId w:val="10"/>
  </w:num>
  <w:num w:numId="13" w16cid:durableId="595987643">
    <w:abstractNumId w:val="6"/>
  </w:num>
  <w:num w:numId="14" w16cid:durableId="157502691">
    <w:abstractNumId w:val="21"/>
  </w:num>
  <w:num w:numId="15" w16cid:durableId="480855286">
    <w:abstractNumId w:val="15"/>
  </w:num>
  <w:num w:numId="16" w16cid:durableId="926427498">
    <w:abstractNumId w:val="0"/>
  </w:num>
  <w:num w:numId="17" w16cid:durableId="1920405427">
    <w:abstractNumId w:val="24"/>
  </w:num>
  <w:num w:numId="18" w16cid:durableId="37976569">
    <w:abstractNumId w:val="2"/>
  </w:num>
  <w:num w:numId="19" w16cid:durableId="1424453952">
    <w:abstractNumId w:val="19"/>
  </w:num>
  <w:num w:numId="20" w16cid:durableId="1572502448">
    <w:abstractNumId w:val="18"/>
  </w:num>
  <w:num w:numId="21" w16cid:durableId="403534593">
    <w:abstractNumId w:val="14"/>
  </w:num>
  <w:num w:numId="22" w16cid:durableId="376584951">
    <w:abstractNumId w:val="13"/>
  </w:num>
  <w:num w:numId="23" w16cid:durableId="1775977038">
    <w:abstractNumId w:val="26"/>
  </w:num>
  <w:num w:numId="24" w16cid:durableId="446782131">
    <w:abstractNumId w:val="11"/>
  </w:num>
  <w:num w:numId="25" w16cid:durableId="1401830095">
    <w:abstractNumId w:val="20"/>
  </w:num>
  <w:num w:numId="26" w16cid:durableId="1284195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60611898">
    <w:abstractNumId w:val="25"/>
  </w:num>
  <w:num w:numId="28" w16cid:durableId="2091536794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D6B"/>
    <w:rsid w:val="00037B81"/>
    <w:rsid w:val="00056CB1"/>
    <w:rsid w:val="00062010"/>
    <w:rsid w:val="000735E6"/>
    <w:rsid w:val="000816EB"/>
    <w:rsid w:val="00081D78"/>
    <w:rsid w:val="000965E8"/>
    <w:rsid w:val="000A3C7A"/>
    <w:rsid w:val="000B511C"/>
    <w:rsid w:val="000B560B"/>
    <w:rsid w:val="000C7896"/>
    <w:rsid w:val="000E3321"/>
    <w:rsid w:val="000F344D"/>
    <w:rsid w:val="00104D82"/>
    <w:rsid w:val="00115B19"/>
    <w:rsid w:val="001509E4"/>
    <w:rsid w:val="00150EB1"/>
    <w:rsid w:val="00166CAE"/>
    <w:rsid w:val="00183A1C"/>
    <w:rsid w:val="00187E14"/>
    <w:rsid w:val="0019024F"/>
    <w:rsid w:val="00192575"/>
    <w:rsid w:val="00193768"/>
    <w:rsid w:val="001A06AE"/>
    <w:rsid w:val="001A6177"/>
    <w:rsid w:val="001E560A"/>
    <w:rsid w:val="00225F09"/>
    <w:rsid w:val="00233F27"/>
    <w:rsid w:val="0025601E"/>
    <w:rsid w:val="00256338"/>
    <w:rsid w:val="002728A0"/>
    <w:rsid w:val="00276993"/>
    <w:rsid w:val="00280C58"/>
    <w:rsid w:val="002A078C"/>
    <w:rsid w:val="002A4AD7"/>
    <w:rsid w:val="002B22E3"/>
    <w:rsid w:val="002B79D7"/>
    <w:rsid w:val="002C1448"/>
    <w:rsid w:val="002C7EB0"/>
    <w:rsid w:val="002D2F40"/>
    <w:rsid w:val="002E7913"/>
    <w:rsid w:val="002F0A6F"/>
    <w:rsid w:val="00323D50"/>
    <w:rsid w:val="0034101C"/>
    <w:rsid w:val="003573DE"/>
    <w:rsid w:val="00357DDB"/>
    <w:rsid w:val="00375543"/>
    <w:rsid w:val="00391BA5"/>
    <w:rsid w:val="003A507B"/>
    <w:rsid w:val="003D5CCB"/>
    <w:rsid w:val="003E16DC"/>
    <w:rsid w:val="003F43BD"/>
    <w:rsid w:val="00401E08"/>
    <w:rsid w:val="004073A1"/>
    <w:rsid w:val="0041072E"/>
    <w:rsid w:val="0041494F"/>
    <w:rsid w:val="00414D2A"/>
    <w:rsid w:val="00440711"/>
    <w:rsid w:val="0045638C"/>
    <w:rsid w:val="0047312A"/>
    <w:rsid w:val="00475BBA"/>
    <w:rsid w:val="004820A7"/>
    <w:rsid w:val="00493779"/>
    <w:rsid w:val="00493B57"/>
    <w:rsid w:val="004A1915"/>
    <w:rsid w:val="004B2F78"/>
    <w:rsid w:val="004E7132"/>
    <w:rsid w:val="0051109F"/>
    <w:rsid w:val="00553641"/>
    <w:rsid w:val="00580B03"/>
    <w:rsid w:val="005822AF"/>
    <w:rsid w:val="00590270"/>
    <w:rsid w:val="005A3E0A"/>
    <w:rsid w:val="005A7AC2"/>
    <w:rsid w:val="005C44EE"/>
    <w:rsid w:val="005D3899"/>
    <w:rsid w:val="005E3412"/>
    <w:rsid w:val="00624F8C"/>
    <w:rsid w:val="006529B4"/>
    <w:rsid w:val="0066525A"/>
    <w:rsid w:val="0067216D"/>
    <w:rsid w:val="0069274D"/>
    <w:rsid w:val="006C12DD"/>
    <w:rsid w:val="00704777"/>
    <w:rsid w:val="00706779"/>
    <w:rsid w:val="00731302"/>
    <w:rsid w:val="0075549F"/>
    <w:rsid w:val="0076184D"/>
    <w:rsid w:val="00774CE0"/>
    <w:rsid w:val="00776359"/>
    <w:rsid w:val="007873F8"/>
    <w:rsid w:val="00792361"/>
    <w:rsid w:val="00795D34"/>
    <w:rsid w:val="007A3EF5"/>
    <w:rsid w:val="007A65BD"/>
    <w:rsid w:val="007A6B2E"/>
    <w:rsid w:val="007C0EB3"/>
    <w:rsid w:val="007D3A90"/>
    <w:rsid w:val="007F2305"/>
    <w:rsid w:val="00835B4D"/>
    <w:rsid w:val="008728C7"/>
    <w:rsid w:val="00875779"/>
    <w:rsid w:val="008A4AA3"/>
    <w:rsid w:val="008A4CA8"/>
    <w:rsid w:val="008A7BE6"/>
    <w:rsid w:val="008C1FF3"/>
    <w:rsid w:val="008C304A"/>
    <w:rsid w:val="008C3E22"/>
    <w:rsid w:val="008C4A9E"/>
    <w:rsid w:val="008C6245"/>
    <w:rsid w:val="008F30D9"/>
    <w:rsid w:val="00901A7B"/>
    <w:rsid w:val="00911272"/>
    <w:rsid w:val="00945559"/>
    <w:rsid w:val="0096236A"/>
    <w:rsid w:val="009656FC"/>
    <w:rsid w:val="00975450"/>
    <w:rsid w:val="009A1F4F"/>
    <w:rsid w:val="009C1672"/>
    <w:rsid w:val="009E6FAB"/>
    <w:rsid w:val="00A0005E"/>
    <w:rsid w:val="00A10B6F"/>
    <w:rsid w:val="00A12DAB"/>
    <w:rsid w:val="00A2371B"/>
    <w:rsid w:val="00A31264"/>
    <w:rsid w:val="00A5129C"/>
    <w:rsid w:val="00A67FBF"/>
    <w:rsid w:val="00A82F81"/>
    <w:rsid w:val="00A84D6B"/>
    <w:rsid w:val="00A97FFB"/>
    <w:rsid w:val="00AD39B5"/>
    <w:rsid w:val="00AD4BBC"/>
    <w:rsid w:val="00AD6F87"/>
    <w:rsid w:val="00B07746"/>
    <w:rsid w:val="00B0786D"/>
    <w:rsid w:val="00B41D49"/>
    <w:rsid w:val="00B46C7A"/>
    <w:rsid w:val="00B46FCA"/>
    <w:rsid w:val="00B50873"/>
    <w:rsid w:val="00B5254D"/>
    <w:rsid w:val="00B53CEA"/>
    <w:rsid w:val="00B56191"/>
    <w:rsid w:val="00B74CB7"/>
    <w:rsid w:val="00B80331"/>
    <w:rsid w:val="00B87DE0"/>
    <w:rsid w:val="00BC7DE6"/>
    <w:rsid w:val="00BD1FA8"/>
    <w:rsid w:val="00BE43DA"/>
    <w:rsid w:val="00BF7743"/>
    <w:rsid w:val="00C1427B"/>
    <w:rsid w:val="00C16A40"/>
    <w:rsid w:val="00C349B0"/>
    <w:rsid w:val="00C53041"/>
    <w:rsid w:val="00C60D86"/>
    <w:rsid w:val="00CA49F1"/>
    <w:rsid w:val="00CF7A0B"/>
    <w:rsid w:val="00D0244E"/>
    <w:rsid w:val="00D03ED2"/>
    <w:rsid w:val="00D15C3E"/>
    <w:rsid w:val="00D42C65"/>
    <w:rsid w:val="00D565F7"/>
    <w:rsid w:val="00D57C15"/>
    <w:rsid w:val="00D92ABF"/>
    <w:rsid w:val="00DA3AA7"/>
    <w:rsid w:val="00DC6295"/>
    <w:rsid w:val="00DF7099"/>
    <w:rsid w:val="00E3560C"/>
    <w:rsid w:val="00E4062C"/>
    <w:rsid w:val="00E437B0"/>
    <w:rsid w:val="00E47EC1"/>
    <w:rsid w:val="00E76315"/>
    <w:rsid w:val="00E77449"/>
    <w:rsid w:val="00E86477"/>
    <w:rsid w:val="00E93503"/>
    <w:rsid w:val="00E949C7"/>
    <w:rsid w:val="00EB7AB1"/>
    <w:rsid w:val="00ED1FB6"/>
    <w:rsid w:val="00EE5801"/>
    <w:rsid w:val="00EE599F"/>
    <w:rsid w:val="00EF72D9"/>
    <w:rsid w:val="00EF7A57"/>
    <w:rsid w:val="00F01ECE"/>
    <w:rsid w:val="00F20860"/>
    <w:rsid w:val="00F22205"/>
    <w:rsid w:val="00F229B2"/>
    <w:rsid w:val="00F671EF"/>
    <w:rsid w:val="00F73210"/>
    <w:rsid w:val="00F84C46"/>
    <w:rsid w:val="00F90ABD"/>
    <w:rsid w:val="00F951AE"/>
    <w:rsid w:val="00FC54CF"/>
    <w:rsid w:val="00FD1167"/>
    <w:rsid w:val="00FD1A6C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4EA58"/>
  <w15:chartTrackingRefBased/>
  <w15:docId w15:val="{5ED1D9F3-E879-4126-8639-2972A6BF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74D"/>
  </w:style>
  <w:style w:type="paragraph" w:styleId="Stopka">
    <w:name w:val="footer"/>
    <w:basedOn w:val="Normalny"/>
    <w:link w:val="StopkaZnak"/>
    <w:uiPriority w:val="99"/>
    <w:unhideWhenUsed/>
    <w:rsid w:val="00692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74D"/>
  </w:style>
  <w:style w:type="character" w:styleId="Hipercze">
    <w:name w:val="Hyperlink"/>
    <w:basedOn w:val="Domylnaczcionkaakapitu"/>
    <w:uiPriority w:val="99"/>
    <w:unhideWhenUsed/>
    <w:rsid w:val="0069274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274D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34"/>
    <w:qFormat/>
    <w:rsid w:val="00553641"/>
    <w:pPr>
      <w:ind w:left="720"/>
      <w:contextualSpacing/>
    </w:pPr>
  </w:style>
  <w:style w:type="character" w:styleId="Pogrubienie">
    <w:name w:val="Strong"/>
    <w:uiPriority w:val="22"/>
    <w:qFormat/>
    <w:rsid w:val="00553641"/>
    <w:rPr>
      <w:b/>
      <w:bCs/>
    </w:rPr>
  </w:style>
  <w:style w:type="table" w:styleId="Tabela-Siatka">
    <w:name w:val="Table Grid"/>
    <w:basedOn w:val="Standardowy"/>
    <w:rsid w:val="00965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2B22E3"/>
  </w:style>
  <w:style w:type="paragraph" w:styleId="Tekstpodstawowy">
    <w:name w:val="Body Text"/>
    <w:basedOn w:val="Normalny"/>
    <w:link w:val="TekstpodstawowyZnak"/>
    <w:rsid w:val="0025601E"/>
    <w:pPr>
      <w:spacing w:after="0" w:line="240" w:lineRule="auto"/>
      <w:jc w:val="center"/>
    </w:pPr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25601E"/>
    <w:rPr>
      <w:rFonts w:ascii="Arial" w:eastAsia="Times New Roman" w:hAnsi="Arial" w:cs="Times New Roman"/>
      <w:kern w:val="0"/>
      <w:szCs w:val="20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FD11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3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z.praca.gov.pl/rynek-pracy/bazy-danych/klasyfikacja-zawodow-i-specjalnosci/wyszukiwarka-opisow-zawodo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szno.praca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o@leszno.praca.gov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odo@leszno.prac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le@praca.gov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archwa\Desktop\komunikator\listownik%20-%20PUP%20Leszno-ps%20%5b1%5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 - PUP Leszno-ps [1]</Template>
  <TotalTime>3</TotalTime>
  <Pages>8</Pages>
  <Words>3035</Words>
  <Characters>18210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Lorych</dc:creator>
  <cp:keywords/>
  <dc:description/>
  <cp:lastModifiedBy>Paulina Kunc</cp:lastModifiedBy>
  <cp:revision>4</cp:revision>
  <cp:lastPrinted>2025-01-14T06:47:00Z</cp:lastPrinted>
  <dcterms:created xsi:type="dcterms:W3CDTF">2025-01-15T08:40:00Z</dcterms:created>
  <dcterms:modified xsi:type="dcterms:W3CDTF">2025-02-07T06:12:00Z</dcterms:modified>
</cp:coreProperties>
</file>